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AB823" w14:textId="77777777" w:rsidR="005178B0" w:rsidRDefault="005178B0" w:rsidP="005178B0"/>
    <w:p w14:paraId="2FBBBF60" w14:textId="48DC398A" w:rsidR="00BB1E26" w:rsidRPr="00307F19" w:rsidRDefault="006855D2" w:rsidP="005178B0">
      <w:pPr>
        <w:rPr>
          <w:highlight w:val="yellow"/>
        </w:rPr>
      </w:pPr>
      <w:r>
        <w:t>Datum: 17.02.2022</w:t>
      </w:r>
    </w:p>
    <w:p w14:paraId="50A98710" w14:textId="5FB306C6" w:rsidR="00BB1E26" w:rsidRDefault="006855D2" w:rsidP="005178B0">
      <w:r w:rsidRPr="006855D2">
        <w:t xml:space="preserve">Številka: </w:t>
      </w:r>
      <w:r>
        <w:t xml:space="preserve">431-0029/2022 - </w:t>
      </w:r>
      <w:r w:rsidR="0079306D">
        <w:t>3</w:t>
      </w:r>
    </w:p>
    <w:p w14:paraId="12AF4BB4" w14:textId="77777777" w:rsidR="00BB1E26" w:rsidRDefault="00BB1E26" w:rsidP="005178B0"/>
    <w:p w14:paraId="69F7F887" w14:textId="77777777" w:rsidR="00BB1E26" w:rsidRDefault="00BB1E26" w:rsidP="005178B0"/>
    <w:p w14:paraId="69063F76" w14:textId="77777777" w:rsidR="00BB1E26" w:rsidRDefault="00BB1E26" w:rsidP="005178B0"/>
    <w:p w14:paraId="2FBD8BB4" w14:textId="77777777" w:rsidR="00BB1E26" w:rsidRDefault="00BB1E26" w:rsidP="005178B0"/>
    <w:p w14:paraId="15A53935" w14:textId="77777777" w:rsidR="00BB1E26" w:rsidRDefault="00BB1E26" w:rsidP="005178B0"/>
    <w:p w14:paraId="7E905E4C" w14:textId="77777777" w:rsidR="00990C82" w:rsidRDefault="00990C82" w:rsidP="00152883">
      <w:pPr>
        <w:jc w:val="center"/>
        <w:rPr>
          <w:b/>
          <w:sz w:val="52"/>
          <w:szCs w:val="52"/>
        </w:rPr>
      </w:pPr>
    </w:p>
    <w:p w14:paraId="037E84B8" w14:textId="77777777" w:rsidR="00990C82" w:rsidRDefault="00990C82" w:rsidP="00152883">
      <w:pPr>
        <w:jc w:val="center"/>
        <w:rPr>
          <w:b/>
          <w:sz w:val="52"/>
          <w:szCs w:val="52"/>
        </w:rPr>
      </w:pPr>
    </w:p>
    <w:p w14:paraId="27B64B1B" w14:textId="77777777" w:rsidR="00990C82" w:rsidRPr="00152883" w:rsidRDefault="00990C82" w:rsidP="00990C82">
      <w:pPr>
        <w:jc w:val="center"/>
        <w:rPr>
          <w:b/>
          <w:sz w:val="52"/>
          <w:szCs w:val="52"/>
        </w:rPr>
      </w:pPr>
      <w:r>
        <w:rPr>
          <w:b/>
          <w:sz w:val="52"/>
          <w:szCs w:val="52"/>
        </w:rPr>
        <w:t xml:space="preserve">RAZPISNA DOKUMENTACIJA ZA ODDAJO </w:t>
      </w:r>
      <w:r w:rsidRPr="00152883">
        <w:rPr>
          <w:b/>
          <w:sz w:val="52"/>
          <w:szCs w:val="52"/>
        </w:rPr>
        <w:t>JAVN</w:t>
      </w:r>
      <w:r>
        <w:rPr>
          <w:b/>
          <w:sz w:val="52"/>
          <w:szCs w:val="52"/>
        </w:rPr>
        <w:t>EGA</w:t>
      </w:r>
      <w:r w:rsidRPr="00152883">
        <w:rPr>
          <w:b/>
          <w:sz w:val="52"/>
          <w:szCs w:val="52"/>
        </w:rPr>
        <w:t xml:space="preserve"> NAROČIL</w:t>
      </w:r>
      <w:r>
        <w:rPr>
          <w:b/>
          <w:sz w:val="52"/>
          <w:szCs w:val="52"/>
        </w:rPr>
        <w:t>A</w:t>
      </w:r>
      <w:r w:rsidRPr="00152883">
        <w:rPr>
          <w:b/>
          <w:sz w:val="52"/>
          <w:szCs w:val="52"/>
        </w:rPr>
        <w:t xml:space="preserve"> </w:t>
      </w:r>
      <w:r w:rsidR="00EB6859">
        <w:rPr>
          <w:b/>
          <w:sz w:val="52"/>
          <w:szCs w:val="52"/>
        </w:rPr>
        <w:t xml:space="preserve">STORITEV </w:t>
      </w:r>
      <w:r w:rsidRPr="00152883">
        <w:rPr>
          <w:b/>
          <w:sz w:val="52"/>
          <w:szCs w:val="52"/>
        </w:rPr>
        <w:t xml:space="preserve">PO </w:t>
      </w:r>
      <w:r w:rsidR="00866E58">
        <w:rPr>
          <w:b/>
          <w:sz w:val="52"/>
          <w:szCs w:val="52"/>
        </w:rPr>
        <w:t>POSTOPKU NAROČILA MALE VREDNOSTI</w:t>
      </w:r>
      <w:r>
        <w:rPr>
          <w:b/>
          <w:sz w:val="52"/>
          <w:szCs w:val="52"/>
        </w:rPr>
        <w:t xml:space="preserve"> Z </w:t>
      </w:r>
      <w:r w:rsidRPr="00152883">
        <w:rPr>
          <w:b/>
          <w:sz w:val="52"/>
          <w:szCs w:val="52"/>
        </w:rPr>
        <w:t>OZNAKO</w:t>
      </w:r>
    </w:p>
    <w:p w14:paraId="176C107F" w14:textId="77777777" w:rsidR="00990C82" w:rsidRPr="00152883" w:rsidRDefault="00990C82" w:rsidP="00990C82">
      <w:pPr>
        <w:jc w:val="center"/>
        <w:rPr>
          <w:b/>
          <w:sz w:val="52"/>
          <w:szCs w:val="52"/>
        </w:rPr>
      </w:pPr>
    </w:p>
    <w:p w14:paraId="27C188C4" w14:textId="632A8181" w:rsidR="00990C82" w:rsidRDefault="00D36A04" w:rsidP="00990C82">
      <w:pPr>
        <w:jc w:val="center"/>
        <w:rPr>
          <w:b/>
          <w:sz w:val="52"/>
          <w:szCs w:val="52"/>
        </w:rPr>
      </w:pPr>
      <w:r>
        <w:rPr>
          <w:b/>
          <w:sz w:val="52"/>
          <w:szCs w:val="52"/>
        </w:rPr>
        <w:t>Rekonstrukcija cest</w:t>
      </w:r>
    </w:p>
    <w:p w14:paraId="46A89C9F" w14:textId="77777777" w:rsidR="00990C82" w:rsidRDefault="00990C82" w:rsidP="00152883">
      <w:pPr>
        <w:jc w:val="center"/>
        <w:rPr>
          <w:b/>
          <w:sz w:val="52"/>
          <w:szCs w:val="52"/>
        </w:rPr>
      </w:pPr>
    </w:p>
    <w:p w14:paraId="6E568B7C" w14:textId="77777777" w:rsidR="00D36A04" w:rsidRDefault="00D36A04" w:rsidP="0077559D">
      <w:pPr>
        <w:rPr>
          <w:b/>
          <w:szCs w:val="20"/>
        </w:rPr>
      </w:pPr>
    </w:p>
    <w:p w14:paraId="5F5CC2B9" w14:textId="77777777" w:rsidR="00D36A04" w:rsidRDefault="00D36A04" w:rsidP="0077559D">
      <w:pPr>
        <w:rPr>
          <w:b/>
          <w:szCs w:val="20"/>
        </w:rPr>
      </w:pPr>
    </w:p>
    <w:p w14:paraId="4D8D5C4C" w14:textId="093207AA" w:rsidR="0077559D" w:rsidRPr="0077559D" w:rsidRDefault="0077559D" w:rsidP="0077559D">
      <w:pPr>
        <w:rPr>
          <w:b/>
          <w:szCs w:val="20"/>
        </w:rPr>
      </w:pPr>
      <w:r w:rsidRPr="0077559D">
        <w:rPr>
          <w:b/>
          <w:szCs w:val="20"/>
        </w:rPr>
        <w:t>VSEBINA:</w:t>
      </w:r>
    </w:p>
    <w:p w14:paraId="5BE33BF5" w14:textId="77777777" w:rsidR="00D36A04" w:rsidRDefault="0077559D" w:rsidP="00D36A04">
      <w:r>
        <w:t xml:space="preserve">Razpisno dokumentacijo sestavljajo: </w:t>
      </w:r>
    </w:p>
    <w:p w14:paraId="5E441E10" w14:textId="77777777" w:rsidR="00D36A04" w:rsidRDefault="0077559D" w:rsidP="00D36A04">
      <w:pPr>
        <w:pStyle w:val="Odstavekseznama"/>
        <w:numPr>
          <w:ilvl w:val="0"/>
          <w:numId w:val="4"/>
        </w:numPr>
      </w:pPr>
      <w:r>
        <w:t>navodila ponudnikom za pripravo ponudbe,</w:t>
      </w:r>
    </w:p>
    <w:p w14:paraId="47FBB7D1" w14:textId="77777777" w:rsidR="00D36A04" w:rsidRDefault="00A34C82" w:rsidP="00D36A04">
      <w:pPr>
        <w:pStyle w:val="Odstavekseznama"/>
        <w:numPr>
          <w:ilvl w:val="0"/>
          <w:numId w:val="4"/>
        </w:numPr>
      </w:pPr>
      <w:r>
        <w:t>obrazec »</w:t>
      </w:r>
      <w:r w:rsidR="00674A96">
        <w:t>Ponudba</w:t>
      </w:r>
      <w:r>
        <w:t>«,</w:t>
      </w:r>
    </w:p>
    <w:p w14:paraId="55C40890" w14:textId="77777777" w:rsidR="00D36A04" w:rsidRDefault="00A34C82" w:rsidP="00D36A04">
      <w:pPr>
        <w:pStyle w:val="Odstavekseznama"/>
        <w:numPr>
          <w:ilvl w:val="0"/>
          <w:numId w:val="4"/>
        </w:numPr>
      </w:pPr>
      <w:r>
        <w:t>obrazec »Izjava za gospodarski subjekt«</w:t>
      </w:r>
    </w:p>
    <w:p w14:paraId="5A308D52" w14:textId="160DE534" w:rsidR="00D36A04" w:rsidRDefault="00A34C82" w:rsidP="00D36A04">
      <w:pPr>
        <w:pStyle w:val="Odstavekseznama"/>
        <w:numPr>
          <w:ilvl w:val="0"/>
          <w:numId w:val="4"/>
        </w:numPr>
      </w:pPr>
      <w:r>
        <w:t>obrazec »</w:t>
      </w:r>
      <w:r w:rsidRPr="00856D4D">
        <w:t>Izjava o izpolnjevanju pogojev glede ustreznosti za opravljanje poklicne dejavnosti</w:t>
      </w:r>
      <w:r>
        <w:t>«</w:t>
      </w:r>
    </w:p>
    <w:p w14:paraId="78CBE2E8" w14:textId="77777777" w:rsidR="00D36A04" w:rsidRDefault="00A34C82" w:rsidP="00D36A04">
      <w:pPr>
        <w:pStyle w:val="Odstavekseznama"/>
        <w:numPr>
          <w:ilvl w:val="0"/>
          <w:numId w:val="4"/>
        </w:numPr>
      </w:pPr>
      <w:r>
        <w:t>obrazec »</w:t>
      </w:r>
      <w:r w:rsidRPr="00856D4D">
        <w:t>Referenčno potrdilo</w:t>
      </w:r>
      <w:r>
        <w:t xml:space="preserve"> za gospodarski subjekt«</w:t>
      </w:r>
    </w:p>
    <w:p w14:paraId="224AE151" w14:textId="77777777" w:rsidR="00D36A04" w:rsidRDefault="0077559D" w:rsidP="00D36A04">
      <w:pPr>
        <w:pStyle w:val="Odstavekseznama"/>
        <w:numPr>
          <w:ilvl w:val="0"/>
          <w:numId w:val="4"/>
        </w:numPr>
      </w:pPr>
      <w:r w:rsidRPr="00D95101">
        <w:t>tehnične specifikacije,</w:t>
      </w:r>
    </w:p>
    <w:p w14:paraId="33902170" w14:textId="77777777" w:rsidR="00D36A04" w:rsidRDefault="00635BA0" w:rsidP="00D36A04">
      <w:pPr>
        <w:pStyle w:val="Odstavekseznama"/>
        <w:numPr>
          <w:ilvl w:val="0"/>
          <w:numId w:val="4"/>
        </w:numPr>
      </w:pPr>
      <w:r>
        <w:t>obrazec »Predračun«,</w:t>
      </w:r>
    </w:p>
    <w:p w14:paraId="4AB2DF2F" w14:textId="77777777" w:rsidR="00D36A04" w:rsidRDefault="00A34C82" w:rsidP="00D36A04">
      <w:pPr>
        <w:pStyle w:val="Odstavekseznama"/>
        <w:numPr>
          <w:ilvl w:val="0"/>
          <w:numId w:val="4"/>
        </w:numPr>
      </w:pPr>
      <w:r w:rsidRPr="00717B28">
        <w:t>obrazec »</w:t>
      </w:r>
      <w:r>
        <w:t>S</w:t>
      </w:r>
      <w:r w:rsidRPr="00717B28">
        <w:t>oglasje podizvajalca«</w:t>
      </w:r>
      <w:r>
        <w:t xml:space="preserve"> (v primeru, če ponudnik nastopa s podizvajalci in ti zahtevajo neposredna plačila)</w:t>
      </w:r>
    </w:p>
    <w:p w14:paraId="72451595" w14:textId="5EFA7DA4" w:rsidR="0077559D" w:rsidRPr="00DF474D" w:rsidRDefault="0077559D" w:rsidP="00D36A04">
      <w:pPr>
        <w:pStyle w:val="Odstavekseznama"/>
        <w:numPr>
          <w:ilvl w:val="0"/>
          <w:numId w:val="4"/>
        </w:numPr>
      </w:pPr>
      <w:r w:rsidRPr="00DF474D">
        <w:t>vzorec pogodbe,</w:t>
      </w:r>
    </w:p>
    <w:p w14:paraId="5F59DA21" w14:textId="4B28E969" w:rsidR="0077559D" w:rsidRPr="00D36A04" w:rsidRDefault="0077559D" w:rsidP="00D36A04">
      <w:pPr>
        <w:pStyle w:val="Odstavekseznama"/>
        <w:rPr>
          <w:b/>
          <w:szCs w:val="20"/>
        </w:rPr>
      </w:pPr>
    </w:p>
    <w:p w14:paraId="15121E80" w14:textId="77777777" w:rsidR="00990C82" w:rsidRDefault="0077559D" w:rsidP="00152883">
      <w:pPr>
        <w:jc w:val="center"/>
        <w:rPr>
          <w:b/>
          <w:szCs w:val="20"/>
        </w:rPr>
      </w:pPr>
      <w:r>
        <w:rPr>
          <w:b/>
          <w:szCs w:val="20"/>
        </w:rPr>
        <w:br w:type="page"/>
      </w:r>
    </w:p>
    <w:p w14:paraId="7328C74C" w14:textId="77777777" w:rsidR="0077559D" w:rsidRDefault="0077559D" w:rsidP="00152883">
      <w:pPr>
        <w:jc w:val="center"/>
        <w:rPr>
          <w:b/>
          <w:szCs w:val="20"/>
        </w:rPr>
      </w:pPr>
    </w:p>
    <w:p w14:paraId="7E72B4A7" w14:textId="77777777" w:rsidR="0077559D" w:rsidRDefault="0077559D" w:rsidP="00152883">
      <w:pPr>
        <w:jc w:val="center"/>
        <w:rPr>
          <w:b/>
          <w:szCs w:val="20"/>
        </w:rPr>
      </w:pPr>
    </w:p>
    <w:p w14:paraId="1189693A" w14:textId="77777777" w:rsidR="0077559D" w:rsidRDefault="0077559D" w:rsidP="00152883">
      <w:pPr>
        <w:jc w:val="center"/>
        <w:rPr>
          <w:b/>
          <w:szCs w:val="20"/>
        </w:rPr>
      </w:pPr>
    </w:p>
    <w:p w14:paraId="5F96819A" w14:textId="77777777" w:rsidR="0077559D" w:rsidRDefault="0077559D" w:rsidP="00152883">
      <w:pPr>
        <w:jc w:val="center"/>
        <w:rPr>
          <w:b/>
          <w:szCs w:val="20"/>
        </w:rPr>
      </w:pPr>
    </w:p>
    <w:p w14:paraId="2BF6DF3E" w14:textId="77777777" w:rsidR="0077559D" w:rsidRDefault="0077559D" w:rsidP="00152883">
      <w:pPr>
        <w:jc w:val="center"/>
        <w:rPr>
          <w:b/>
          <w:szCs w:val="20"/>
        </w:rPr>
      </w:pPr>
    </w:p>
    <w:p w14:paraId="38DF0F63" w14:textId="77777777" w:rsidR="0077559D" w:rsidRDefault="0077559D" w:rsidP="00152883">
      <w:pPr>
        <w:jc w:val="center"/>
        <w:rPr>
          <w:b/>
          <w:szCs w:val="20"/>
        </w:rPr>
      </w:pPr>
    </w:p>
    <w:p w14:paraId="605E15D7" w14:textId="77777777" w:rsidR="0077559D" w:rsidRDefault="0077559D" w:rsidP="00152883">
      <w:pPr>
        <w:jc w:val="center"/>
        <w:rPr>
          <w:b/>
          <w:szCs w:val="20"/>
        </w:rPr>
      </w:pPr>
    </w:p>
    <w:p w14:paraId="1478C0E2" w14:textId="77777777" w:rsidR="0077559D" w:rsidRDefault="0077559D" w:rsidP="00152883">
      <w:pPr>
        <w:jc w:val="center"/>
        <w:rPr>
          <w:b/>
          <w:szCs w:val="20"/>
        </w:rPr>
      </w:pPr>
    </w:p>
    <w:p w14:paraId="778C6787" w14:textId="77777777" w:rsidR="0077559D" w:rsidRDefault="0077559D" w:rsidP="00152883">
      <w:pPr>
        <w:jc w:val="center"/>
        <w:rPr>
          <w:b/>
          <w:szCs w:val="20"/>
        </w:rPr>
      </w:pPr>
    </w:p>
    <w:p w14:paraId="606CA68B" w14:textId="77777777" w:rsidR="0077559D" w:rsidRDefault="0077559D" w:rsidP="00152883">
      <w:pPr>
        <w:jc w:val="center"/>
        <w:rPr>
          <w:b/>
          <w:szCs w:val="20"/>
        </w:rPr>
      </w:pPr>
    </w:p>
    <w:p w14:paraId="433E101E" w14:textId="77777777" w:rsidR="0077559D" w:rsidRDefault="0077559D" w:rsidP="00152883">
      <w:pPr>
        <w:jc w:val="center"/>
        <w:rPr>
          <w:b/>
          <w:szCs w:val="20"/>
        </w:rPr>
      </w:pPr>
    </w:p>
    <w:p w14:paraId="3EFD1EC6" w14:textId="77777777" w:rsidR="0077559D" w:rsidRDefault="0077559D" w:rsidP="00152883">
      <w:pPr>
        <w:jc w:val="center"/>
        <w:rPr>
          <w:b/>
          <w:szCs w:val="20"/>
        </w:rPr>
      </w:pPr>
    </w:p>
    <w:p w14:paraId="0F925D89" w14:textId="77777777" w:rsidR="0077559D" w:rsidRDefault="0077559D" w:rsidP="00152883">
      <w:pPr>
        <w:jc w:val="center"/>
        <w:rPr>
          <w:b/>
          <w:szCs w:val="20"/>
        </w:rPr>
      </w:pPr>
    </w:p>
    <w:p w14:paraId="7D1B0ECF" w14:textId="77777777" w:rsidR="0077559D" w:rsidRPr="0077559D" w:rsidRDefault="0077559D" w:rsidP="00152883">
      <w:pPr>
        <w:jc w:val="center"/>
        <w:rPr>
          <w:b/>
          <w:szCs w:val="20"/>
        </w:rPr>
      </w:pPr>
    </w:p>
    <w:p w14:paraId="12140454" w14:textId="77777777" w:rsidR="00990C82" w:rsidRPr="0077559D" w:rsidRDefault="00990C82" w:rsidP="00152883">
      <w:pPr>
        <w:jc w:val="center"/>
        <w:rPr>
          <w:b/>
          <w:szCs w:val="20"/>
        </w:rPr>
      </w:pPr>
    </w:p>
    <w:p w14:paraId="24F6B800" w14:textId="77777777" w:rsidR="00990C82" w:rsidRPr="0077559D" w:rsidRDefault="00990C82" w:rsidP="00152883">
      <w:pPr>
        <w:jc w:val="center"/>
        <w:rPr>
          <w:b/>
          <w:szCs w:val="20"/>
        </w:rPr>
      </w:pPr>
    </w:p>
    <w:p w14:paraId="27FD954B" w14:textId="77777777" w:rsidR="00990C82" w:rsidRPr="0077559D" w:rsidRDefault="00990C82" w:rsidP="00152883">
      <w:pPr>
        <w:jc w:val="center"/>
        <w:rPr>
          <w:b/>
          <w:szCs w:val="20"/>
        </w:rPr>
      </w:pPr>
    </w:p>
    <w:p w14:paraId="4655280D" w14:textId="77777777" w:rsidR="00990C82" w:rsidRPr="0077559D" w:rsidRDefault="00990C82" w:rsidP="00152883">
      <w:pPr>
        <w:jc w:val="center"/>
        <w:rPr>
          <w:b/>
          <w:szCs w:val="20"/>
        </w:rPr>
      </w:pPr>
    </w:p>
    <w:p w14:paraId="4BEE5157" w14:textId="77777777" w:rsidR="00990C82" w:rsidRPr="0077559D" w:rsidRDefault="00990C82" w:rsidP="00990C82">
      <w:pPr>
        <w:rPr>
          <w:b/>
          <w:szCs w:val="20"/>
        </w:rPr>
      </w:pPr>
    </w:p>
    <w:p w14:paraId="10B34F8C" w14:textId="77777777" w:rsidR="00BB1E26" w:rsidRDefault="00152883" w:rsidP="00307F19">
      <w:pPr>
        <w:jc w:val="center"/>
      </w:pPr>
      <w:r w:rsidRPr="00152883">
        <w:rPr>
          <w:b/>
          <w:sz w:val="52"/>
          <w:szCs w:val="52"/>
        </w:rPr>
        <w:t>NAVODIL</w:t>
      </w:r>
      <w:r w:rsidR="00270A35">
        <w:rPr>
          <w:b/>
          <w:sz w:val="52"/>
          <w:szCs w:val="52"/>
        </w:rPr>
        <w:t>A</w:t>
      </w:r>
      <w:r w:rsidRPr="00152883">
        <w:rPr>
          <w:b/>
          <w:sz w:val="52"/>
          <w:szCs w:val="52"/>
        </w:rPr>
        <w:t xml:space="preserve"> PONUDNIKOM ZA PRIPRAVO PONUDBE </w:t>
      </w:r>
    </w:p>
    <w:p w14:paraId="49FF78A3" w14:textId="77777777" w:rsidR="00BB1E26" w:rsidRDefault="00BB1E26" w:rsidP="005178B0"/>
    <w:p w14:paraId="68C3E9B1" w14:textId="77777777" w:rsidR="00BB1E26" w:rsidRDefault="00BB1E26" w:rsidP="005178B0"/>
    <w:p w14:paraId="3EE91B65" w14:textId="77777777" w:rsidR="00BB1E26" w:rsidRDefault="00BB1E26" w:rsidP="005178B0"/>
    <w:p w14:paraId="0FCCC158" w14:textId="77777777" w:rsidR="00BB1E26" w:rsidRDefault="00BB1E26" w:rsidP="005178B0"/>
    <w:p w14:paraId="3D2203AB" w14:textId="77777777" w:rsidR="00BB1E26" w:rsidRDefault="00BB1E26" w:rsidP="005178B0"/>
    <w:p w14:paraId="5CF38186" w14:textId="77777777" w:rsidR="00BB1E26" w:rsidRDefault="00BB1E26" w:rsidP="005178B0"/>
    <w:p w14:paraId="04BCD9AF" w14:textId="77777777" w:rsidR="00BB1E26" w:rsidRDefault="00BB1E26" w:rsidP="005178B0"/>
    <w:p w14:paraId="5BF7C68B" w14:textId="77777777" w:rsidR="00BB1E26" w:rsidRDefault="00BB1E26" w:rsidP="005178B0"/>
    <w:p w14:paraId="4B88B6A2" w14:textId="77777777" w:rsidR="00BB1E26" w:rsidRDefault="00BB1E26" w:rsidP="005178B0"/>
    <w:p w14:paraId="56D35385" w14:textId="77777777" w:rsidR="00BB1E26" w:rsidRDefault="00BB1E26" w:rsidP="005178B0"/>
    <w:p w14:paraId="0437FA06" w14:textId="77777777" w:rsidR="00BB1E26" w:rsidRDefault="00BB1E26" w:rsidP="005178B0"/>
    <w:p w14:paraId="727F7073" w14:textId="77777777" w:rsidR="00BB1E26" w:rsidRDefault="00BB1E26" w:rsidP="005178B0"/>
    <w:p w14:paraId="1E09D56E" w14:textId="77777777" w:rsidR="00BB1E26" w:rsidRDefault="00BB1E26" w:rsidP="005178B0"/>
    <w:p w14:paraId="7A4D94EE" w14:textId="77777777" w:rsidR="00BB1E26" w:rsidRDefault="00BB1E26" w:rsidP="005178B0"/>
    <w:p w14:paraId="0D57629A" w14:textId="77777777" w:rsidR="005A4097" w:rsidRDefault="005A4097" w:rsidP="005178B0"/>
    <w:p w14:paraId="6C6E7666" w14:textId="77777777" w:rsidR="005A4097" w:rsidRDefault="005A4097" w:rsidP="005178B0"/>
    <w:p w14:paraId="64C119B1" w14:textId="77777777" w:rsidR="005A4097" w:rsidRDefault="005A4097" w:rsidP="005178B0"/>
    <w:p w14:paraId="5F039834" w14:textId="77777777" w:rsidR="005A4097" w:rsidRDefault="005A4097" w:rsidP="005178B0"/>
    <w:p w14:paraId="27F2FB3A" w14:textId="77777777" w:rsidR="005A4097" w:rsidRDefault="005A4097" w:rsidP="005178B0"/>
    <w:p w14:paraId="2F9CAEF9" w14:textId="77777777" w:rsidR="005A4097" w:rsidRDefault="005A4097" w:rsidP="005178B0"/>
    <w:p w14:paraId="28F14433" w14:textId="77777777" w:rsidR="005A4097" w:rsidRDefault="005A4097" w:rsidP="005178B0"/>
    <w:p w14:paraId="4AD225C7" w14:textId="77777777" w:rsidR="00BB1E26" w:rsidRDefault="00BB1E26" w:rsidP="005178B0"/>
    <w:p w14:paraId="7B00278B" w14:textId="77777777" w:rsidR="00D65E75" w:rsidRPr="001F614F" w:rsidRDefault="00354169" w:rsidP="001F614F">
      <w:pPr>
        <w:pStyle w:val="NaslovTOC"/>
        <w:spacing w:before="0"/>
        <w:rPr>
          <w:rFonts w:ascii="Arial" w:hAnsi="Arial" w:cs="Arial"/>
          <w:b w:val="0"/>
          <w:color w:val="auto"/>
          <w:sz w:val="18"/>
          <w:szCs w:val="18"/>
        </w:rPr>
      </w:pPr>
      <w:bookmarkStart w:id="0" w:name="_Toc336851729"/>
      <w:r>
        <w:rPr>
          <w:rFonts w:ascii="Arial" w:hAnsi="Arial" w:cs="Arial"/>
          <w:b w:val="0"/>
          <w:color w:val="auto"/>
          <w:sz w:val="18"/>
          <w:szCs w:val="18"/>
        </w:rPr>
        <w:br w:type="page"/>
      </w:r>
      <w:r w:rsidR="009B3F0C" w:rsidRPr="001F614F">
        <w:rPr>
          <w:rFonts w:ascii="Arial" w:hAnsi="Arial" w:cs="Arial"/>
          <w:b w:val="0"/>
          <w:color w:val="auto"/>
          <w:sz w:val="18"/>
          <w:szCs w:val="18"/>
        </w:rPr>
        <w:lastRenderedPageBreak/>
        <w:t>KAZALO</w:t>
      </w:r>
    </w:p>
    <w:p w14:paraId="36D8B46A" w14:textId="226A9AC7" w:rsidR="00FF3F88" w:rsidRDefault="009B3F0C">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r w:rsidRPr="001F614F">
        <w:rPr>
          <w:rFonts w:ascii="Arial" w:hAnsi="Arial" w:cs="Arial"/>
          <w:b w:val="0"/>
          <w:sz w:val="18"/>
          <w:szCs w:val="18"/>
        </w:rPr>
        <w:fldChar w:fldCharType="begin"/>
      </w:r>
      <w:r w:rsidRPr="001F614F">
        <w:rPr>
          <w:rFonts w:ascii="Arial" w:hAnsi="Arial" w:cs="Arial"/>
          <w:b w:val="0"/>
          <w:sz w:val="18"/>
          <w:szCs w:val="18"/>
        </w:rPr>
        <w:instrText xml:space="preserve"> TOC \o "1-5" \h \z \u </w:instrText>
      </w:r>
      <w:r w:rsidRPr="001F614F">
        <w:rPr>
          <w:rFonts w:ascii="Arial" w:hAnsi="Arial" w:cs="Arial"/>
          <w:b w:val="0"/>
          <w:sz w:val="18"/>
          <w:szCs w:val="18"/>
        </w:rPr>
        <w:fldChar w:fldCharType="separate"/>
      </w:r>
      <w:hyperlink w:anchor="_Toc96061454" w:history="1">
        <w:r w:rsidR="00FF3F88" w:rsidRPr="00B456C9">
          <w:rPr>
            <w:rStyle w:val="Hiperpovezava"/>
            <w:noProof/>
          </w:rPr>
          <w:t>1.</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NAROČNIK</w:t>
        </w:r>
        <w:r w:rsidR="00FF3F88">
          <w:rPr>
            <w:noProof/>
            <w:webHidden/>
          </w:rPr>
          <w:tab/>
        </w:r>
        <w:r w:rsidR="00FF3F88">
          <w:rPr>
            <w:noProof/>
            <w:webHidden/>
          </w:rPr>
          <w:fldChar w:fldCharType="begin"/>
        </w:r>
        <w:r w:rsidR="00FF3F88">
          <w:rPr>
            <w:noProof/>
            <w:webHidden/>
          </w:rPr>
          <w:instrText xml:space="preserve"> PAGEREF _Toc96061454 \h </w:instrText>
        </w:r>
        <w:r w:rsidR="00FF3F88">
          <w:rPr>
            <w:noProof/>
            <w:webHidden/>
          </w:rPr>
        </w:r>
        <w:r w:rsidR="00FF3F88">
          <w:rPr>
            <w:noProof/>
            <w:webHidden/>
          </w:rPr>
          <w:fldChar w:fldCharType="separate"/>
        </w:r>
        <w:r w:rsidR="0079306D">
          <w:rPr>
            <w:noProof/>
            <w:webHidden/>
          </w:rPr>
          <w:t>4</w:t>
        </w:r>
        <w:r w:rsidR="00FF3F88">
          <w:rPr>
            <w:noProof/>
            <w:webHidden/>
          </w:rPr>
          <w:fldChar w:fldCharType="end"/>
        </w:r>
      </w:hyperlink>
    </w:p>
    <w:p w14:paraId="328E0812" w14:textId="33A1E0D4"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55" w:history="1">
        <w:r w:rsidR="00FF3F88" w:rsidRPr="00B456C9">
          <w:rPr>
            <w:rStyle w:val="Hiperpovezava"/>
            <w:noProof/>
          </w:rPr>
          <w:t>2.</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OZNAKA IN PREDMET JAVNEGA NAROČILA</w:t>
        </w:r>
        <w:r w:rsidR="00FF3F88">
          <w:rPr>
            <w:noProof/>
            <w:webHidden/>
          </w:rPr>
          <w:tab/>
        </w:r>
        <w:r w:rsidR="00FF3F88">
          <w:rPr>
            <w:noProof/>
            <w:webHidden/>
          </w:rPr>
          <w:fldChar w:fldCharType="begin"/>
        </w:r>
        <w:r w:rsidR="00FF3F88">
          <w:rPr>
            <w:noProof/>
            <w:webHidden/>
          </w:rPr>
          <w:instrText xml:space="preserve"> PAGEREF _Toc96061455 \h </w:instrText>
        </w:r>
        <w:r w:rsidR="00FF3F88">
          <w:rPr>
            <w:noProof/>
            <w:webHidden/>
          </w:rPr>
        </w:r>
        <w:r w:rsidR="00FF3F88">
          <w:rPr>
            <w:noProof/>
            <w:webHidden/>
          </w:rPr>
          <w:fldChar w:fldCharType="separate"/>
        </w:r>
        <w:r>
          <w:rPr>
            <w:noProof/>
            <w:webHidden/>
          </w:rPr>
          <w:t>4</w:t>
        </w:r>
        <w:r w:rsidR="00FF3F88">
          <w:rPr>
            <w:noProof/>
            <w:webHidden/>
          </w:rPr>
          <w:fldChar w:fldCharType="end"/>
        </w:r>
      </w:hyperlink>
    </w:p>
    <w:p w14:paraId="0DD871E9" w14:textId="44A0BCA1"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56" w:history="1">
        <w:r w:rsidR="00FF3F88" w:rsidRPr="00B456C9">
          <w:rPr>
            <w:rStyle w:val="Hiperpovezava"/>
            <w:noProof/>
          </w:rPr>
          <w:t>3.</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NAČIN ODDAJE JAVNEGA NAROČILA</w:t>
        </w:r>
        <w:r w:rsidR="00FF3F88">
          <w:rPr>
            <w:noProof/>
            <w:webHidden/>
          </w:rPr>
          <w:tab/>
        </w:r>
        <w:r w:rsidR="00FF3F88">
          <w:rPr>
            <w:noProof/>
            <w:webHidden/>
          </w:rPr>
          <w:fldChar w:fldCharType="begin"/>
        </w:r>
        <w:r w:rsidR="00FF3F88">
          <w:rPr>
            <w:noProof/>
            <w:webHidden/>
          </w:rPr>
          <w:instrText xml:space="preserve"> PAGEREF _Toc96061456 \h </w:instrText>
        </w:r>
        <w:r w:rsidR="00FF3F88">
          <w:rPr>
            <w:noProof/>
            <w:webHidden/>
          </w:rPr>
        </w:r>
        <w:r w:rsidR="00FF3F88">
          <w:rPr>
            <w:noProof/>
            <w:webHidden/>
          </w:rPr>
          <w:fldChar w:fldCharType="separate"/>
        </w:r>
        <w:r>
          <w:rPr>
            <w:noProof/>
            <w:webHidden/>
          </w:rPr>
          <w:t>4</w:t>
        </w:r>
        <w:r w:rsidR="00FF3F88">
          <w:rPr>
            <w:noProof/>
            <w:webHidden/>
          </w:rPr>
          <w:fldChar w:fldCharType="end"/>
        </w:r>
      </w:hyperlink>
    </w:p>
    <w:p w14:paraId="4396A32E" w14:textId="46394F76"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57" w:history="1">
        <w:r w:rsidR="00FF3F88" w:rsidRPr="00B456C9">
          <w:rPr>
            <w:rStyle w:val="Hiperpovezava"/>
            <w:noProof/>
          </w:rPr>
          <w:t>4.</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ROK IN NAČIN PREDLOŽITVE PONUDBE</w:t>
        </w:r>
        <w:r w:rsidR="00FF3F88">
          <w:rPr>
            <w:noProof/>
            <w:webHidden/>
          </w:rPr>
          <w:tab/>
        </w:r>
        <w:r w:rsidR="00FF3F88">
          <w:rPr>
            <w:noProof/>
            <w:webHidden/>
          </w:rPr>
          <w:fldChar w:fldCharType="begin"/>
        </w:r>
        <w:r w:rsidR="00FF3F88">
          <w:rPr>
            <w:noProof/>
            <w:webHidden/>
          </w:rPr>
          <w:instrText xml:space="preserve"> PAGEREF _Toc96061457 \h </w:instrText>
        </w:r>
        <w:r w:rsidR="00FF3F88">
          <w:rPr>
            <w:noProof/>
            <w:webHidden/>
          </w:rPr>
        </w:r>
        <w:r w:rsidR="00FF3F88">
          <w:rPr>
            <w:noProof/>
            <w:webHidden/>
          </w:rPr>
          <w:fldChar w:fldCharType="separate"/>
        </w:r>
        <w:r>
          <w:rPr>
            <w:noProof/>
            <w:webHidden/>
          </w:rPr>
          <w:t>4</w:t>
        </w:r>
        <w:r w:rsidR="00FF3F88">
          <w:rPr>
            <w:noProof/>
            <w:webHidden/>
          </w:rPr>
          <w:fldChar w:fldCharType="end"/>
        </w:r>
      </w:hyperlink>
    </w:p>
    <w:p w14:paraId="04FEE3A5" w14:textId="631185C8"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58" w:history="1">
        <w:r w:rsidR="00FF3F88" w:rsidRPr="00B456C9">
          <w:rPr>
            <w:rStyle w:val="Hiperpovezava"/>
            <w:noProof/>
          </w:rPr>
          <w:t>5.</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ČAS IN KRAJ ODPIRANJA PONUDB</w:t>
        </w:r>
        <w:r w:rsidR="00FF3F88">
          <w:rPr>
            <w:noProof/>
            <w:webHidden/>
          </w:rPr>
          <w:tab/>
        </w:r>
        <w:r w:rsidR="00FF3F88">
          <w:rPr>
            <w:noProof/>
            <w:webHidden/>
          </w:rPr>
          <w:fldChar w:fldCharType="begin"/>
        </w:r>
        <w:r w:rsidR="00FF3F88">
          <w:rPr>
            <w:noProof/>
            <w:webHidden/>
          </w:rPr>
          <w:instrText xml:space="preserve"> PAGEREF _Toc96061458 \h </w:instrText>
        </w:r>
        <w:r w:rsidR="00FF3F88">
          <w:rPr>
            <w:noProof/>
            <w:webHidden/>
          </w:rPr>
        </w:r>
        <w:r w:rsidR="00FF3F88">
          <w:rPr>
            <w:noProof/>
            <w:webHidden/>
          </w:rPr>
          <w:fldChar w:fldCharType="separate"/>
        </w:r>
        <w:r>
          <w:rPr>
            <w:noProof/>
            <w:webHidden/>
          </w:rPr>
          <w:t>5</w:t>
        </w:r>
        <w:r w:rsidR="00FF3F88">
          <w:rPr>
            <w:noProof/>
            <w:webHidden/>
          </w:rPr>
          <w:fldChar w:fldCharType="end"/>
        </w:r>
      </w:hyperlink>
    </w:p>
    <w:p w14:paraId="416FF2CE" w14:textId="4CBD57E8"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59" w:history="1">
        <w:r w:rsidR="00FF3F88" w:rsidRPr="00B456C9">
          <w:rPr>
            <w:rStyle w:val="Hiperpovezava"/>
            <w:noProof/>
          </w:rPr>
          <w:t>6.</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POGAJANJA Naročnik bo s ponudnikom(i) izvedel pogajanja, v skladu z drugim odstavkom 47. člena ZJN-3.</w:t>
        </w:r>
        <w:r w:rsidR="00FF3F88">
          <w:rPr>
            <w:noProof/>
            <w:webHidden/>
          </w:rPr>
          <w:tab/>
        </w:r>
        <w:r w:rsidR="00FF3F88">
          <w:rPr>
            <w:noProof/>
            <w:webHidden/>
          </w:rPr>
          <w:fldChar w:fldCharType="begin"/>
        </w:r>
        <w:r w:rsidR="00FF3F88">
          <w:rPr>
            <w:noProof/>
            <w:webHidden/>
          </w:rPr>
          <w:instrText xml:space="preserve"> PAGEREF _Toc96061459 \h </w:instrText>
        </w:r>
        <w:r w:rsidR="00FF3F88">
          <w:rPr>
            <w:noProof/>
            <w:webHidden/>
          </w:rPr>
        </w:r>
        <w:r w:rsidR="00FF3F88">
          <w:rPr>
            <w:noProof/>
            <w:webHidden/>
          </w:rPr>
          <w:fldChar w:fldCharType="separate"/>
        </w:r>
        <w:r>
          <w:rPr>
            <w:noProof/>
            <w:webHidden/>
          </w:rPr>
          <w:t>5</w:t>
        </w:r>
        <w:r w:rsidR="00FF3F88">
          <w:rPr>
            <w:noProof/>
            <w:webHidden/>
          </w:rPr>
          <w:fldChar w:fldCharType="end"/>
        </w:r>
      </w:hyperlink>
    </w:p>
    <w:p w14:paraId="7EC295B5" w14:textId="7E1DFE4B"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60" w:history="1">
        <w:r w:rsidR="00FF3F88" w:rsidRPr="00B456C9">
          <w:rPr>
            <w:rStyle w:val="Hiperpovezava"/>
            <w:noProof/>
          </w:rPr>
          <w:t>7.</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PRAVNA PODLAGA</w:t>
        </w:r>
        <w:r w:rsidR="00FF3F88">
          <w:rPr>
            <w:noProof/>
            <w:webHidden/>
          </w:rPr>
          <w:tab/>
        </w:r>
        <w:r w:rsidR="00FF3F88">
          <w:rPr>
            <w:noProof/>
            <w:webHidden/>
          </w:rPr>
          <w:fldChar w:fldCharType="begin"/>
        </w:r>
        <w:r w:rsidR="00FF3F88">
          <w:rPr>
            <w:noProof/>
            <w:webHidden/>
          </w:rPr>
          <w:instrText xml:space="preserve"> PAGEREF _Toc96061460 \h </w:instrText>
        </w:r>
        <w:r w:rsidR="00FF3F88">
          <w:rPr>
            <w:noProof/>
            <w:webHidden/>
          </w:rPr>
        </w:r>
        <w:r w:rsidR="00FF3F88">
          <w:rPr>
            <w:noProof/>
            <w:webHidden/>
          </w:rPr>
          <w:fldChar w:fldCharType="separate"/>
        </w:r>
        <w:r>
          <w:rPr>
            <w:noProof/>
            <w:webHidden/>
          </w:rPr>
          <w:t>5</w:t>
        </w:r>
        <w:r w:rsidR="00FF3F88">
          <w:rPr>
            <w:noProof/>
            <w:webHidden/>
          </w:rPr>
          <w:fldChar w:fldCharType="end"/>
        </w:r>
      </w:hyperlink>
    </w:p>
    <w:p w14:paraId="09F64EE6" w14:textId="3971147D"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61" w:history="1">
        <w:r w:rsidR="00FF3F88" w:rsidRPr="00B456C9">
          <w:rPr>
            <w:rStyle w:val="Hiperpovezava"/>
            <w:noProof/>
          </w:rPr>
          <w:t>8.</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TEMELJNA PRAVILA ZA DOSTOP, OBVESTILA IN POJASNILA V ZVEZI Z RAZPISNO DOKUMENTACIJO</w:t>
        </w:r>
        <w:r w:rsidR="00FF3F88">
          <w:rPr>
            <w:noProof/>
            <w:webHidden/>
          </w:rPr>
          <w:tab/>
        </w:r>
        <w:r w:rsidR="00FF3F88">
          <w:rPr>
            <w:noProof/>
            <w:webHidden/>
          </w:rPr>
          <w:fldChar w:fldCharType="begin"/>
        </w:r>
        <w:r w:rsidR="00FF3F88">
          <w:rPr>
            <w:noProof/>
            <w:webHidden/>
          </w:rPr>
          <w:instrText xml:space="preserve"> PAGEREF _Toc96061461 \h </w:instrText>
        </w:r>
        <w:r w:rsidR="00FF3F88">
          <w:rPr>
            <w:noProof/>
            <w:webHidden/>
          </w:rPr>
        </w:r>
        <w:r w:rsidR="00FF3F88">
          <w:rPr>
            <w:noProof/>
            <w:webHidden/>
          </w:rPr>
          <w:fldChar w:fldCharType="separate"/>
        </w:r>
        <w:r>
          <w:rPr>
            <w:noProof/>
            <w:webHidden/>
          </w:rPr>
          <w:t>5</w:t>
        </w:r>
        <w:r w:rsidR="00FF3F88">
          <w:rPr>
            <w:noProof/>
            <w:webHidden/>
          </w:rPr>
          <w:fldChar w:fldCharType="end"/>
        </w:r>
      </w:hyperlink>
    </w:p>
    <w:p w14:paraId="493D70B2" w14:textId="265CE7E2" w:rsidR="00FF3F88" w:rsidRDefault="0079306D">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96061462" w:history="1">
        <w:r w:rsidR="00FF3F88" w:rsidRPr="00B456C9">
          <w:rPr>
            <w:rStyle w:val="Hiperpovezava"/>
            <w:noProof/>
          </w:rPr>
          <w:t>8.1</w:t>
        </w:r>
        <w:r w:rsidR="00FF3F88">
          <w:rPr>
            <w:rFonts w:asciiTheme="minorHAnsi" w:eastAsiaTheme="minorEastAsia" w:hAnsiTheme="minorHAnsi" w:cstheme="minorBidi"/>
            <w:smallCaps w:val="0"/>
            <w:noProof/>
            <w:sz w:val="22"/>
            <w:szCs w:val="22"/>
            <w:lang w:eastAsia="sl-SI"/>
          </w:rPr>
          <w:tab/>
        </w:r>
        <w:r w:rsidR="00FF3F88" w:rsidRPr="00B456C9">
          <w:rPr>
            <w:rStyle w:val="Hiperpovezava"/>
            <w:noProof/>
          </w:rPr>
          <w:t>Dostop do razpisne dokumentacije</w:t>
        </w:r>
        <w:r w:rsidR="00FF3F88">
          <w:rPr>
            <w:noProof/>
            <w:webHidden/>
          </w:rPr>
          <w:tab/>
        </w:r>
        <w:r w:rsidR="00FF3F88">
          <w:rPr>
            <w:noProof/>
            <w:webHidden/>
          </w:rPr>
          <w:fldChar w:fldCharType="begin"/>
        </w:r>
        <w:r w:rsidR="00FF3F88">
          <w:rPr>
            <w:noProof/>
            <w:webHidden/>
          </w:rPr>
          <w:instrText xml:space="preserve"> PAGEREF _Toc96061462 \h </w:instrText>
        </w:r>
        <w:r w:rsidR="00FF3F88">
          <w:rPr>
            <w:noProof/>
            <w:webHidden/>
          </w:rPr>
        </w:r>
        <w:r w:rsidR="00FF3F88">
          <w:rPr>
            <w:noProof/>
            <w:webHidden/>
          </w:rPr>
          <w:fldChar w:fldCharType="separate"/>
        </w:r>
        <w:r>
          <w:rPr>
            <w:noProof/>
            <w:webHidden/>
          </w:rPr>
          <w:t>5</w:t>
        </w:r>
        <w:r w:rsidR="00FF3F88">
          <w:rPr>
            <w:noProof/>
            <w:webHidden/>
          </w:rPr>
          <w:fldChar w:fldCharType="end"/>
        </w:r>
      </w:hyperlink>
    </w:p>
    <w:p w14:paraId="55193DC5" w14:textId="748E5A3C" w:rsidR="00FF3F88" w:rsidRDefault="0079306D">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96061463" w:history="1">
        <w:r w:rsidR="00FF3F88" w:rsidRPr="00B456C9">
          <w:rPr>
            <w:rStyle w:val="Hiperpovezava"/>
            <w:noProof/>
          </w:rPr>
          <w:t>8.2</w:t>
        </w:r>
        <w:r w:rsidR="00FF3F88">
          <w:rPr>
            <w:rFonts w:asciiTheme="minorHAnsi" w:eastAsiaTheme="minorEastAsia" w:hAnsiTheme="minorHAnsi" w:cstheme="minorBidi"/>
            <w:smallCaps w:val="0"/>
            <w:noProof/>
            <w:sz w:val="22"/>
            <w:szCs w:val="22"/>
            <w:lang w:eastAsia="sl-SI"/>
          </w:rPr>
          <w:tab/>
        </w:r>
        <w:r w:rsidR="00FF3F88" w:rsidRPr="00B456C9">
          <w:rPr>
            <w:rStyle w:val="Hiperpovezava"/>
            <w:noProof/>
          </w:rPr>
          <w:t>Obvestila in pojasnila v zvezi z razpisno dokumentacijo</w:t>
        </w:r>
        <w:r w:rsidR="00FF3F88">
          <w:rPr>
            <w:noProof/>
            <w:webHidden/>
          </w:rPr>
          <w:tab/>
        </w:r>
        <w:r w:rsidR="00FF3F88">
          <w:rPr>
            <w:noProof/>
            <w:webHidden/>
          </w:rPr>
          <w:fldChar w:fldCharType="begin"/>
        </w:r>
        <w:r w:rsidR="00FF3F88">
          <w:rPr>
            <w:noProof/>
            <w:webHidden/>
          </w:rPr>
          <w:instrText xml:space="preserve"> PAGEREF _Toc96061463 \h </w:instrText>
        </w:r>
        <w:r w:rsidR="00FF3F88">
          <w:rPr>
            <w:noProof/>
            <w:webHidden/>
          </w:rPr>
        </w:r>
        <w:r w:rsidR="00FF3F88">
          <w:rPr>
            <w:noProof/>
            <w:webHidden/>
          </w:rPr>
          <w:fldChar w:fldCharType="separate"/>
        </w:r>
        <w:r>
          <w:rPr>
            <w:noProof/>
            <w:webHidden/>
          </w:rPr>
          <w:t>5</w:t>
        </w:r>
        <w:r w:rsidR="00FF3F88">
          <w:rPr>
            <w:noProof/>
            <w:webHidden/>
          </w:rPr>
          <w:fldChar w:fldCharType="end"/>
        </w:r>
      </w:hyperlink>
    </w:p>
    <w:p w14:paraId="446397FE" w14:textId="763CF59B" w:rsidR="00FF3F88" w:rsidRDefault="0079306D">
      <w:pPr>
        <w:pStyle w:val="Kazalovsebine1"/>
        <w:tabs>
          <w:tab w:val="left" w:pos="400"/>
          <w:tab w:val="right" w:leader="dot" w:pos="9060"/>
        </w:tabs>
        <w:rPr>
          <w:rFonts w:asciiTheme="minorHAnsi" w:eastAsiaTheme="minorEastAsia" w:hAnsiTheme="minorHAnsi" w:cstheme="minorBidi"/>
          <w:b w:val="0"/>
          <w:bCs w:val="0"/>
          <w:caps w:val="0"/>
          <w:noProof/>
          <w:sz w:val="22"/>
          <w:szCs w:val="22"/>
          <w:lang w:eastAsia="sl-SI"/>
        </w:rPr>
      </w:pPr>
      <w:hyperlink w:anchor="_Toc96061464" w:history="1">
        <w:r w:rsidR="00FF3F88" w:rsidRPr="00B456C9">
          <w:rPr>
            <w:rStyle w:val="Hiperpovezava"/>
            <w:noProof/>
          </w:rPr>
          <w:t>9.</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UGOTAVLJANJE SPOSOBNOSTI</w:t>
        </w:r>
        <w:r w:rsidR="00FF3F88">
          <w:rPr>
            <w:noProof/>
            <w:webHidden/>
          </w:rPr>
          <w:tab/>
        </w:r>
        <w:r w:rsidR="00FF3F88">
          <w:rPr>
            <w:noProof/>
            <w:webHidden/>
          </w:rPr>
          <w:fldChar w:fldCharType="begin"/>
        </w:r>
        <w:r w:rsidR="00FF3F88">
          <w:rPr>
            <w:noProof/>
            <w:webHidden/>
          </w:rPr>
          <w:instrText xml:space="preserve"> PAGEREF _Toc96061464 \h </w:instrText>
        </w:r>
        <w:r w:rsidR="00FF3F88">
          <w:rPr>
            <w:noProof/>
            <w:webHidden/>
          </w:rPr>
        </w:r>
        <w:r w:rsidR="00FF3F88">
          <w:rPr>
            <w:noProof/>
            <w:webHidden/>
          </w:rPr>
          <w:fldChar w:fldCharType="separate"/>
        </w:r>
        <w:r>
          <w:rPr>
            <w:noProof/>
            <w:webHidden/>
          </w:rPr>
          <w:t>6</w:t>
        </w:r>
        <w:r w:rsidR="00FF3F88">
          <w:rPr>
            <w:noProof/>
            <w:webHidden/>
          </w:rPr>
          <w:fldChar w:fldCharType="end"/>
        </w:r>
      </w:hyperlink>
    </w:p>
    <w:p w14:paraId="3BCAB48E" w14:textId="78699081" w:rsidR="00FF3F88" w:rsidRDefault="0079306D">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96061465" w:history="1">
        <w:r w:rsidR="00FF3F88" w:rsidRPr="00B456C9">
          <w:rPr>
            <w:rStyle w:val="Hiperpovezava"/>
            <w:noProof/>
          </w:rPr>
          <w:t>9.1</w:t>
        </w:r>
        <w:r w:rsidR="00FF3F88">
          <w:rPr>
            <w:rFonts w:asciiTheme="minorHAnsi" w:eastAsiaTheme="minorEastAsia" w:hAnsiTheme="minorHAnsi" w:cstheme="minorBidi"/>
            <w:smallCaps w:val="0"/>
            <w:noProof/>
            <w:sz w:val="22"/>
            <w:szCs w:val="22"/>
            <w:lang w:eastAsia="sl-SI"/>
          </w:rPr>
          <w:tab/>
        </w:r>
        <w:r w:rsidR="00FF3F88" w:rsidRPr="00B456C9">
          <w:rPr>
            <w:rStyle w:val="Hiperpovezava"/>
            <w:noProof/>
          </w:rPr>
          <w:t>Ugotavljanje sposobnosti za sodelovanje v postopku oddaje javnega naročila in dokazila</w:t>
        </w:r>
        <w:r w:rsidR="00FF3F88">
          <w:rPr>
            <w:noProof/>
            <w:webHidden/>
          </w:rPr>
          <w:tab/>
        </w:r>
        <w:r w:rsidR="00FF3F88">
          <w:rPr>
            <w:noProof/>
            <w:webHidden/>
          </w:rPr>
          <w:fldChar w:fldCharType="begin"/>
        </w:r>
        <w:r w:rsidR="00FF3F88">
          <w:rPr>
            <w:noProof/>
            <w:webHidden/>
          </w:rPr>
          <w:instrText xml:space="preserve"> PAGEREF _Toc96061465 \h </w:instrText>
        </w:r>
        <w:r w:rsidR="00FF3F88">
          <w:rPr>
            <w:noProof/>
            <w:webHidden/>
          </w:rPr>
        </w:r>
        <w:r w:rsidR="00FF3F88">
          <w:rPr>
            <w:noProof/>
            <w:webHidden/>
          </w:rPr>
          <w:fldChar w:fldCharType="separate"/>
        </w:r>
        <w:r>
          <w:rPr>
            <w:noProof/>
            <w:webHidden/>
          </w:rPr>
          <w:t>6</w:t>
        </w:r>
        <w:r w:rsidR="00FF3F88">
          <w:rPr>
            <w:noProof/>
            <w:webHidden/>
          </w:rPr>
          <w:fldChar w:fldCharType="end"/>
        </w:r>
      </w:hyperlink>
    </w:p>
    <w:p w14:paraId="6A7D77C9" w14:textId="2CF76AFD"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66" w:history="1">
        <w:r w:rsidR="00FF3F88" w:rsidRPr="00B456C9">
          <w:rPr>
            <w:rStyle w:val="Hiperpovezava"/>
            <w:noProof/>
          </w:rPr>
          <w:t>9.1.1</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Razlogi za izključitev</w:t>
        </w:r>
        <w:r w:rsidR="00FF3F88">
          <w:rPr>
            <w:noProof/>
            <w:webHidden/>
          </w:rPr>
          <w:tab/>
        </w:r>
        <w:r w:rsidR="00FF3F88">
          <w:rPr>
            <w:noProof/>
            <w:webHidden/>
          </w:rPr>
          <w:fldChar w:fldCharType="begin"/>
        </w:r>
        <w:r w:rsidR="00FF3F88">
          <w:rPr>
            <w:noProof/>
            <w:webHidden/>
          </w:rPr>
          <w:instrText xml:space="preserve"> PAGEREF _Toc96061466 \h </w:instrText>
        </w:r>
        <w:r w:rsidR="00FF3F88">
          <w:rPr>
            <w:noProof/>
            <w:webHidden/>
          </w:rPr>
        </w:r>
        <w:r w:rsidR="00FF3F88">
          <w:rPr>
            <w:noProof/>
            <w:webHidden/>
          </w:rPr>
          <w:fldChar w:fldCharType="separate"/>
        </w:r>
        <w:r>
          <w:rPr>
            <w:noProof/>
            <w:webHidden/>
          </w:rPr>
          <w:t>6</w:t>
        </w:r>
        <w:r w:rsidR="00FF3F88">
          <w:rPr>
            <w:noProof/>
            <w:webHidden/>
          </w:rPr>
          <w:fldChar w:fldCharType="end"/>
        </w:r>
      </w:hyperlink>
    </w:p>
    <w:p w14:paraId="6A694FCE" w14:textId="13304701"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67" w:history="1">
        <w:r w:rsidR="00FF3F88" w:rsidRPr="00B456C9">
          <w:rPr>
            <w:rStyle w:val="Hiperpovezava"/>
            <w:noProof/>
          </w:rPr>
          <w:t>9.1.2</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Pogoji za sodelovanje glede ustreznosti za opravljanje poklicne dejavnosti</w:t>
        </w:r>
        <w:r w:rsidR="00FF3F88">
          <w:rPr>
            <w:noProof/>
            <w:webHidden/>
          </w:rPr>
          <w:tab/>
        </w:r>
        <w:r w:rsidR="00FF3F88">
          <w:rPr>
            <w:noProof/>
            <w:webHidden/>
          </w:rPr>
          <w:fldChar w:fldCharType="begin"/>
        </w:r>
        <w:r w:rsidR="00FF3F88">
          <w:rPr>
            <w:noProof/>
            <w:webHidden/>
          </w:rPr>
          <w:instrText xml:space="preserve"> PAGEREF _Toc96061467 \h </w:instrText>
        </w:r>
        <w:r w:rsidR="00FF3F88">
          <w:rPr>
            <w:noProof/>
            <w:webHidden/>
          </w:rPr>
        </w:r>
        <w:r w:rsidR="00FF3F88">
          <w:rPr>
            <w:noProof/>
            <w:webHidden/>
          </w:rPr>
          <w:fldChar w:fldCharType="separate"/>
        </w:r>
        <w:r>
          <w:rPr>
            <w:noProof/>
            <w:webHidden/>
          </w:rPr>
          <w:t>7</w:t>
        </w:r>
        <w:r w:rsidR="00FF3F88">
          <w:rPr>
            <w:noProof/>
            <w:webHidden/>
          </w:rPr>
          <w:fldChar w:fldCharType="end"/>
        </w:r>
      </w:hyperlink>
    </w:p>
    <w:p w14:paraId="6527805A" w14:textId="04440A96"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68" w:history="1">
        <w:r w:rsidR="00FF3F88" w:rsidRPr="00B456C9">
          <w:rPr>
            <w:rStyle w:val="Hiperpovezava"/>
            <w:noProof/>
          </w:rPr>
          <w:t>9.1.3</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Pogoji za sodelovanje glede tehnične in strokovne sposobnosti</w:t>
        </w:r>
        <w:r w:rsidR="00FF3F88">
          <w:rPr>
            <w:noProof/>
            <w:webHidden/>
          </w:rPr>
          <w:tab/>
        </w:r>
        <w:r w:rsidR="00FF3F88">
          <w:rPr>
            <w:noProof/>
            <w:webHidden/>
          </w:rPr>
          <w:fldChar w:fldCharType="begin"/>
        </w:r>
        <w:r w:rsidR="00FF3F88">
          <w:rPr>
            <w:noProof/>
            <w:webHidden/>
          </w:rPr>
          <w:instrText xml:space="preserve"> PAGEREF _Toc96061468 \h </w:instrText>
        </w:r>
        <w:r w:rsidR="00FF3F88">
          <w:rPr>
            <w:noProof/>
            <w:webHidden/>
          </w:rPr>
        </w:r>
        <w:r w:rsidR="00FF3F88">
          <w:rPr>
            <w:noProof/>
            <w:webHidden/>
          </w:rPr>
          <w:fldChar w:fldCharType="separate"/>
        </w:r>
        <w:r>
          <w:rPr>
            <w:noProof/>
            <w:webHidden/>
          </w:rPr>
          <w:t>8</w:t>
        </w:r>
        <w:r w:rsidR="00FF3F88">
          <w:rPr>
            <w:noProof/>
            <w:webHidden/>
          </w:rPr>
          <w:fldChar w:fldCharType="end"/>
        </w:r>
      </w:hyperlink>
    </w:p>
    <w:p w14:paraId="3773F9D4" w14:textId="384A67BA"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69" w:history="1">
        <w:r w:rsidR="00FF3F88" w:rsidRPr="00B456C9">
          <w:rPr>
            <w:rStyle w:val="Hiperpovezava"/>
            <w:noProof/>
          </w:rPr>
          <w:t>9.1.4</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Drugi pogoji</w:t>
        </w:r>
        <w:r w:rsidR="00FF3F88">
          <w:rPr>
            <w:noProof/>
            <w:webHidden/>
          </w:rPr>
          <w:tab/>
        </w:r>
        <w:r w:rsidR="00FF3F88">
          <w:rPr>
            <w:noProof/>
            <w:webHidden/>
          </w:rPr>
          <w:fldChar w:fldCharType="begin"/>
        </w:r>
        <w:r w:rsidR="00FF3F88">
          <w:rPr>
            <w:noProof/>
            <w:webHidden/>
          </w:rPr>
          <w:instrText xml:space="preserve"> PAGEREF _Toc96061469 \h </w:instrText>
        </w:r>
        <w:r w:rsidR="00FF3F88">
          <w:rPr>
            <w:noProof/>
            <w:webHidden/>
          </w:rPr>
        </w:r>
        <w:r w:rsidR="00FF3F88">
          <w:rPr>
            <w:noProof/>
            <w:webHidden/>
          </w:rPr>
          <w:fldChar w:fldCharType="separate"/>
        </w:r>
        <w:r>
          <w:rPr>
            <w:noProof/>
            <w:webHidden/>
          </w:rPr>
          <w:t>8</w:t>
        </w:r>
        <w:r w:rsidR="00FF3F88">
          <w:rPr>
            <w:noProof/>
            <w:webHidden/>
          </w:rPr>
          <w:fldChar w:fldCharType="end"/>
        </w:r>
      </w:hyperlink>
    </w:p>
    <w:p w14:paraId="7743FA87" w14:textId="7C38944E" w:rsidR="00FF3F88" w:rsidRDefault="0079306D">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96061470" w:history="1">
        <w:r w:rsidR="00FF3F88" w:rsidRPr="00B456C9">
          <w:rPr>
            <w:rStyle w:val="Hiperpovezava"/>
            <w:noProof/>
          </w:rPr>
          <w:t>10.</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MERILA</w:t>
        </w:r>
        <w:r w:rsidR="00FF3F88">
          <w:rPr>
            <w:noProof/>
            <w:webHidden/>
          </w:rPr>
          <w:tab/>
        </w:r>
        <w:r w:rsidR="00FF3F88">
          <w:rPr>
            <w:noProof/>
            <w:webHidden/>
          </w:rPr>
          <w:fldChar w:fldCharType="begin"/>
        </w:r>
        <w:r w:rsidR="00FF3F88">
          <w:rPr>
            <w:noProof/>
            <w:webHidden/>
          </w:rPr>
          <w:instrText xml:space="preserve"> PAGEREF _Toc96061470 \h </w:instrText>
        </w:r>
        <w:r w:rsidR="00FF3F88">
          <w:rPr>
            <w:noProof/>
            <w:webHidden/>
          </w:rPr>
        </w:r>
        <w:r w:rsidR="00FF3F88">
          <w:rPr>
            <w:noProof/>
            <w:webHidden/>
          </w:rPr>
          <w:fldChar w:fldCharType="separate"/>
        </w:r>
        <w:r>
          <w:rPr>
            <w:noProof/>
            <w:webHidden/>
          </w:rPr>
          <w:t>8</w:t>
        </w:r>
        <w:r w:rsidR="00FF3F88">
          <w:rPr>
            <w:noProof/>
            <w:webHidden/>
          </w:rPr>
          <w:fldChar w:fldCharType="end"/>
        </w:r>
      </w:hyperlink>
    </w:p>
    <w:p w14:paraId="05EEF5F2" w14:textId="58EC2CCE" w:rsidR="00FF3F88" w:rsidRDefault="0079306D">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96061471" w:history="1">
        <w:r w:rsidR="00FF3F88" w:rsidRPr="00B456C9">
          <w:rPr>
            <w:rStyle w:val="Hiperpovezava"/>
            <w:noProof/>
          </w:rPr>
          <w:t>11.</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PONUDBA</w:t>
        </w:r>
        <w:r w:rsidR="00FF3F88">
          <w:rPr>
            <w:noProof/>
            <w:webHidden/>
          </w:rPr>
          <w:tab/>
        </w:r>
        <w:r w:rsidR="00FF3F88">
          <w:rPr>
            <w:noProof/>
            <w:webHidden/>
          </w:rPr>
          <w:fldChar w:fldCharType="begin"/>
        </w:r>
        <w:r w:rsidR="00FF3F88">
          <w:rPr>
            <w:noProof/>
            <w:webHidden/>
          </w:rPr>
          <w:instrText xml:space="preserve"> PAGEREF _Toc96061471 \h </w:instrText>
        </w:r>
        <w:r w:rsidR="00FF3F88">
          <w:rPr>
            <w:noProof/>
            <w:webHidden/>
          </w:rPr>
        </w:r>
        <w:r w:rsidR="00FF3F88">
          <w:rPr>
            <w:noProof/>
            <w:webHidden/>
          </w:rPr>
          <w:fldChar w:fldCharType="separate"/>
        </w:r>
        <w:r>
          <w:rPr>
            <w:noProof/>
            <w:webHidden/>
          </w:rPr>
          <w:t>8</w:t>
        </w:r>
        <w:r w:rsidR="00FF3F88">
          <w:rPr>
            <w:noProof/>
            <w:webHidden/>
          </w:rPr>
          <w:fldChar w:fldCharType="end"/>
        </w:r>
      </w:hyperlink>
    </w:p>
    <w:p w14:paraId="3B5E03C8" w14:textId="79F83A5E" w:rsidR="00FF3F88" w:rsidRDefault="0079306D">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96061472" w:history="1">
        <w:r w:rsidR="00FF3F88" w:rsidRPr="00B456C9">
          <w:rPr>
            <w:rStyle w:val="Hiperpovezava"/>
            <w:noProof/>
          </w:rPr>
          <w:t>11.1</w:t>
        </w:r>
        <w:r w:rsidR="00FF3F88">
          <w:rPr>
            <w:rFonts w:asciiTheme="minorHAnsi" w:eastAsiaTheme="minorEastAsia" w:hAnsiTheme="minorHAnsi" w:cstheme="minorBidi"/>
            <w:smallCaps w:val="0"/>
            <w:noProof/>
            <w:sz w:val="22"/>
            <w:szCs w:val="22"/>
            <w:lang w:eastAsia="sl-SI"/>
          </w:rPr>
          <w:tab/>
        </w:r>
        <w:r w:rsidR="00FF3F88" w:rsidRPr="00B456C9">
          <w:rPr>
            <w:rStyle w:val="Hiperpovezava"/>
            <w:noProof/>
          </w:rPr>
          <w:t>Ponudbena dokumentacija</w:t>
        </w:r>
        <w:r w:rsidR="00FF3F88">
          <w:rPr>
            <w:noProof/>
            <w:webHidden/>
          </w:rPr>
          <w:tab/>
        </w:r>
        <w:r w:rsidR="00FF3F88">
          <w:rPr>
            <w:noProof/>
            <w:webHidden/>
          </w:rPr>
          <w:fldChar w:fldCharType="begin"/>
        </w:r>
        <w:r w:rsidR="00FF3F88">
          <w:rPr>
            <w:noProof/>
            <w:webHidden/>
          </w:rPr>
          <w:instrText xml:space="preserve"> PAGEREF _Toc96061472 \h </w:instrText>
        </w:r>
        <w:r w:rsidR="00FF3F88">
          <w:rPr>
            <w:noProof/>
            <w:webHidden/>
          </w:rPr>
        </w:r>
        <w:r w:rsidR="00FF3F88">
          <w:rPr>
            <w:noProof/>
            <w:webHidden/>
          </w:rPr>
          <w:fldChar w:fldCharType="separate"/>
        </w:r>
        <w:r>
          <w:rPr>
            <w:noProof/>
            <w:webHidden/>
          </w:rPr>
          <w:t>8</w:t>
        </w:r>
        <w:r w:rsidR="00FF3F88">
          <w:rPr>
            <w:noProof/>
            <w:webHidden/>
          </w:rPr>
          <w:fldChar w:fldCharType="end"/>
        </w:r>
      </w:hyperlink>
    </w:p>
    <w:p w14:paraId="20C3D258" w14:textId="473487B3" w:rsidR="00FF3F88" w:rsidRDefault="0079306D">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96061473" w:history="1">
        <w:r w:rsidR="00FF3F88" w:rsidRPr="00B456C9">
          <w:rPr>
            <w:rStyle w:val="Hiperpovezava"/>
            <w:noProof/>
          </w:rPr>
          <w:t>11.2</w:t>
        </w:r>
        <w:r w:rsidR="00FF3F88">
          <w:rPr>
            <w:rFonts w:asciiTheme="minorHAnsi" w:eastAsiaTheme="minorEastAsia" w:hAnsiTheme="minorHAnsi" w:cstheme="minorBidi"/>
            <w:smallCaps w:val="0"/>
            <w:noProof/>
            <w:sz w:val="22"/>
            <w:szCs w:val="22"/>
            <w:lang w:eastAsia="sl-SI"/>
          </w:rPr>
          <w:tab/>
        </w:r>
        <w:r w:rsidR="00FF3F88" w:rsidRPr="00B456C9">
          <w:rPr>
            <w:rStyle w:val="Hiperpovezava"/>
            <w:noProof/>
          </w:rPr>
          <w:t>Sestavljanje ponudbe</w:t>
        </w:r>
        <w:r w:rsidR="00FF3F88">
          <w:rPr>
            <w:noProof/>
            <w:webHidden/>
          </w:rPr>
          <w:tab/>
        </w:r>
        <w:r w:rsidR="00FF3F88">
          <w:rPr>
            <w:noProof/>
            <w:webHidden/>
          </w:rPr>
          <w:fldChar w:fldCharType="begin"/>
        </w:r>
        <w:r w:rsidR="00FF3F88">
          <w:rPr>
            <w:noProof/>
            <w:webHidden/>
          </w:rPr>
          <w:instrText xml:space="preserve"> PAGEREF _Toc96061473 \h </w:instrText>
        </w:r>
        <w:r w:rsidR="00FF3F88">
          <w:rPr>
            <w:noProof/>
            <w:webHidden/>
          </w:rPr>
        </w:r>
        <w:r w:rsidR="00FF3F88">
          <w:rPr>
            <w:noProof/>
            <w:webHidden/>
          </w:rPr>
          <w:fldChar w:fldCharType="separate"/>
        </w:r>
        <w:r>
          <w:rPr>
            <w:noProof/>
            <w:webHidden/>
          </w:rPr>
          <w:t>9</w:t>
        </w:r>
        <w:r w:rsidR="00FF3F88">
          <w:rPr>
            <w:noProof/>
            <w:webHidden/>
          </w:rPr>
          <w:fldChar w:fldCharType="end"/>
        </w:r>
      </w:hyperlink>
    </w:p>
    <w:p w14:paraId="136946C6" w14:textId="4498765D"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74" w:history="1">
        <w:r w:rsidR="00FF3F88" w:rsidRPr="00B456C9">
          <w:rPr>
            <w:rStyle w:val="Hiperpovezava"/>
            <w:noProof/>
          </w:rPr>
          <w:t>11.2.1</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Dokazila o izpolnjevanju zahtev iz tehničnih specifikacij</w:t>
        </w:r>
        <w:r w:rsidR="00FF3F88">
          <w:rPr>
            <w:noProof/>
            <w:webHidden/>
          </w:rPr>
          <w:tab/>
        </w:r>
        <w:r w:rsidR="00FF3F88">
          <w:rPr>
            <w:noProof/>
            <w:webHidden/>
          </w:rPr>
          <w:fldChar w:fldCharType="begin"/>
        </w:r>
        <w:r w:rsidR="00FF3F88">
          <w:rPr>
            <w:noProof/>
            <w:webHidden/>
          </w:rPr>
          <w:instrText xml:space="preserve"> PAGEREF _Toc96061474 \h </w:instrText>
        </w:r>
        <w:r w:rsidR="00FF3F88">
          <w:rPr>
            <w:noProof/>
            <w:webHidden/>
          </w:rPr>
        </w:r>
        <w:r w:rsidR="00FF3F88">
          <w:rPr>
            <w:noProof/>
            <w:webHidden/>
          </w:rPr>
          <w:fldChar w:fldCharType="separate"/>
        </w:r>
        <w:r>
          <w:rPr>
            <w:noProof/>
            <w:webHidden/>
          </w:rPr>
          <w:t>9</w:t>
        </w:r>
        <w:r w:rsidR="00FF3F88">
          <w:rPr>
            <w:noProof/>
            <w:webHidden/>
          </w:rPr>
          <w:fldChar w:fldCharType="end"/>
        </w:r>
      </w:hyperlink>
    </w:p>
    <w:p w14:paraId="48CCD460" w14:textId="638E0B07"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75" w:history="1">
        <w:r w:rsidR="00FF3F88" w:rsidRPr="00B456C9">
          <w:rPr>
            <w:rStyle w:val="Hiperpovezava"/>
            <w:noProof/>
          </w:rPr>
          <w:t>11.2.2</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Obrazci »Izjave«</w:t>
        </w:r>
        <w:r w:rsidR="00FF3F88">
          <w:rPr>
            <w:noProof/>
            <w:webHidden/>
          </w:rPr>
          <w:tab/>
        </w:r>
        <w:r w:rsidR="00FF3F88">
          <w:rPr>
            <w:noProof/>
            <w:webHidden/>
          </w:rPr>
          <w:fldChar w:fldCharType="begin"/>
        </w:r>
        <w:r w:rsidR="00FF3F88">
          <w:rPr>
            <w:noProof/>
            <w:webHidden/>
          </w:rPr>
          <w:instrText xml:space="preserve"> PAGEREF _Toc96061475 \h </w:instrText>
        </w:r>
        <w:r w:rsidR="00FF3F88">
          <w:rPr>
            <w:noProof/>
            <w:webHidden/>
          </w:rPr>
        </w:r>
        <w:r w:rsidR="00FF3F88">
          <w:rPr>
            <w:noProof/>
            <w:webHidden/>
          </w:rPr>
          <w:fldChar w:fldCharType="separate"/>
        </w:r>
        <w:r>
          <w:rPr>
            <w:noProof/>
            <w:webHidden/>
          </w:rPr>
          <w:t>9</w:t>
        </w:r>
        <w:r w:rsidR="00FF3F88">
          <w:rPr>
            <w:noProof/>
            <w:webHidden/>
          </w:rPr>
          <w:fldChar w:fldCharType="end"/>
        </w:r>
      </w:hyperlink>
    </w:p>
    <w:p w14:paraId="74FC346C" w14:textId="3E2B042D"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76" w:history="1">
        <w:r w:rsidR="00FF3F88" w:rsidRPr="00B456C9">
          <w:rPr>
            <w:rStyle w:val="Hiperpovezava"/>
            <w:noProof/>
          </w:rPr>
          <w:t>11.2.3</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Obrazec »Predračun«</w:t>
        </w:r>
        <w:r w:rsidR="00FF3F88">
          <w:rPr>
            <w:noProof/>
            <w:webHidden/>
          </w:rPr>
          <w:tab/>
        </w:r>
        <w:r w:rsidR="00FF3F88">
          <w:rPr>
            <w:noProof/>
            <w:webHidden/>
          </w:rPr>
          <w:fldChar w:fldCharType="begin"/>
        </w:r>
        <w:r w:rsidR="00FF3F88">
          <w:rPr>
            <w:noProof/>
            <w:webHidden/>
          </w:rPr>
          <w:instrText xml:space="preserve"> PAGEREF _Toc96061476 \h </w:instrText>
        </w:r>
        <w:r w:rsidR="00FF3F88">
          <w:rPr>
            <w:noProof/>
            <w:webHidden/>
          </w:rPr>
        </w:r>
        <w:r w:rsidR="00FF3F88">
          <w:rPr>
            <w:noProof/>
            <w:webHidden/>
          </w:rPr>
          <w:fldChar w:fldCharType="separate"/>
        </w:r>
        <w:r>
          <w:rPr>
            <w:noProof/>
            <w:webHidden/>
          </w:rPr>
          <w:t>9</w:t>
        </w:r>
        <w:r w:rsidR="00FF3F88">
          <w:rPr>
            <w:noProof/>
            <w:webHidden/>
          </w:rPr>
          <w:fldChar w:fldCharType="end"/>
        </w:r>
      </w:hyperlink>
    </w:p>
    <w:p w14:paraId="0A74135E" w14:textId="69176C9D"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77" w:history="1">
        <w:r w:rsidR="00FF3F88" w:rsidRPr="00B456C9">
          <w:rPr>
            <w:rStyle w:val="Hiperpovezava"/>
            <w:noProof/>
          </w:rPr>
          <w:t>11.2.4</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Zavarovanje za dobro izvedbo pogodbenih obveznosti</w:t>
        </w:r>
        <w:r w:rsidR="00FF3F88">
          <w:rPr>
            <w:noProof/>
            <w:webHidden/>
          </w:rPr>
          <w:tab/>
        </w:r>
        <w:r w:rsidR="00FF3F88">
          <w:rPr>
            <w:noProof/>
            <w:webHidden/>
          </w:rPr>
          <w:fldChar w:fldCharType="begin"/>
        </w:r>
        <w:r w:rsidR="00FF3F88">
          <w:rPr>
            <w:noProof/>
            <w:webHidden/>
          </w:rPr>
          <w:instrText xml:space="preserve"> PAGEREF _Toc96061477 \h </w:instrText>
        </w:r>
        <w:r w:rsidR="00FF3F88">
          <w:rPr>
            <w:noProof/>
            <w:webHidden/>
          </w:rPr>
        </w:r>
        <w:r w:rsidR="00FF3F88">
          <w:rPr>
            <w:noProof/>
            <w:webHidden/>
          </w:rPr>
          <w:fldChar w:fldCharType="separate"/>
        </w:r>
        <w:r>
          <w:rPr>
            <w:noProof/>
            <w:webHidden/>
          </w:rPr>
          <w:t>10</w:t>
        </w:r>
        <w:r w:rsidR="00FF3F88">
          <w:rPr>
            <w:noProof/>
            <w:webHidden/>
          </w:rPr>
          <w:fldChar w:fldCharType="end"/>
        </w:r>
      </w:hyperlink>
    </w:p>
    <w:p w14:paraId="2217A1A4" w14:textId="435FC589"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78" w:history="1">
        <w:r w:rsidR="00FF3F88" w:rsidRPr="00B456C9">
          <w:rPr>
            <w:rStyle w:val="Hiperpovezava"/>
            <w:noProof/>
          </w:rPr>
          <w:t>11.2.5</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Zavarovanje za odpravo napak v garancijskem roku</w:t>
        </w:r>
        <w:r w:rsidR="00FF3F88">
          <w:rPr>
            <w:noProof/>
            <w:webHidden/>
          </w:rPr>
          <w:tab/>
        </w:r>
        <w:r w:rsidR="00FF3F88">
          <w:rPr>
            <w:noProof/>
            <w:webHidden/>
          </w:rPr>
          <w:fldChar w:fldCharType="begin"/>
        </w:r>
        <w:r w:rsidR="00FF3F88">
          <w:rPr>
            <w:noProof/>
            <w:webHidden/>
          </w:rPr>
          <w:instrText xml:space="preserve"> PAGEREF _Toc96061478 \h </w:instrText>
        </w:r>
        <w:r w:rsidR="00FF3F88">
          <w:rPr>
            <w:noProof/>
            <w:webHidden/>
          </w:rPr>
        </w:r>
        <w:r w:rsidR="00FF3F88">
          <w:rPr>
            <w:noProof/>
            <w:webHidden/>
          </w:rPr>
          <w:fldChar w:fldCharType="separate"/>
        </w:r>
        <w:r>
          <w:rPr>
            <w:noProof/>
            <w:webHidden/>
          </w:rPr>
          <w:t>10</w:t>
        </w:r>
        <w:r w:rsidR="00FF3F88">
          <w:rPr>
            <w:noProof/>
            <w:webHidden/>
          </w:rPr>
          <w:fldChar w:fldCharType="end"/>
        </w:r>
      </w:hyperlink>
    </w:p>
    <w:p w14:paraId="7FA0D5A9" w14:textId="7D75DD0F" w:rsidR="00FF3F88" w:rsidRDefault="0079306D">
      <w:pPr>
        <w:pStyle w:val="Kazalovsebine2"/>
        <w:tabs>
          <w:tab w:val="left" w:pos="800"/>
          <w:tab w:val="right" w:leader="dot" w:pos="9060"/>
        </w:tabs>
        <w:rPr>
          <w:rFonts w:asciiTheme="minorHAnsi" w:eastAsiaTheme="minorEastAsia" w:hAnsiTheme="minorHAnsi" w:cstheme="minorBidi"/>
          <w:smallCaps w:val="0"/>
          <w:noProof/>
          <w:sz w:val="22"/>
          <w:szCs w:val="22"/>
          <w:lang w:eastAsia="sl-SI"/>
        </w:rPr>
      </w:pPr>
      <w:hyperlink w:anchor="_Toc96061479" w:history="1">
        <w:r w:rsidR="00FF3F88" w:rsidRPr="00B456C9">
          <w:rPr>
            <w:rStyle w:val="Hiperpovezava"/>
            <w:noProof/>
          </w:rPr>
          <w:t>11.3</w:t>
        </w:r>
        <w:r w:rsidR="00FF3F88">
          <w:rPr>
            <w:rFonts w:asciiTheme="minorHAnsi" w:eastAsiaTheme="minorEastAsia" w:hAnsiTheme="minorHAnsi" w:cstheme="minorBidi"/>
            <w:smallCaps w:val="0"/>
            <w:noProof/>
            <w:sz w:val="22"/>
            <w:szCs w:val="22"/>
            <w:lang w:eastAsia="sl-SI"/>
          </w:rPr>
          <w:tab/>
        </w:r>
        <w:r w:rsidR="00FF3F88" w:rsidRPr="00B456C9">
          <w:rPr>
            <w:rStyle w:val="Hiperpovezava"/>
            <w:noProof/>
          </w:rPr>
          <w:t>Druga določila za pripravo ponudbe</w:t>
        </w:r>
        <w:r w:rsidR="00FF3F88">
          <w:rPr>
            <w:noProof/>
            <w:webHidden/>
          </w:rPr>
          <w:tab/>
        </w:r>
        <w:r w:rsidR="00FF3F88">
          <w:rPr>
            <w:noProof/>
            <w:webHidden/>
          </w:rPr>
          <w:fldChar w:fldCharType="begin"/>
        </w:r>
        <w:r w:rsidR="00FF3F88">
          <w:rPr>
            <w:noProof/>
            <w:webHidden/>
          </w:rPr>
          <w:instrText xml:space="preserve"> PAGEREF _Toc96061479 \h </w:instrText>
        </w:r>
        <w:r w:rsidR="00FF3F88">
          <w:rPr>
            <w:noProof/>
            <w:webHidden/>
          </w:rPr>
        </w:r>
        <w:r w:rsidR="00FF3F88">
          <w:rPr>
            <w:noProof/>
            <w:webHidden/>
          </w:rPr>
          <w:fldChar w:fldCharType="separate"/>
        </w:r>
        <w:r>
          <w:rPr>
            <w:noProof/>
            <w:webHidden/>
          </w:rPr>
          <w:t>11</w:t>
        </w:r>
        <w:r w:rsidR="00FF3F88">
          <w:rPr>
            <w:noProof/>
            <w:webHidden/>
          </w:rPr>
          <w:fldChar w:fldCharType="end"/>
        </w:r>
      </w:hyperlink>
    </w:p>
    <w:p w14:paraId="5831A05D" w14:textId="1CB19559"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0" w:history="1">
        <w:r w:rsidR="00FF3F88" w:rsidRPr="00B456C9">
          <w:rPr>
            <w:rStyle w:val="Hiperpovezava"/>
            <w:noProof/>
          </w:rPr>
          <w:t>11.3.1</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Skupna ponudba</w:t>
        </w:r>
        <w:r w:rsidR="00FF3F88">
          <w:rPr>
            <w:noProof/>
            <w:webHidden/>
          </w:rPr>
          <w:tab/>
        </w:r>
        <w:r w:rsidR="00FF3F88">
          <w:rPr>
            <w:noProof/>
            <w:webHidden/>
          </w:rPr>
          <w:fldChar w:fldCharType="begin"/>
        </w:r>
        <w:r w:rsidR="00FF3F88">
          <w:rPr>
            <w:noProof/>
            <w:webHidden/>
          </w:rPr>
          <w:instrText xml:space="preserve"> PAGEREF _Toc96061480 \h </w:instrText>
        </w:r>
        <w:r w:rsidR="00FF3F88">
          <w:rPr>
            <w:noProof/>
            <w:webHidden/>
          </w:rPr>
        </w:r>
        <w:r w:rsidR="00FF3F88">
          <w:rPr>
            <w:noProof/>
            <w:webHidden/>
          </w:rPr>
          <w:fldChar w:fldCharType="separate"/>
        </w:r>
        <w:r>
          <w:rPr>
            <w:noProof/>
            <w:webHidden/>
          </w:rPr>
          <w:t>11</w:t>
        </w:r>
        <w:r w:rsidR="00FF3F88">
          <w:rPr>
            <w:noProof/>
            <w:webHidden/>
          </w:rPr>
          <w:fldChar w:fldCharType="end"/>
        </w:r>
      </w:hyperlink>
    </w:p>
    <w:p w14:paraId="02E20640" w14:textId="23540019"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1" w:history="1">
        <w:r w:rsidR="00FF3F88" w:rsidRPr="00B456C9">
          <w:rPr>
            <w:rStyle w:val="Hiperpovezava"/>
            <w:noProof/>
          </w:rPr>
          <w:t>11.3.2</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Ponudba s podizvajalci</w:t>
        </w:r>
        <w:r w:rsidR="00FF3F88">
          <w:rPr>
            <w:noProof/>
            <w:webHidden/>
          </w:rPr>
          <w:tab/>
        </w:r>
        <w:r w:rsidR="00FF3F88">
          <w:rPr>
            <w:noProof/>
            <w:webHidden/>
          </w:rPr>
          <w:fldChar w:fldCharType="begin"/>
        </w:r>
        <w:r w:rsidR="00FF3F88">
          <w:rPr>
            <w:noProof/>
            <w:webHidden/>
          </w:rPr>
          <w:instrText xml:space="preserve"> PAGEREF _Toc96061481 \h </w:instrText>
        </w:r>
        <w:r w:rsidR="00FF3F88">
          <w:rPr>
            <w:noProof/>
            <w:webHidden/>
          </w:rPr>
        </w:r>
        <w:r w:rsidR="00FF3F88">
          <w:rPr>
            <w:noProof/>
            <w:webHidden/>
          </w:rPr>
          <w:fldChar w:fldCharType="separate"/>
        </w:r>
        <w:r>
          <w:rPr>
            <w:noProof/>
            <w:webHidden/>
          </w:rPr>
          <w:t>11</w:t>
        </w:r>
        <w:r w:rsidR="00FF3F88">
          <w:rPr>
            <w:noProof/>
            <w:webHidden/>
          </w:rPr>
          <w:fldChar w:fldCharType="end"/>
        </w:r>
      </w:hyperlink>
    </w:p>
    <w:p w14:paraId="34167F65" w14:textId="26C152A9"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2" w:history="1">
        <w:r w:rsidR="00FF3F88" w:rsidRPr="00B456C9">
          <w:rPr>
            <w:rStyle w:val="Hiperpovezava"/>
            <w:noProof/>
          </w:rPr>
          <w:t>11.3.3</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Variantne ponudbe</w:t>
        </w:r>
        <w:r w:rsidR="00FF3F88">
          <w:rPr>
            <w:noProof/>
            <w:webHidden/>
          </w:rPr>
          <w:tab/>
        </w:r>
        <w:r w:rsidR="00FF3F88">
          <w:rPr>
            <w:noProof/>
            <w:webHidden/>
          </w:rPr>
          <w:fldChar w:fldCharType="begin"/>
        </w:r>
        <w:r w:rsidR="00FF3F88">
          <w:rPr>
            <w:noProof/>
            <w:webHidden/>
          </w:rPr>
          <w:instrText xml:space="preserve"> PAGEREF _Toc96061482 \h </w:instrText>
        </w:r>
        <w:r w:rsidR="00FF3F88">
          <w:rPr>
            <w:noProof/>
            <w:webHidden/>
          </w:rPr>
        </w:r>
        <w:r w:rsidR="00FF3F88">
          <w:rPr>
            <w:noProof/>
            <w:webHidden/>
          </w:rPr>
          <w:fldChar w:fldCharType="separate"/>
        </w:r>
        <w:r>
          <w:rPr>
            <w:noProof/>
            <w:webHidden/>
          </w:rPr>
          <w:t>12</w:t>
        </w:r>
        <w:r w:rsidR="00FF3F88">
          <w:rPr>
            <w:noProof/>
            <w:webHidden/>
          </w:rPr>
          <w:fldChar w:fldCharType="end"/>
        </w:r>
      </w:hyperlink>
    </w:p>
    <w:p w14:paraId="5E221DBC" w14:textId="74215691"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3" w:history="1">
        <w:r w:rsidR="00FF3F88" w:rsidRPr="00B456C9">
          <w:rPr>
            <w:rStyle w:val="Hiperpovezava"/>
            <w:noProof/>
          </w:rPr>
          <w:t>11.3.4</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Jezik ponudbe</w:t>
        </w:r>
        <w:r w:rsidR="00FF3F88">
          <w:rPr>
            <w:noProof/>
            <w:webHidden/>
          </w:rPr>
          <w:tab/>
        </w:r>
        <w:r w:rsidR="00FF3F88">
          <w:rPr>
            <w:noProof/>
            <w:webHidden/>
          </w:rPr>
          <w:fldChar w:fldCharType="begin"/>
        </w:r>
        <w:r w:rsidR="00FF3F88">
          <w:rPr>
            <w:noProof/>
            <w:webHidden/>
          </w:rPr>
          <w:instrText xml:space="preserve"> PAGEREF _Toc96061483 \h </w:instrText>
        </w:r>
        <w:r w:rsidR="00FF3F88">
          <w:rPr>
            <w:noProof/>
            <w:webHidden/>
          </w:rPr>
        </w:r>
        <w:r w:rsidR="00FF3F88">
          <w:rPr>
            <w:noProof/>
            <w:webHidden/>
          </w:rPr>
          <w:fldChar w:fldCharType="separate"/>
        </w:r>
        <w:r>
          <w:rPr>
            <w:noProof/>
            <w:webHidden/>
          </w:rPr>
          <w:t>12</w:t>
        </w:r>
        <w:r w:rsidR="00FF3F88">
          <w:rPr>
            <w:noProof/>
            <w:webHidden/>
          </w:rPr>
          <w:fldChar w:fldCharType="end"/>
        </w:r>
      </w:hyperlink>
    </w:p>
    <w:p w14:paraId="5DDB902F" w14:textId="10E21AA2"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4" w:history="1">
        <w:r w:rsidR="00FF3F88" w:rsidRPr="00B456C9">
          <w:rPr>
            <w:rStyle w:val="Hiperpovezava"/>
            <w:noProof/>
          </w:rPr>
          <w:t>11.3.5</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Priprava in oddaja ponudbe v sistemu e-JN</w:t>
        </w:r>
        <w:r w:rsidR="00FF3F88">
          <w:rPr>
            <w:noProof/>
            <w:webHidden/>
          </w:rPr>
          <w:tab/>
        </w:r>
        <w:r w:rsidR="00FF3F88">
          <w:rPr>
            <w:noProof/>
            <w:webHidden/>
          </w:rPr>
          <w:fldChar w:fldCharType="begin"/>
        </w:r>
        <w:r w:rsidR="00FF3F88">
          <w:rPr>
            <w:noProof/>
            <w:webHidden/>
          </w:rPr>
          <w:instrText xml:space="preserve"> PAGEREF _Toc96061484 \h </w:instrText>
        </w:r>
        <w:r w:rsidR="00FF3F88">
          <w:rPr>
            <w:noProof/>
            <w:webHidden/>
          </w:rPr>
        </w:r>
        <w:r w:rsidR="00FF3F88">
          <w:rPr>
            <w:noProof/>
            <w:webHidden/>
          </w:rPr>
          <w:fldChar w:fldCharType="separate"/>
        </w:r>
        <w:r>
          <w:rPr>
            <w:noProof/>
            <w:webHidden/>
          </w:rPr>
          <w:t>12</w:t>
        </w:r>
        <w:r w:rsidR="00FF3F88">
          <w:rPr>
            <w:noProof/>
            <w:webHidden/>
          </w:rPr>
          <w:fldChar w:fldCharType="end"/>
        </w:r>
      </w:hyperlink>
    </w:p>
    <w:p w14:paraId="4B374193" w14:textId="08FDC875"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5" w:history="1">
        <w:r w:rsidR="00FF3F88" w:rsidRPr="00B456C9">
          <w:rPr>
            <w:rStyle w:val="Hiperpovezava"/>
            <w:noProof/>
          </w:rPr>
          <w:t>11.3.6</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Veljavnost ponudbe</w:t>
        </w:r>
        <w:r w:rsidR="00FF3F88">
          <w:rPr>
            <w:noProof/>
            <w:webHidden/>
          </w:rPr>
          <w:tab/>
        </w:r>
        <w:r w:rsidR="00FF3F88">
          <w:rPr>
            <w:noProof/>
            <w:webHidden/>
          </w:rPr>
          <w:fldChar w:fldCharType="begin"/>
        </w:r>
        <w:r w:rsidR="00FF3F88">
          <w:rPr>
            <w:noProof/>
            <w:webHidden/>
          </w:rPr>
          <w:instrText xml:space="preserve"> PAGEREF _Toc96061485 \h </w:instrText>
        </w:r>
        <w:r w:rsidR="00FF3F88">
          <w:rPr>
            <w:noProof/>
            <w:webHidden/>
          </w:rPr>
        </w:r>
        <w:r w:rsidR="00FF3F88">
          <w:rPr>
            <w:noProof/>
            <w:webHidden/>
          </w:rPr>
          <w:fldChar w:fldCharType="separate"/>
        </w:r>
        <w:r>
          <w:rPr>
            <w:noProof/>
            <w:webHidden/>
          </w:rPr>
          <w:t>12</w:t>
        </w:r>
        <w:r w:rsidR="00FF3F88">
          <w:rPr>
            <w:noProof/>
            <w:webHidden/>
          </w:rPr>
          <w:fldChar w:fldCharType="end"/>
        </w:r>
      </w:hyperlink>
    </w:p>
    <w:p w14:paraId="21DB90D3" w14:textId="18EAA28D"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6" w:history="1">
        <w:r w:rsidR="00FF3F88" w:rsidRPr="00B456C9">
          <w:rPr>
            <w:rStyle w:val="Hiperpovezava"/>
            <w:noProof/>
          </w:rPr>
          <w:t>11.3.7</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Stroški ponudbe</w:t>
        </w:r>
        <w:r w:rsidR="00FF3F88">
          <w:rPr>
            <w:noProof/>
            <w:webHidden/>
          </w:rPr>
          <w:tab/>
        </w:r>
        <w:r w:rsidR="00FF3F88">
          <w:rPr>
            <w:noProof/>
            <w:webHidden/>
          </w:rPr>
          <w:fldChar w:fldCharType="begin"/>
        </w:r>
        <w:r w:rsidR="00FF3F88">
          <w:rPr>
            <w:noProof/>
            <w:webHidden/>
          </w:rPr>
          <w:instrText xml:space="preserve"> PAGEREF _Toc96061486 \h </w:instrText>
        </w:r>
        <w:r w:rsidR="00FF3F88">
          <w:rPr>
            <w:noProof/>
            <w:webHidden/>
          </w:rPr>
        </w:r>
        <w:r w:rsidR="00FF3F88">
          <w:rPr>
            <w:noProof/>
            <w:webHidden/>
          </w:rPr>
          <w:fldChar w:fldCharType="separate"/>
        </w:r>
        <w:r>
          <w:rPr>
            <w:noProof/>
            <w:webHidden/>
          </w:rPr>
          <w:t>12</w:t>
        </w:r>
        <w:r w:rsidR="00FF3F88">
          <w:rPr>
            <w:noProof/>
            <w:webHidden/>
          </w:rPr>
          <w:fldChar w:fldCharType="end"/>
        </w:r>
      </w:hyperlink>
    </w:p>
    <w:p w14:paraId="7F4FC21E" w14:textId="278B4EDC" w:rsidR="00FF3F88" w:rsidRDefault="0079306D">
      <w:pPr>
        <w:pStyle w:val="Kazalovsebine3"/>
        <w:tabs>
          <w:tab w:val="left" w:pos="1200"/>
          <w:tab w:val="right" w:leader="dot" w:pos="9060"/>
        </w:tabs>
        <w:rPr>
          <w:rFonts w:asciiTheme="minorHAnsi" w:eastAsiaTheme="minorEastAsia" w:hAnsiTheme="minorHAnsi" w:cstheme="minorBidi"/>
          <w:i w:val="0"/>
          <w:iCs w:val="0"/>
          <w:noProof/>
          <w:sz w:val="22"/>
          <w:szCs w:val="22"/>
          <w:lang w:eastAsia="sl-SI"/>
        </w:rPr>
      </w:pPr>
      <w:hyperlink w:anchor="_Toc96061487" w:history="1">
        <w:r w:rsidR="00FF3F88" w:rsidRPr="00B456C9">
          <w:rPr>
            <w:rStyle w:val="Hiperpovezava"/>
            <w:noProof/>
          </w:rPr>
          <w:t>11.3.8</w:t>
        </w:r>
        <w:r w:rsidR="00FF3F88">
          <w:rPr>
            <w:rFonts w:asciiTheme="minorHAnsi" w:eastAsiaTheme="minorEastAsia" w:hAnsiTheme="minorHAnsi" w:cstheme="minorBidi"/>
            <w:i w:val="0"/>
            <w:iCs w:val="0"/>
            <w:noProof/>
            <w:sz w:val="22"/>
            <w:szCs w:val="22"/>
            <w:lang w:eastAsia="sl-SI"/>
          </w:rPr>
          <w:tab/>
        </w:r>
        <w:r w:rsidR="00FF3F88" w:rsidRPr="00B456C9">
          <w:rPr>
            <w:rStyle w:val="Hiperpovezava"/>
            <w:noProof/>
          </w:rPr>
          <w:t>Protikorupcijsko določilo</w:t>
        </w:r>
        <w:r w:rsidR="00FF3F88">
          <w:rPr>
            <w:noProof/>
            <w:webHidden/>
          </w:rPr>
          <w:tab/>
        </w:r>
        <w:r w:rsidR="00FF3F88">
          <w:rPr>
            <w:noProof/>
            <w:webHidden/>
          </w:rPr>
          <w:fldChar w:fldCharType="begin"/>
        </w:r>
        <w:r w:rsidR="00FF3F88">
          <w:rPr>
            <w:noProof/>
            <w:webHidden/>
          </w:rPr>
          <w:instrText xml:space="preserve"> PAGEREF _Toc96061487 \h </w:instrText>
        </w:r>
        <w:r w:rsidR="00FF3F88">
          <w:rPr>
            <w:noProof/>
            <w:webHidden/>
          </w:rPr>
        </w:r>
        <w:r w:rsidR="00FF3F88">
          <w:rPr>
            <w:noProof/>
            <w:webHidden/>
          </w:rPr>
          <w:fldChar w:fldCharType="separate"/>
        </w:r>
        <w:r>
          <w:rPr>
            <w:noProof/>
            <w:webHidden/>
          </w:rPr>
          <w:t>13</w:t>
        </w:r>
        <w:r w:rsidR="00FF3F88">
          <w:rPr>
            <w:noProof/>
            <w:webHidden/>
          </w:rPr>
          <w:fldChar w:fldCharType="end"/>
        </w:r>
      </w:hyperlink>
    </w:p>
    <w:p w14:paraId="31D70670" w14:textId="5C5891B4" w:rsidR="00FF3F88" w:rsidRDefault="0079306D">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96061488" w:history="1">
        <w:r w:rsidR="00FF3F88" w:rsidRPr="00B456C9">
          <w:rPr>
            <w:rStyle w:val="Hiperpovezava"/>
            <w:noProof/>
          </w:rPr>
          <w:t>12.</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OBVESTILO O ODLOČITVI O ODDAJI NAROČILA</w:t>
        </w:r>
        <w:r w:rsidR="00FF3F88">
          <w:rPr>
            <w:noProof/>
            <w:webHidden/>
          </w:rPr>
          <w:tab/>
        </w:r>
        <w:r w:rsidR="00FF3F88">
          <w:rPr>
            <w:noProof/>
            <w:webHidden/>
          </w:rPr>
          <w:fldChar w:fldCharType="begin"/>
        </w:r>
        <w:r w:rsidR="00FF3F88">
          <w:rPr>
            <w:noProof/>
            <w:webHidden/>
          </w:rPr>
          <w:instrText xml:space="preserve"> PAGEREF _Toc96061488 \h </w:instrText>
        </w:r>
        <w:r w:rsidR="00FF3F88">
          <w:rPr>
            <w:noProof/>
            <w:webHidden/>
          </w:rPr>
        </w:r>
        <w:r w:rsidR="00FF3F88">
          <w:rPr>
            <w:noProof/>
            <w:webHidden/>
          </w:rPr>
          <w:fldChar w:fldCharType="separate"/>
        </w:r>
        <w:r>
          <w:rPr>
            <w:noProof/>
            <w:webHidden/>
          </w:rPr>
          <w:t>13</w:t>
        </w:r>
        <w:r w:rsidR="00FF3F88">
          <w:rPr>
            <w:noProof/>
            <w:webHidden/>
          </w:rPr>
          <w:fldChar w:fldCharType="end"/>
        </w:r>
      </w:hyperlink>
    </w:p>
    <w:p w14:paraId="211ED52D" w14:textId="77CC0E34" w:rsidR="00FF3F88" w:rsidRDefault="0079306D">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96061489" w:history="1">
        <w:r w:rsidR="00FF3F88" w:rsidRPr="00B456C9">
          <w:rPr>
            <w:rStyle w:val="Hiperpovezava"/>
            <w:noProof/>
          </w:rPr>
          <w:t>13.</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ODSTOP OD IZVEDBE JAVNEGA NAROČILA</w:t>
        </w:r>
        <w:r w:rsidR="00FF3F88">
          <w:rPr>
            <w:noProof/>
            <w:webHidden/>
          </w:rPr>
          <w:tab/>
        </w:r>
        <w:r w:rsidR="00FF3F88">
          <w:rPr>
            <w:noProof/>
            <w:webHidden/>
          </w:rPr>
          <w:fldChar w:fldCharType="begin"/>
        </w:r>
        <w:r w:rsidR="00FF3F88">
          <w:rPr>
            <w:noProof/>
            <w:webHidden/>
          </w:rPr>
          <w:instrText xml:space="preserve"> PAGEREF _Toc96061489 \h </w:instrText>
        </w:r>
        <w:r w:rsidR="00FF3F88">
          <w:rPr>
            <w:noProof/>
            <w:webHidden/>
          </w:rPr>
        </w:r>
        <w:r w:rsidR="00FF3F88">
          <w:rPr>
            <w:noProof/>
            <w:webHidden/>
          </w:rPr>
          <w:fldChar w:fldCharType="separate"/>
        </w:r>
        <w:r>
          <w:rPr>
            <w:noProof/>
            <w:webHidden/>
          </w:rPr>
          <w:t>13</w:t>
        </w:r>
        <w:r w:rsidR="00FF3F88">
          <w:rPr>
            <w:noProof/>
            <w:webHidden/>
          </w:rPr>
          <w:fldChar w:fldCharType="end"/>
        </w:r>
      </w:hyperlink>
    </w:p>
    <w:p w14:paraId="36E4D4B3" w14:textId="2D41FF01" w:rsidR="00FF3F88" w:rsidRDefault="0079306D">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96061490" w:history="1">
        <w:r w:rsidR="00FF3F88" w:rsidRPr="00B456C9">
          <w:rPr>
            <w:rStyle w:val="Hiperpovezava"/>
            <w:noProof/>
          </w:rPr>
          <w:t>14.</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POGODBA</w:t>
        </w:r>
        <w:r w:rsidR="00FF3F88">
          <w:rPr>
            <w:noProof/>
            <w:webHidden/>
          </w:rPr>
          <w:tab/>
        </w:r>
        <w:r w:rsidR="00FF3F88">
          <w:rPr>
            <w:noProof/>
            <w:webHidden/>
          </w:rPr>
          <w:fldChar w:fldCharType="begin"/>
        </w:r>
        <w:r w:rsidR="00FF3F88">
          <w:rPr>
            <w:noProof/>
            <w:webHidden/>
          </w:rPr>
          <w:instrText xml:space="preserve"> PAGEREF _Toc96061490 \h </w:instrText>
        </w:r>
        <w:r w:rsidR="00FF3F88">
          <w:rPr>
            <w:noProof/>
            <w:webHidden/>
          </w:rPr>
        </w:r>
        <w:r w:rsidR="00FF3F88">
          <w:rPr>
            <w:noProof/>
            <w:webHidden/>
          </w:rPr>
          <w:fldChar w:fldCharType="separate"/>
        </w:r>
        <w:r>
          <w:rPr>
            <w:noProof/>
            <w:webHidden/>
          </w:rPr>
          <w:t>13</w:t>
        </w:r>
        <w:r w:rsidR="00FF3F88">
          <w:rPr>
            <w:noProof/>
            <w:webHidden/>
          </w:rPr>
          <w:fldChar w:fldCharType="end"/>
        </w:r>
      </w:hyperlink>
    </w:p>
    <w:p w14:paraId="03C09718" w14:textId="5E46C60E" w:rsidR="00FF3F88" w:rsidRDefault="0079306D">
      <w:pPr>
        <w:pStyle w:val="Kazalovsebine1"/>
        <w:tabs>
          <w:tab w:val="left" w:pos="600"/>
          <w:tab w:val="right" w:leader="dot" w:pos="9060"/>
        </w:tabs>
        <w:rPr>
          <w:rFonts w:asciiTheme="minorHAnsi" w:eastAsiaTheme="minorEastAsia" w:hAnsiTheme="minorHAnsi" w:cstheme="minorBidi"/>
          <w:b w:val="0"/>
          <w:bCs w:val="0"/>
          <w:caps w:val="0"/>
          <w:noProof/>
          <w:sz w:val="22"/>
          <w:szCs w:val="22"/>
          <w:lang w:eastAsia="sl-SI"/>
        </w:rPr>
      </w:pPr>
      <w:hyperlink w:anchor="_Toc96061491" w:history="1">
        <w:r w:rsidR="00FF3F88" w:rsidRPr="00B456C9">
          <w:rPr>
            <w:rStyle w:val="Hiperpovezava"/>
            <w:noProof/>
          </w:rPr>
          <w:t>15.</w:t>
        </w:r>
        <w:r w:rsidR="00FF3F88">
          <w:rPr>
            <w:rFonts w:asciiTheme="minorHAnsi" w:eastAsiaTheme="minorEastAsia" w:hAnsiTheme="minorHAnsi" w:cstheme="minorBidi"/>
            <w:b w:val="0"/>
            <w:bCs w:val="0"/>
            <w:caps w:val="0"/>
            <w:noProof/>
            <w:sz w:val="22"/>
            <w:szCs w:val="22"/>
            <w:lang w:eastAsia="sl-SI"/>
          </w:rPr>
          <w:tab/>
        </w:r>
        <w:r w:rsidR="00FF3F88" w:rsidRPr="00B456C9">
          <w:rPr>
            <w:rStyle w:val="Hiperpovezava"/>
            <w:noProof/>
          </w:rPr>
          <w:t>PRAVNO VARSTVO</w:t>
        </w:r>
        <w:r w:rsidR="00FF3F88">
          <w:rPr>
            <w:noProof/>
            <w:webHidden/>
          </w:rPr>
          <w:tab/>
        </w:r>
        <w:r w:rsidR="00FF3F88">
          <w:rPr>
            <w:noProof/>
            <w:webHidden/>
          </w:rPr>
          <w:fldChar w:fldCharType="begin"/>
        </w:r>
        <w:r w:rsidR="00FF3F88">
          <w:rPr>
            <w:noProof/>
            <w:webHidden/>
          </w:rPr>
          <w:instrText xml:space="preserve"> PAGEREF _Toc96061491 \h </w:instrText>
        </w:r>
        <w:r w:rsidR="00FF3F88">
          <w:rPr>
            <w:noProof/>
            <w:webHidden/>
          </w:rPr>
        </w:r>
        <w:r w:rsidR="00FF3F88">
          <w:rPr>
            <w:noProof/>
            <w:webHidden/>
          </w:rPr>
          <w:fldChar w:fldCharType="separate"/>
        </w:r>
        <w:r>
          <w:rPr>
            <w:noProof/>
            <w:webHidden/>
          </w:rPr>
          <w:t>13</w:t>
        </w:r>
        <w:r w:rsidR="00FF3F88">
          <w:rPr>
            <w:noProof/>
            <w:webHidden/>
          </w:rPr>
          <w:fldChar w:fldCharType="end"/>
        </w:r>
      </w:hyperlink>
    </w:p>
    <w:p w14:paraId="5F2626B5" w14:textId="51C2BCFA" w:rsidR="001F614F" w:rsidRDefault="009B3F0C" w:rsidP="001F614F">
      <w:pPr>
        <w:rPr>
          <w:rFonts w:cs="Arial"/>
          <w:sz w:val="18"/>
          <w:szCs w:val="18"/>
        </w:rPr>
      </w:pPr>
      <w:r w:rsidRPr="001F614F">
        <w:rPr>
          <w:rFonts w:cs="Arial"/>
          <w:sz w:val="18"/>
          <w:szCs w:val="18"/>
        </w:rPr>
        <w:fldChar w:fldCharType="end"/>
      </w:r>
      <w:bookmarkStart w:id="1" w:name="_Toc336851777"/>
    </w:p>
    <w:p w14:paraId="55A7E4D0" w14:textId="77777777" w:rsidR="00AA50D1" w:rsidRDefault="00AA50D1" w:rsidP="001F614F">
      <w:pPr>
        <w:rPr>
          <w:rFonts w:cs="Arial"/>
          <w:sz w:val="18"/>
          <w:szCs w:val="18"/>
        </w:rPr>
      </w:pPr>
    </w:p>
    <w:p w14:paraId="2501F175" w14:textId="77777777" w:rsidR="00AA50D1" w:rsidRDefault="00AA50D1" w:rsidP="001F614F"/>
    <w:p w14:paraId="5698CC93" w14:textId="77777777" w:rsidR="00BB1E26" w:rsidRPr="00366B65" w:rsidRDefault="002B2B13" w:rsidP="00366B65">
      <w:pPr>
        <w:pStyle w:val="Naslov1"/>
      </w:pPr>
      <w:bookmarkStart w:id="2" w:name="_Toc96061454"/>
      <w:r>
        <w:rPr>
          <w:caps w:val="0"/>
        </w:rPr>
        <w:lastRenderedPageBreak/>
        <w:t>NAROČNIK</w:t>
      </w:r>
      <w:bookmarkEnd w:id="0"/>
      <w:bookmarkEnd w:id="1"/>
      <w:bookmarkEnd w:id="2"/>
    </w:p>
    <w:p w14:paraId="3EED10A6" w14:textId="3D4B724F" w:rsidR="005A4097" w:rsidRDefault="00152883" w:rsidP="00DF474D">
      <w:r>
        <w:t>To naročilo izvaja</w:t>
      </w:r>
      <w:r w:rsidR="005A4097">
        <w:t xml:space="preserve"> </w:t>
      </w:r>
      <w:r w:rsidR="00CB097A">
        <w:t>Občina Radenci, Radgonska cesta 9, 9252 Radenci</w:t>
      </w:r>
      <w:r w:rsidR="00C9391F">
        <w:rPr>
          <w:i/>
          <w:sz w:val="18"/>
          <w:szCs w:val="18"/>
        </w:rPr>
        <w:t xml:space="preserve"> </w:t>
      </w:r>
      <w:r w:rsidR="00C9391F" w:rsidRPr="00C9391F">
        <w:t>(v nadaljevanju</w:t>
      </w:r>
      <w:r w:rsidR="00442953">
        <w:t>:</w:t>
      </w:r>
      <w:r w:rsidR="00C9391F" w:rsidRPr="00C9391F">
        <w:t xml:space="preserve"> naročnik)</w:t>
      </w:r>
      <w:r w:rsidR="00D44D32">
        <w:t>.</w:t>
      </w:r>
    </w:p>
    <w:p w14:paraId="27A483B4" w14:textId="77777777" w:rsidR="00DF474D" w:rsidRDefault="00DF474D" w:rsidP="005178B0"/>
    <w:p w14:paraId="6D5D4A3C" w14:textId="77777777" w:rsidR="00BB1E26" w:rsidRDefault="00152883" w:rsidP="005178B0">
      <w:r>
        <w:t>Naročnik vabi vse zainteresirane ponudnike, da predložijo ponudbo, skladno z zahtevami iz razpisne dokumentacije.</w:t>
      </w:r>
    </w:p>
    <w:p w14:paraId="2EF5C254" w14:textId="77777777" w:rsidR="00152883" w:rsidRDefault="00C91BF6" w:rsidP="00152883">
      <w:pPr>
        <w:pStyle w:val="Naslov1"/>
      </w:pPr>
      <w:bookmarkStart w:id="3" w:name="_Toc336851730"/>
      <w:bookmarkStart w:id="4" w:name="_Toc336851778"/>
      <w:bookmarkStart w:id="5" w:name="_Toc96061455"/>
      <w:r>
        <w:t>OZNAKA IN PREDMET JAVNEGA NAROČILA</w:t>
      </w:r>
      <w:bookmarkEnd w:id="3"/>
      <w:bookmarkEnd w:id="4"/>
      <w:bookmarkEnd w:id="5"/>
    </w:p>
    <w:p w14:paraId="252CE4F6" w14:textId="086166F7" w:rsidR="00765DEE" w:rsidRDefault="00765DEE" w:rsidP="00765DEE">
      <w:bookmarkStart w:id="6" w:name="_Toc336851731"/>
      <w:bookmarkStart w:id="7" w:name="_Toc336851779"/>
      <w:r>
        <w:t>Oznaka:</w:t>
      </w:r>
      <w:r w:rsidRPr="00765DEE">
        <w:t xml:space="preserve"> </w:t>
      </w:r>
      <w:r w:rsidR="007C1154">
        <w:t xml:space="preserve"> </w:t>
      </w:r>
      <w:r w:rsidR="00CB097A">
        <w:t>431-0029/2022</w:t>
      </w:r>
      <w:r>
        <w:t xml:space="preserve"> </w:t>
      </w:r>
    </w:p>
    <w:p w14:paraId="4658800B" w14:textId="491B0DB0" w:rsidR="00765DEE" w:rsidRDefault="007C1154" w:rsidP="00765DEE">
      <w:pPr>
        <w:rPr>
          <w:rFonts w:cs="Arial"/>
          <w:i/>
          <w:sz w:val="18"/>
          <w:szCs w:val="18"/>
        </w:rPr>
      </w:pPr>
      <w:r>
        <w:t xml:space="preserve">Predmet: </w:t>
      </w:r>
      <w:r w:rsidR="00CB097A">
        <w:t>Občina Radenci oddaja javno naročilo rekonstrukcije odsekov petih cest v Občini Radenci in sicer JP 844721, LC 344011, LC 388012, JP 844141, LC 344041. Ob rekonstrukciji  cest JP 844141 in LC 344041 se vgrajuje tudi GJI.</w:t>
      </w:r>
    </w:p>
    <w:p w14:paraId="4C34F532" w14:textId="77777777" w:rsidR="004306AB" w:rsidRDefault="004306AB" w:rsidP="00765DEE">
      <w:pPr>
        <w:rPr>
          <w:rFonts w:cs="Arial"/>
          <w:i/>
          <w:sz w:val="18"/>
          <w:szCs w:val="18"/>
        </w:rPr>
      </w:pPr>
    </w:p>
    <w:p w14:paraId="26AF58C8" w14:textId="2B957D6E" w:rsidR="004F5F6A" w:rsidRDefault="004F5F6A" w:rsidP="00765DEE">
      <w:pPr>
        <w:rPr>
          <w:rFonts w:cs="Arial"/>
          <w:szCs w:val="20"/>
        </w:rPr>
      </w:pPr>
      <w:r w:rsidRPr="00712EE5">
        <w:rPr>
          <w:rFonts w:cs="Arial"/>
          <w:szCs w:val="20"/>
        </w:rPr>
        <w:t xml:space="preserve">Podrobnejša specifikacija naročila je razvidna iz </w:t>
      </w:r>
      <w:r w:rsidR="00CB097A">
        <w:rPr>
          <w:rFonts w:cs="Arial"/>
          <w:szCs w:val="20"/>
        </w:rPr>
        <w:t>popisa del.</w:t>
      </w:r>
    </w:p>
    <w:p w14:paraId="20F9B5A9" w14:textId="01D509A0" w:rsidR="0002151B" w:rsidRPr="004F5F6A" w:rsidRDefault="0002151B" w:rsidP="00765DEE">
      <w:pPr>
        <w:rPr>
          <w:szCs w:val="20"/>
        </w:rPr>
      </w:pPr>
      <w:r>
        <w:rPr>
          <w:szCs w:val="20"/>
        </w:rPr>
        <w:t>Naročnik predlaga ogled lokacij gradnje. Ogled bo organiziran v torek, 22.02.2022 ob 10.00 in ob 13.00. Prijavo za ogled pošljite na kabinet.zupana@radenci.si.</w:t>
      </w:r>
    </w:p>
    <w:p w14:paraId="2FEDAD6D" w14:textId="77777777" w:rsidR="005312FE" w:rsidRDefault="00C91BF6" w:rsidP="005312FE">
      <w:pPr>
        <w:pStyle w:val="Naslov1"/>
      </w:pPr>
      <w:bookmarkStart w:id="8" w:name="_Toc96061456"/>
      <w:r>
        <w:t>NAČIN ODDAJE JAVNEGA NAROČILA</w:t>
      </w:r>
      <w:bookmarkEnd w:id="6"/>
      <w:bookmarkEnd w:id="7"/>
      <w:bookmarkEnd w:id="8"/>
    </w:p>
    <w:p w14:paraId="4C22EDFD" w14:textId="7E4CAFD8" w:rsidR="002B0C97" w:rsidRDefault="005312FE" w:rsidP="005312FE">
      <w:r>
        <w:t xml:space="preserve">Za oddajo predmetnega naročila se v </w:t>
      </w:r>
      <w:r w:rsidRPr="00E56B44">
        <w:t>skladu s</w:t>
      </w:r>
      <w:r w:rsidR="00E56B44" w:rsidRPr="00E56B44">
        <w:t xml:space="preserve"> </w:t>
      </w:r>
      <w:r w:rsidR="00866E58">
        <w:t>47</w:t>
      </w:r>
      <w:r w:rsidRPr="00E56B44">
        <w:t>. členom Zakona</w:t>
      </w:r>
      <w:r w:rsidRPr="00142EA9">
        <w:t xml:space="preserve"> o javnem naročanju (Uradni list RS, št.</w:t>
      </w:r>
      <w:r w:rsidR="002B0C97" w:rsidRPr="002B0C97">
        <w:t xml:space="preserve"> </w:t>
      </w:r>
      <w:r w:rsidR="004F5F6A">
        <w:t>91/15</w:t>
      </w:r>
      <w:r w:rsidR="00A32189">
        <w:t xml:space="preserve"> </w:t>
      </w:r>
      <w:r w:rsidR="004A0BBE">
        <w:t>s spremembami</w:t>
      </w:r>
      <w:r w:rsidR="00446057" w:rsidRPr="00142EA9">
        <w:t>; v nadaljevanju ZJN</w:t>
      </w:r>
      <w:r w:rsidRPr="00142EA9">
        <w:t>-</w:t>
      </w:r>
      <w:r w:rsidR="004F5F6A">
        <w:t>3</w:t>
      </w:r>
      <w:r w:rsidRPr="00142EA9">
        <w:t>) izvede</w:t>
      </w:r>
      <w:r w:rsidR="00E56B44">
        <w:t xml:space="preserve"> </w:t>
      </w:r>
      <w:r w:rsidR="00866E58">
        <w:t>postopek naročila male vrednosti</w:t>
      </w:r>
      <w:r w:rsidR="00E56B44" w:rsidRPr="00712EE5">
        <w:t>.</w:t>
      </w:r>
    </w:p>
    <w:p w14:paraId="7310D002" w14:textId="77777777" w:rsidR="00AE082E" w:rsidRDefault="00AE082E" w:rsidP="00AE082E">
      <w:bookmarkStart w:id="9" w:name="_Toc336851732"/>
      <w:bookmarkStart w:id="10" w:name="_Toc336851780"/>
    </w:p>
    <w:p w14:paraId="6708D968" w14:textId="77777777" w:rsidR="00AE082E" w:rsidRPr="00DF474D" w:rsidRDefault="00AE082E" w:rsidP="00DF474D">
      <w:pPr>
        <w:rPr>
          <w:rFonts w:cs="Arial"/>
          <w:i/>
          <w:sz w:val="18"/>
          <w:szCs w:val="18"/>
        </w:rPr>
      </w:pPr>
      <w:r>
        <w:t>Naročnik bo na podlagi pogojev in meril</w:t>
      </w:r>
      <w:r w:rsidR="00ED0A6C">
        <w:t>, določenih v razpisni dokumentaciji,</w:t>
      </w:r>
      <w:r w:rsidR="0044429C">
        <w:t xml:space="preserve"> </w:t>
      </w:r>
      <w:r>
        <w:t>izbral ponudnika, s katerim</w:t>
      </w:r>
      <w:r w:rsidR="00635BA0">
        <w:t xml:space="preserve"> bo</w:t>
      </w:r>
      <w:r w:rsidR="00DF474D">
        <w:t xml:space="preserve"> </w:t>
      </w:r>
      <w:r w:rsidRPr="00DF474D">
        <w:t>sklenil pogodbo</w:t>
      </w:r>
      <w:r w:rsidR="00DF474D" w:rsidRPr="00DF474D">
        <w:t>.</w:t>
      </w:r>
    </w:p>
    <w:p w14:paraId="59894E36" w14:textId="5F4C5E46" w:rsidR="005312FE" w:rsidRDefault="00815E40" w:rsidP="00AE082E">
      <w:pPr>
        <w:pStyle w:val="Naslov1"/>
      </w:pPr>
      <w:bookmarkStart w:id="11" w:name="_Toc464638490"/>
      <w:bookmarkStart w:id="12" w:name="_Toc464638491"/>
      <w:bookmarkStart w:id="13" w:name="_Toc96061457"/>
      <w:bookmarkEnd w:id="11"/>
      <w:bookmarkEnd w:id="12"/>
      <w:r>
        <w:t>R</w:t>
      </w:r>
      <w:r w:rsidR="00C91BF6">
        <w:t>OK IN NAČIN PREDLOŽITVE PONUDBE</w:t>
      </w:r>
      <w:bookmarkEnd w:id="9"/>
      <w:bookmarkEnd w:id="10"/>
      <w:bookmarkEnd w:id="13"/>
    </w:p>
    <w:p w14:paraId="038A48E2" w14:textId="44BF46F3" w:rsidR="00A32189" w:rsidRPr="001675DB" w:rsidRDefault="00A32189" w:rsidP="00A32189">
      <w:pPr>
        <w:rPr>
          <w:rFonts w:cs="Arial"/>
          <w:szCs w:val="20"/>
        </w:rPr>
      </w:pPr>
      <w:r w:rsidRPr="001675DB">
        <w:rPr>
          <w:rFonts w:cs="Arial"/>
          <w:szCs w:val="20"/>
        </w:rPr>
        <w:t>Ponudniki morajo ponudbe predložiti v informacijski sistem e-</w:t>
      </w:r>
      <w:r>
        <w:rPr>
          <w:rFonts w:cs="Arial"/>
          <w:szCs w:val="20"/>
        </w:rPr>
        <w:t>JN</w:t>
      </w:r>
      <w:r w:rsidRPr="001675DB">
        <w:rPr>
          <w:rFonts w:cs="Arial"/>
          <w:szCs w:val="20"/>
        </w:rPr>
        <w:t xml:space="preserve"> </w:t>
      </w:r>
      <w:r w:rsidR="00543367">
        <w:rPr>
          <w:rFonts w:cs="Arial"/>
          <w:szCs w:val="20"/>
        </w:rPr>
        <w:t xml:space="preserve">(v nadaljevanju: sistem e-JN) </w:t>
      </w:r>
      <w:r w:rsidRPr="001675DB">
        <w:rPr>
          <w:rFonts w:cs="Arial"/>
          <w:szCs w:val="20"/>
        </w:rPr>
        <w:t xml:space="preserve">na spletnem naslovu </w:t>
      </w:r>
      <w:hyperlink r:id="rId8" w:history="1">
        <w:r w:rsidR="00E374BB">
          <w:rPr>
            <w:rStyle w:val="Hiperpovezava"/>
            <w:rFonts w:cs="Arial"/>
            <w:szCs w:val="20"/>
          </w:rPr>
          <w:t>https://ejn.gov.si</w:t>
        </w:r>
      </w:hyperlink>
      <w:r w:rsidRPr="001675DB">
        <w:rPr>
          <w:rFonts w:cs="Arial"/>
          <w:szCs w:val="20"/>
        </w:rPr>
        <w:t xml:space="preserve">, v skladu s </w:t>
      </w:r>
      <w:r w:rsidRPr="0051355A">
        <w:rPr>
          <w:rFonts w:cs="Arial"/>
          <w:szCs w:val="20"/>
        </w:rPr>
        <w:t>točko 3</w:t>
      </w:r>
      <w:r w:rsidRPr="001675DB">
        <w:rPr>
          <w:rFonts w:cs="Arial"/>
          <w:szCs w:val="20"/>
        </w:rPr>
        <w:t xml:space="preserve"> dokumenta </w:t>
      </w:r>
      <w:r w:rsidRPr="0051355A">
        <w:rPr>
          <w:rFonts w:cs="Arial"/>
          <w:szCs w:val="20"/>
        </w:rPr>
        <w:t>Navodila za uporabo informacijskega sistema e-JN</w:t>
      </w:r>
      <w:r>
        <w:rPr>
          <w:rFonts w:cs="Arial"/>
          <w:szCs w:val="20"/>
        </w:rPr>
        <w:t>: PONUDNIKI (v nadaljevanju: Navodila za uporabo e-JN)</w:t>
      </w:r>
      <w:r w:rsidRPr="001675DB">
        <w:rPr>
          <w:rFonts w:cs="Arial"/>
          <w:szCs w:val="20"/>
        </w:rPr>
        <w:t>, ki je del te razpisne dokumentacije</w:t>
      </w:r>
      <w:r>
        <w:rPr>
          <w:rFonts w:cs="Arial"/>
          <w:szCs w:val="20"/>
        </w:rPr>
        <w:t xml:space="preserve"> in objavljen na spletnem naslovu </w:t>
      </w:r>
      <w:hyperlink r:id="rId9" w:history="1">
        <w:r w:rsidR="00E374BB">
          <w:rPr>
            <w:rStyle w:val="Hiperpovezava"/>
            <w:rFonts w:cs="Arial"/>
            <w:szCs w:val="20"/>
          </w:rPr>
          <w:t>https://ejn.gov.si</w:t>
        </w:r>
      </w:hyperlink>
      <w:r w:rsidRPr="001675DB">
        <w:rPr>
          <w:rFonts w:cs="Arial"/>
          <w:szCs w:val="20"/>
        </w:rPr>
        <w:t>.</w:t>
      </w:r>
    </w:p>
    <w:p w14:paraId="6B1AC2B7" w14:textId="77777777" w:rsidR="00A32189" w:rsidRPr="001675DB" w:rsidRDefault="00A32189" w:rsidP="00A32189">
      <w:pPr>
        <w:rPr>
          <w:rFonts w:cs="Arial"/>
          <w:szCs w:val="20"/>
        </w:rPr>
      </w:pPr>
    </w:p>
    <w:p w14:paraId="7CACE4A8" w14:textId="7911BACE" w:rsidR="00A32189" w:rsidRPr="001675DB" w:rsidRDefault="00A32189" w:rsidP="00A32189">
      <w:pPr>
        <w:rPr>
          <w:rFonts w:cs="Arial"/>
          <w:szCs w:val="20"/>
        </w:rPr>
      </w:pPr>
      <w:r w:rsidRPr="001675DB">
        <w:rPr>
          <w:rFonts w:cs="Arial"/>
          <w:szCs w:val="20"/>
        </w:rPr>
        <w:t xml:space="preserve">Ponudnik se mora pred oddajo ponudbe </w:t>
      </w:r>
      <w:r w:rsidRPr="00712A3E">
        <w:rPr>
          <w:rFonts w:cs="Arial"/>
          <w:szCs w:val="20"/>
        </w:rPr>
        <w:t xml:space="preserve">registrirati na spletnem naslovu </w:t>
      </w:r>
      <w:hyperlink r:id="rId10" w:history="1">
        <w:r w:rsidR="00E374BB">
          <w:rPr>
            <w:rStyle w:val="Hiperpovezava"/>
            <w:rFonts w:cs="Arial"/>
            <w:szCs w:val="20"/>
          </w:rPr>
          <w:t>https://ejn.gov.si</w:t>
        </w:r>
      </w:hyperlink>
      <w:r w:rsidRPr="00FB6E52">
        <w:rPr>
          <w:rFonts w:cs="Arial"/>
          <w:szCs w:val="20"/>
        </w:rPr>
        <w:t>,</w:t>
      </w:r>
      <w:r w:rsidRPr="001675DB">
        <w:rPr>
          <w:rFonts w:cs="Arial"/>
          <w:szCs w:val="20"/>
        </w:rPr>
        <w:t xml:space="preserve"> v skladu z</w:t>
      </w:r>
      <w:r w:rsidRPr="00712165">
        <w:rPr>
          <w:rFonts w:cs="Arial"/>
          <w:szCs w:val="20"/>
        </w:rPr>
        <w:t xml:space="preserve"> </w:t>
      </w:r>
      <w:r w:rsidRPr="0051355A">
        <w:rPr>
          <w:rFonts w:cs="Arial"/>
          <w:szCs w:val="20"/>
        </w:rPr>
        <w:t>Navodili za uporabo e-JN.</w:t>
      </w:r>
      <w:r w:rsidRPr="001675DB">
        <w:rPr>
          <w:rFonts w:cs="Arial"/>
          <w:szCs w:val="20"/>
        </w:rPr>
        <w:t xml:space="preserve"> Če je ponudnik </w:t>
      </w:r>
      <w:r>
        <w:rPr>
          <w:rFonts w:cs="Arial"/>
          <w:szCs w:val="20"/>
        </w:rPr>
        <w:t>že registriran</w:t>
      </w:r>
      <w:r w:rsidRPr="001675DB">
        <w:rPr>
          <w:rFonts w:cs="Arial"/>
          <w:szCs w:val="20"/>
        </w:rPr>
        <w:t xml:space="preserve"> v sistem e-</w:t>
      </w:r>
      <w:r>
        <w:rPr>
          <w:rFonts w:cs="Arial"/>
          <w:szCs w:val="20"/>
        </w:rPr>
        <w:t>JN</w:t>
      </w:r>
      <w:r w:rsidRPr="001675DB">
        <w:rPr>
          <w:rFonts w:cs="Arial"/>
          <w:szCs w:val="20"/>
        </w:rPr>
        <w:t xml:space="preserve">, se v aplikacijo prijavi </w:t>
      </w:r>
      <w:r>
        <w:rPr>
          <w:rFonts w:cs="Arial"/>
          <w:szCs w:val="20"/>
        </w:rPr>
        <w:t>na istem naslovu.</w:t>
      </w:r>
    </w:p>
    <w:p w14:paraId="0FCCFCBE" w14:textId="77777777" w:rsidR="00A32189" w:rsidRPr="00C01DA2" w:rsidRDefault="00A32189" w:rsidP="00A32189">
      <w:pPr>
        <w:rPr>
          <w:rFonts w:cs="Arial"/>
          <w:szCs w:val="20"/>
        </w:rPr>
      </w:pPr>
    </w:p>
    <w:p w14:paraId="4608B44E" w14:textId="678387E5" w:rsidR="00140ADA" w:rsidRPr="00C01DA2" w:rsidRDefault="00140ADA" w:rsidP="00140ADA">
      <w:r w:rsidRPr="00C01DA2">
        <w:t xml:space="preserve">Uporabnik ponudnika, ki je v sistemu e-JN pooblaščen za oddajanje ponudb, ponudbo odda s klikom na gumb »Oddaj«. </w:t>
      </w:r>
      <w:r w:rsidR="00543367">
        <w:t>S</w:t>
      </w:r>
      <w:r w:rsidRPr="00C01DA2">
        <w:t>istem e-JN ob oddaji ponudb zabeleži identiteto uporabnika in čas oddaje ponudbe. Uporabnik z dejanjem oddaje ponudbe izkaže in izjavi voljo v imenu ponudnika oddati zavezujočo ponudbo (18. člen Obligacijskega zakonika</w:t>
      </w:r>
      <w:r w:rsidRPr="00C01DA2">
        <w:rPr>
          <w:rStyle w:val="Sprotnaopomba-sklic"/>
        </w:rPr>
        <w:footnoteReference w:id="1"/>
      </w:r>
      <w:r w:rsidRPr="00C01DA2">
        <w:t>). Z oddajo ponudbe je le-ta zavezujoča za čas, naveden v ponudbi, razen če jo uporabnik ponudnika umakne ali spremeni pred potekom roka za oddajo ponudb.</w:t>
      </w:r>
    </w:p>
    <w:p w14:paraId="56F9DF6A" w14:textId="77777777" w:rsidR="00140ADA" w:rsidRPr="00C01DA2" w:rsidRDefault="00140ADA" w:rsidP="00A32189">
      <w:pPr>
        <w:rPr>
          <w:rFonts w:cs="Arial"/>
          <w:szCs w:val="20"/>
          <w:lang w:eastAsia="sl-SI"/>
        </w:rPr>
      </w:pPr>
    </w:p>
    <w:p w14:paraId="4AFCBF7F" w14:textId="47AAB4AE" w:rsidR="00A32189" w:rsidRPr="001675DB" w:rsidRDefault="00A32189" w:rsidP="00A32189">
      <w:r w:rsidRPr="001675DB">
        <w:rPr>
          <w:rFonts w:cs="Arial"/>
          <w:szCs w:val="20"/>
          <w:lang w:eastAsia="sl-SI"/>
        </w:rPr>
        <w:t>Ponudba se šteje za pravočasno</w:t>
      </w:r>
      <w:r>
        <w:rPr>
          <w:rFonts w:cs="Arial"/>
          <w:szCs w:val="20"/>
          <w:lang w:eastAsia="sl-SI"/>
        </w:rPr>
        <w:t xml:space="preserve"> oddano</w:t>
      </w:r>
      <w:r w:rsidRPr="001675DB">
        <w:rPr>
          <w:rFonts w:cs="Arial"/>
          <w:szCs w:val="20"/>
          <w:lang w:eastAsia="sl-SI"/>
        </w:rPr>
        <w:t>, če jo naročnik prejme preko sistema e-</w:t>
      </w:r>
      <w:r>
        <w:rPr>
          <w:rFonts w:cs="Arial"/>
          <w:szCs w:val="20"/>
          <w:lang w:eastAsia="sl-SI"/>
        </w:rPr>
        <w:t>JN</w:t>
      </w:r>
      <w:r w:rsidRPr="001675DB">
        <w:rPr>
          <w:rFonts w:cs="Arial"/>
          <w:szCs w:val="20"/>
          <w:lang w:eastAsia="sl-SI"/>
        </w:rPr>
        <w:t xml:space="preserve"> </w:t>
      </w:r>
      <w:hyperlink r:id="rId11" w:history="1">
        <w:r w:rsidR="00E374BB">
          <w:rPr>
            <w:rStyle w:val="Hiperpovezava"/>
            <w:rFonts w:cs="Arial"/>
            <w:szCs w:val="20"/>
            <w:lang w:eastAsia="sl-SI"/>
          </w:rPr>
          <w:t>https://ejn.gov.si</w:t>
        </w:r>
      </w:hyperlink>
      <w:r w:rsidRPr="001675DB">
        <w:rPr>
          <w:rFonts w:cs="Arial"/>
          <w:szCs w:val="20"/>
          <w:lang w:eastAsia="sl-SI"/>
        </w:rPr>
        <w:t xml:space="preserve"> </w:t>
      </w:r>
      <w:r w:rsidRPr="001675DB">
        <w:rPr>
          <w:rFonts w:cs="Arial"/>
          <w:b/>
          <w:szCs w:val="20"/>
          <w:lang w:eastAsia="sl-SI"/>
        </w:rPr>
        <w:t>najkasneje do</w:t>
      </w:r>
      <w:r w:rsidRPr="001675DB">
        <w:rPr>
          <w:rFonts w:cs="Arial"/>
          <w:szCs w:val="20"/>
          <w:lang w:eastAsia="sl-SI"/>
        </w:rPr>
        <w:t xml:space="preserve"> </w:t>
      </w:r>
      <w:r w:rsidR="00CB097A" w:rsidRPr="00CB097A">
        <w:rPr>
          <w:b/>
        </w:rPr>
        <w:t>28.02.2022</w:t>
      </w:r>
      <w:r w:rsidRPr="00CB097A">
        <w:rPr>
          <w:b/>
        </w:rPr>
        <w:t xml:space="preserve"> </w:t>
      </w:r>
      <w:r w:rsidRPr="00CB097A">
        <w:rPr>
          <w:rFonts w:cs="Arial"/>
          <w:b/>
          <w:i/>
          <w:sz w:val="18"/>
          <w:szCs w:val="18"/>
        </w:rPr>
        <w:t xml:space="preserve"> </w:t>
      </w:r>
      <w:r w:rsidRPr="00CB097A">
        <w:rPr>
          <w:b/>
        </w:rPr>
        <w:t xml:space="preserve">do </w:t>
      </w:r>
      <w:r w:rsidR="00CB097A" w:rsidRPr="00CB097A">
        <w:rPr>
          <w:b/>
        </w:rPr>
        <w:t>7.00</w:t>
      </w:r>
      <w:r w:rsidRPr="00CB097A">
        <w:rPr>
          <w:b/>
        </w:rPr>
        <w:t xml:space="preserve"> </w:t>
      </w:r>
      <w:r w:rsidRPr="001675DB">
        <w:rPr>
          <w:b/>
        </w:rPr>
        <w:t>ure</w:t>
      </w:r>
      <w:r w:rsidRPr="001675DB">
        <w:t>. Za oddano ponudbo se šteje ponudba, ki je v sistemu e-</w:t>
      </w:r>
      <w:r>
        <w:t>JN</w:t>
      </w:r>
      <w:r w:rsidRPr="001675DB">
        <w:t xml:space="preserve"> označena s statusom </w:t>
      </w:r>
      <w:r w:rsidRPr="00FB6E52">
        <w:t>»ODDANO«.</w:t>
      </w:r>
    </w:p>
    <w:p w14:paraId="5D4B4ABE" w14:textId="77777777" w:rsidR="00A32189" w:rsidRDefault="00A32189" w:rsidP="00A32189"/>
    <w:p w14:paraId="2C7F5289" w14:textId="799E6997" w:rsidR="00A32189" w:rsidRDefault="00A32189" w:rsidP="00A32189">
      <w:r w:rsidRPr="00D875BF">
        <w:t>Ponudnik lahko do roka za oddajo ponudb svojo ponudbo umakne ali spremeni. Če ponudnik v sistemu e-JN svojo ponudbo umakne, se šteje, da ponudba ni bila oddana in je naročnik v sistemu</w:t>
      </w:r>
      <w:r>
        <w:t xml:space="preserve"> e-JN</w:t>
      </w:r>
      <w:r w:rsidRPr="00D875BF">
        <w:t xml:space="preserve"> tudi ne </w:t>
      </w:r>
      <w:r>
        <w:t xml:space="preserve">bo </w:t>
      </w:r>
      <w:r w:rsidRPr="00D875BF">
        <w:t>vid</w:t>
      </w:r>
      <w:r>
        <w:t>el</w:t>
      </w:r>
      <w:r w:rsidRPr="00D875BF">
        <w:t xml:space="preserve">. Če ponudnik svojo ponudbo v sistemu e-JN spremeni, je naročniku v tem sistemu </w:t>
      </w:r>
      <w:r>
        <w:t>odprta</w:t>
      </w:r>
      <w:r w:rsidRPr="00D875BF">
        <w:t xml:space="preserve"> zadnja oddana ponudb</w:t>
      </w:r>
      <w:r>
        <w:t>a</w:t>
      </w:r>
      <w:r w:rsidRPr="00D875BF">
        <w:t>.</w:t>
      </w:r>
      <w:r>
        <w:t xml:space="preserve"> </w:t>
      </w:r>
    </w:p>
    <w:p w14:paraId="2B8E20BF" w14:textId="77777777" w:rsidR="00A32189" w:rsidRPr="001675DB" w:rsidRDefault="00A32189" w:rsidP="00A32189"/>
    <w:p w14:paraId="561CFEFE" w14:textId="64DEDE71" w:rsidR="00BA3A1C" w:rsidRPr="0002151B" w:rsidRDefault="00A32189" w:rsidP="005312FE">
      <w:r w:rsidRPr="001675DB">
        <w:t>Po preteku roka za predložitev ponudb ponudbe ne bo več mogoče oddati.</w:t>
      </w:r>
    </w:p>
    <w:p w14:paraId="316F3416" w14:textId="77777777" w:rsidR="00FE0500" w:rsidRPr="00AF1F2F" w:rsidRDefault="00C91BF6" w:rsidP="0071261A">
      <w:pPr>
        <w:pStyle w:val="Naslov1"/>
      </w:pPr>
      <w:bookmarkStart w:id="14" w:name="_Toc467501160"/>
      <w:bookmarkStart w:id="15" w:name="_Toc467501161"/>
      <w:bookmarkStart w:id="16" w:name="_Toc336851733"/>
      <w:bookmarkStart w:id="17" w:name="_Toc336851781"/>
      <w:bookmarkStart w:id="18" w:name="_Toc96061458"/>
      <w:bookmarkEnd w:id="14"/>
      <w:bookmarkEnd w:id="15"/>
      <w:r>
        <w:lastRenderedPageBreak/>
        <w:t>ČAS IN KRAJ ODPIRANJA PONUDB</w:t>
      </w:r>
      <w:bookmarkEnd w:id="16"/>
      <w:bookmarkEnd w:id="17"/>
      <w:bookmarkEnd w:id="18"/>
      <w:r w:rsidR="00B55B72">
        <w:t xml:space="preserve"> </w:t>
      </w:r>
    </w:p>
    <w:p w14:paraId="122DF35B" w14:textId="425DB1A7" w:rsidR="00A32189" w:rsidRDefault="00A32189" w:rsidP="00A32189">
      <w:pPr>
        <w:rPr>
          <w:rFonts w:cs="Arial"/>
          <w:szCs w:val="20"/>
          <w:lang w:eastAsia="sl-SI"/>
        </w:rPr>
      </w:pPr>
      <w:r w:rsidRPr="001675DB">
        <w:rPr>
          <w:rFonts w:cs="Arial"/>
          <w:szCs w:val="20"/>
        </w:rPr>
        <w:t xml:space="preserve">Odpiranje ponudb bo potekalo </w:t>
      </w:r>
      <w:r w:rsidRPr="00FB6E52">
        <w:rPr>
          <w:rFonts w:cs="Arial"/>
          <w:szCs w:val="20"/>
        </w:rPr>
        <w:t xml:space="preserve">avtomatično </w:t>
      </w:r>
      <w:r w:rsidRPr="001675DB">
        <w:rPr>
          <w:rFonts w:cs="Arial"/>
          <w:szCs w:val="20"/>
        </w:rPr>
        <w:t>v sistemu e-</w:t>
      </w:r>
      <w:r>
        <w:rPr>
          <w:rFonts w:cs="Arial"/>
          <w:szCs w:val="20"/>
        </w:rPr>
        <w:t>JN</w:t>
      </w:r>
      <w:r w:rsidRPr="001675DB">
        <w:rPr>
          <w:rFonts w:cs="Arial"/>
          <w:szCs w:val="20"/>
        </w:rPr>
        <w:t xml:space="preserve"> dne </w:t>
      </w:r>
      <w:r w:rsidR="00CB097A">
        <w:rPr>
          <w:b/>
        </w:rPr>
        <w:t>28.02.2022</w:t>
      </w:r>
      <w:r w:rsidRPr="001675DB">
        <w:t xml:space="preserve">  </w:t>
      </w:r>
      <w:r>
        <w:t xml:space="preserve">in se bo začelo </w:t>
      </w:r>
      <w:r w:rsidRPr="001675DB">
        <w:rPr>
          <w:b/>
        </w:rPr>
        <w:t xml:space="preserve">ob </w:t>
      </w:r>
      <w:r w:rsidR="0079306D">
        <w:rPr>
          <w:b/>
        </w:rPr>
        <w:t>8.00</w:t>
      </w:r>
      <w:r w:rsidRPr="001675DB">
        <w:rPr>
          <w:b/>
        </w:rPr>
        <w:t xml:space="preserve"> uri</w:t>
      </w:r>
      <w:r w:rsidRPr="001675DB">
        <w:t xml:space="preserve"> na spletnem </w:t>
      </w:r>
      <w:r w:rsidRPr="0051355A">
        <w:t xml:space="preserve">naslovu </w:t>
      </w:r>
      <w:hyperlink r:id="rId12" w:history="1">
        <w:r w:rsidR="00E374BB">
          <w:rPr>
            <w:rStyle w:val="Hiperpovezava"/>
            <w:rFonts w:cs="Arial"/>
            <w:szCs w:val="20"/>
            <w:lang w:eastAsia="sl-SI"/>
          </w:rPr>
          <w:t>https://ejn.gov.si</w:t>
        </w:r>
      </w:hyperlink>
      <w:r w:rsidRPr="0051355A">
        <w:rPr>
          <w:rFonts w:cs="Arial"/>
          <w:szCs w:val="20"/>
          <w:lang w:eastAsia="sl-SI"/>
        </w:rPr>
        <w:t>.</w:t>
      </w:r>
      <w:r>
        <w:rPr>
          <w:rFonts w:cs="Arial"/>
          <w:szCs w:val="20"/>
          <w:lang w:eastAsia="sl-SI"/>
        </w:rPr>
        <w:t xml:space="preserve"> </w:t>
      </w:r>
    </w:p>
    <w:p w14:paraId="07DDA8DA" w14:textId="77777777" w:rsidR="00A32189" w:rsidRDefault="00A32189" w:rsidP="00A32189"/>
    <w:p w14:paraId="5DA36EE9" w14:textId="32FF5F22" w:rsidR="00A32189" w:rsidRPr="000D5922" w:rsidRDefault="00A32189" w:rsidP="00A32189">
      <w:pPr>
        <w:rPr>
          <w:color w:val="FF0000"/>
        </w:rPr>
      </w:pPr>
      <w:r w:rsidRPr="00FB6E52">
        <w:t xml:space="preserve">Odpiranje poteka tako, da sistem e-JN </w:t>
      </w:r>
      <w:r>
        <w:t>samode</w:t>
      </w:r>
      <w:r w:rsidR="00E374BB">
        <w:t>j</w:t>
      </w:r>
      <w:r>
        <w:t>no</w:t>
      </w:r>
      <w:r w:rsidRPr="00FB6E52">
        <w:t xml:space="preserve"> ob uri, ki je določ</w:t>
      </w:r>
      <w:r>
        <w:t>ena</w:t>
      </w:r>
      <w:r w:rsidRPr="00FB6E52">
        <w:t xml:space="preserve"> za javno odpiranje ponudb, </w:t>
      </w:r>
      <w:r>
        <w:t>prikaže</w:t>
      </w:r>
      <w:r w:rsidRPr="00FB6E52">
        <w:t xml:space="preserve"> podatke o ponudniku, </w:t>
      </w:r>
      <w:r>
        <w:t xml:space="preserve">o </w:t>
      </w:r>
      <w:r w:rsidRPr="00FB6E52">
        <w:t xml:space="preserve">variantah, če so bile zahtevane oziroma dovoljene, </w:t>
      </w:r>
      <w:r w:rsidR="00E20324">
        <w:t>skupni ponudbeni vrednosti ponudbe</w:t>
      </w:r>
      <w:r w:rsidR="00E20324" w:rsidRPr="00FB6E52">
        <w:t xml:space="preserve"> </w:t>
      </w:r>
      <w:r w:rsidRPr="00FB6E52">
        <w:t>ter</w:t>
      </w:r>
      <w:r>
        <w:t xml:space="preserve"> omogoči</w:t>
      </w:r>
      <w:r w:rsidRPr="00FB6E52">
        <w:t xml:space="preserve"> dostop do dokumenta, ki ga ponudnik naloži v sistem e-JN pod </w:t>
      </w:r>
      <w:r>
        <w:t>razdelek</w:t>
      </w:r>
      <w:r w:rsidRPr="00FB6E52">
        <w:t xml:space="preserve"> </w:t>
      </w:r>
      <w:r w:rsidR="00E20324">
        <w:t xml:space="preserve">»Skupna ponudbena cena«, v del </w:t>
      </w:r>
      <w:r>
        <w:t>»</w:t>
      </w:r>
      <w:r w:rsidRPr="00FB6E52">
        <w:t>Predračun</w:t>
      </w:r>
      <w:r>
        <w:t>«</w:t>
      </w:r>
      <w:r w:rsidRPr="00FB6E52">
        <w:t xml:space="preserve">. </w:t>
      </w:r>
    </w:p>
    <w:p w14:paraId="5682A5E5" w14:textId="79CFF7E1" w:rsidR="00916B49" w:rsidRDefault="006739D5" w:rsidP="00CB097A">
      <w:pPr>
        <w:pStyle w:val="Naslov1"/>
      </w:pPr>
      <w:bookmarkStart w:id="19" w:name="_Toc96061459"/>
      <w:r w:rsidRPr="00DF474D">
        <w:t>POGAJANJA</w:t>
      </w:r>
      <w:r w:rsidR="00EC70C2">
        <w:t xml:space="preserve"> </w:t>
      </w:r>
      <w:r w:rsidR="00FB3154">
        <w:t xml:space="preserve">Naročnik bo s </w:t>
      </w:r>
      <w:r w:rsidR="00916B49">
        <w:t>ponudnikom(i</w:t>
      </w:r>
      <w:r w:rsidR="00FB3154">
        <w:t>) izvedel</w:t>
      </w:r>
      <w:r w:rsidR="00916B49">
        <w:t xml:space="preserve"> pogajanja, v skladu z drugim odstavkom 47. člena ZJN-3.</w:t>
      </w:r>
      <w:bookmarkEnd w:id="19"/>
    </w:p>
    <w:p w14:paraId="75A6DFB5" w14:textId="09F15C18" w:rsidR="00916B49" w:rsidRDefault="00916B49" w:rsidP="00916B49">
      <w:r>
        <w:t xml:space="preserve">O pogajanjih bo ponudnik </w:t>
      </w:r>
      <w:r w:rsidR="00A32189">
        <w:t xml:space="preserve">obveščen preko sistema e-JN </w:t>
      </w:r>
      <w:r>
        <w:t>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hkrati pozval vse ponudnike, katerih ponudbe izpolnjujejo pogoje za sodelovanje</w:t>
      </w:r>
      <w:r w:rsidR="00FB3154">
        <w:t xml:space="preserve"> in zanje ne obstajajo razlogi za izključitev ter</w:t>
      </w:r>
      <w:r>
        <w:t xml:space="preserve"> njihove ponudbe ustrezajo potrebam in zahtevam naročnika, določenih v tehnični dokumentaciji ter so prispele pravočasno</w:t>
      </w:r>
      <w:r w:rsidR="00FB3154">
        <w:t xml:space="preserve"> in pri njih ni dokazano nedovoljeno dogovarjanje ali korupcija</w:t>
      </w:r>
      <w:r>
        <w:t>.</w:t>
      </w:r>
    </w:p>
    <w:p w14:paraId="1DE11206" w14:textId="77777777" w:rsidR="00A32189" w:rsidRDefault="00A32189" w:rsidP="00916B49"/>
    <w:p w14:paraId="5E7D3FFA" w14:textId="3BBDB6A3" w:rsidR="00A32189" w:rsidRDefault="00A32189" w:rsidP="00916B49">
      <w:r>
        <w:t xml:space="preserve">Izveden bo </w:t>
      </w:r>
      <w:r w:rsidR="00CB097A">
        <w:t>1</w:t>
      </w:r>
      <w:r>
        <w:rPr>
          <w:b/>
        </w:rPr>
        <w:t xml:space="preserve"> </w:t>
      </w:r>
      <w:r>
        <w:t xml:space="preserve">krog pogajanj. </w:t>
      </w:r>
    </w:p>
    <w:p w14:paraId="060C44D2" w14:textId="77777777" w:rsidR="00916B49" w:rsidRDefault="00916B49" w:rsidP="00916B49"/>
    <w:p w14:paraId="1FB8EE74" w14:textId="396F3F45" w:rsidR="006739D5" w:rsidRDefault="00916B49" w:rsidP="00916B49">
      <w:r>
        <w:t xml:space="preserve">Naročnik se bo pogajal o </w:t>
      </w:r>
      <w:r w:rsidR="00CB097A">
        <w:rPr>
          <w:b/>
        </w:rPr>
        <w:t>ceni</w:t>
      </w:r>
      <w:r w:rsidR="00CD4C87">
        <w:rPr>
          <w:b/>
        </w:rPr>
        <w:t xml:space="preserve"> in roku izvedbe.</w:t>
      </w:r>
      <w:bookmarkStart w:id="20" w:name="_GoBack"/>
      <w:bookmarkEnd w:id="20"/>
    </w:p>
    <w:p w14:paraId="14A09A88" w14:textId="77777777" w:rsidR="00400A3C" w:rsidRDefault="00C91BF6" w:rsidP="00400A3C">
      <w:pPr>
        <w:pStyle w:val="Naslov1"/>
      </w:pPr>
      <w:bookmarkStart w:id="21" w:name="_Toc466382877"/>
      <w:bookmarkStart w:id="22" w:name="_Toc466382878"/>
      <w:bookmarkStart w:id="23" w:name="_Toc466382879"/>
      <w:bookmarkStart w:id="24" w:name="_Toc466382881"/>
      <w:bookmarkStart w:id="25" w:name="_Toc466382883"/>
      <w:bookmarkStart w:id="26" w:name="_Toc466382885"/>
      <w:bookmarkStart w:id="27" w:name="_Toc466382886"/>
      <w:bookmarkStart w:id="28" w:name="_Toc336851734"/>
      <w:bookmarkStart w:id="29" w:name="_Toc336851782"/>
      <w:bookmarkStart w:id="30" w:name="_Toc96061460"/>
      <w:bookmarkEnd w:id="21"/>
      <w:bookmarkEnd w:id="22"/>
      <w:bookmarkEnd w:id="23"/>
      <w:bookmarkEnd w:id="24"/>
      <w:bookmarkEnd w:id="25"/>
      <w:bookmarkEnd w:id="26"/>
      <w:bookmarkEnd w:id="27"/>
      <w:r>
        <w:t>PRAVNA PODLAGA</w:t>
      </w:r>
      <w:bookmarkEnd w:id="28"/>
      <w:bookmarkEnd w:id="29"/>
      <w:bookmarkEnd w:id="30"/>
    </w:p>
    <w:p w14:paraId="70550455" w14:textId="77777777" w:rsidR="00400A3C" w:rsidRDefault="00921A40" w:rsidP="00400A3C">
      <w:r>
        <w:t>Naročnik</w:t>
      </w:r>
      <w:r w:rsidR="008C7509">
        <w:t xml:space="preserve"> izvaja </w:t>
      </w:r>
      <w:r>
        <w:t xml:space="preserve">postopek oddaje javnega naročila </w:t>
      </w:r>
      <w:r w:rsidR="00400A3C">
        <w:t>na podlagi veljavnega zakona in podzakonskih aktov, ki urejajo javno naročanje, v skladu z veljavno zakonodajo, ki ureja področje javnih financ ter področje, ki je predmet javnega naročila.</w:t>
      </w:r>
    </w:p>
    <w:p w14:paraId="495A471F" w14:textId="77777777" w:rsidR="00AE082E" w:rsidRPr="00821B7D" w:rsidRDefault="00AE082E" w:rsidP="00AE082E">
      <w:pPr>
        <w:rPr>
          <w:highlight w:val="yellow"/>
        </w:rPr>
      </w:pPr>
    </w:p>
    <w:p w14:paraId="276740A9" w14:textId="1EAA788B" w:rsidR="00AE082E" w:rsidRDefault="00815E40" w:rsidP="00AE082E">
      <w:pPr>
        <w:pStyle w:val="Naslov1"/>
      </w:pPr>
      <w:bookmarkStart w:id="31" w:name="_Toc464638497"/>
      <w:bookmarkStart w:id="32" w:name="_Toc464638498"/>
      <w:bookmarkStart w:id="33" w:name="_Toc336851735"/>
      <w:bookmarkStart w:id="34" w:name="_Toc336851783"/>
      <w:bookmarkStart w:id="35" w:name="_Toc371662750"/>
      <w:bookmarkStart w:id="36" w:name="_Toc96061461"/>
      <w:bookmarkStart w:id="37" w:name="_Toc336851736"/>
      <w:bookmarkStart w:id="38" w:name="_Toc336851784"/>
      <w:bookmarkEnd w:id="31"/>
      <w:bookmarkEnd w:id="32"/>
      <w:r>
        <w:rPr>
          <w:caps w:val="0"/>
        </w:rPr>
        <w:t xml:space="preserve">TEMELJNA PRAVILA </w:t>
      </w:r>
      <w:bookmarkEnd w:id="33"/>
      <w:bookmarkEnd w:id="34"/>
      <w:r>
        <w:rPr>
          <w:caps w:val="0"/>
        </w:rPr>
        <w:t>ZA DOSTOP, OBVESTILA IN POJASNILA V ZVEZI Z RAZPISNO DOKUMENTACIJO</w:t>
      </w:r>
      <w:bookmarkEnd w:id="35"/>
      <w:bookmarkEnd w:id="36"/>
    </w:p>
    <w:p w14:paraId="3F28696A" w14:textId="6B0D74C2" w:rsidR="00400A3C" w:rsidRDefault="00815E40" w:rsidP="00400A3C">
      <w:pPr>
        <w:pStyle w:val="Naslov2"/>
      </w:pPr>
      <w:bookmarkStart w:id="39" w:name="_Toc96061462"/>
      <w:r>
        <w:t>D</w:t>
      </w:r>
      <w:r w:rsidR="00400A3C">
        <w:t>ostop do razpisne dokumentacije</w:t>
      </w:r>
      <w:bookmarkEnd w:id="37"/>
      <w:bookmarkEnd w:id="38"/>
      <w:bookmarkEnd w:id="39"/>
    </w:p>
    <w:p w14:paraId="0C60CF11" w14:textId="50E3BBE8" w:rsidR="00400A3C" w:rsidRDefault="00400A3C" w:rsidP="00400A3C">
      <w:r>
        <w:t xml:space="preserve">Razpisno dokumentacijo lahko ponudniki dobijo na </w:t>
      </w:r>
      <w:r w:rsidR="00281AAF" w:rsidRPr="00B658BA">
        <w:t>p</w:t>
      </w:r>
      <w:r w:rsidR="00BE4635" w:rsidRPr="00B658BA">
        <w:t>ortalu javnih naročil</w:t>
      </w:r>
      <w:r w:rsidR="00D63EF4" w:rsidRPr="004A0BBE">
        <w:t>.</w:t>
      </w:r>
    </w:p>
    <w:p w14:paraId="07BDB8F1" w14:textId="77777777" w:rsidR="00C9391F" w:rsidRDefault="00C9391F" w:rsidP="00400A3C"/>
    <w:p w14:paraId="14FB42F7" w14:textId="77777777" w:rsidR="004A0BBE" w:rsidRDefault="004A0BBE" w:rsidP="004A0BBE">
      <w:r>
        <w:t>Dostop do razpisne dokumentacije je brezplačen.</w:t>
      </w:r>
    </w:p>
    <w:p w14:paraId="28D6951F" w14:textId="3F3B8F60" w:rsidR="00400A3C" w:rsidRDefault="00815E40" w:rsidP="00400A3C">
      <w:pPr>
        <w:pStyle w:val="Naslov2"/>
      </w:pPr>
      <w:bookmarkStart w:id="40" w:name="_Toc464638501"/>
      <w:bookmarkStart w:id="41" w:name="_Toc464638503"/>
      <w:bookmarkStart w:id="42" w:name="_Toc336851737"/>
      <w:bookmarkStart w:id="43" w:name="_Toc336851785"/>
      <w:bookmarkStart w:id="44" w:name="_Toc96061463"/>
      <w:bookmarkEnd w:id="40"/>
      <w:bookmarkEnd w:id="41"/>
      <w:r>
        <w:t>O</w:t>
      </w:r>
      <w:r w:rsidR="00400A3C">
        <w:t>bvestila in pojasnila v zvezi z razpisno dokumentacijo</w:t>
      </w:r>
      <w:bookmarkEnd w:id="42"/>
      <w:bookmarkEnd w:id="43"/>
      <w:bookmarkEnd w:id="44"/>
    </w:p>
    <w:p w14:paraId="4B238474" w14:textId="77777777" w:rsidR="00400A3C" w:rsidRPr="00556FFE" w:rsidRDefault="00400A3C" w:rsidP="00400A3C">
      <w:r w:rsidRPr="00556FFE">
        <w:t xml:space="preserve">Komunikacija s ponudniki o vprašanjih v zvezi z vsebino naročila in v zvezi s pripravo ponudbe poteka izključno preko </w:t>
      </w:r>
      <w:r w:rsidR="00281AAF">
        <w:t>p</w:t>
      </w:r>
      <w:r w:rsidRPr="00556FFE">
        <w:t>ortala javnih naročil.</w:t>
      </w:r>
    </w:p>
    <w:p w14:paraId="2C9D26D7" w14:textId="77777777" w:rsidR="00400A3C" w:rsidRDefault="00400A3C" w:rsidP="00400A3C"/>
    <w:p w14:paraId="23E7D1A3" w14:textId="16F10543" w:rsidR="00D26262" w:rsidRDefault="00400A3C" w:rsidP="00400A3C">
      <w:r>
        <w:t xml:space="preserve">Naročnik bo zahtevo za pojasnilo razpisne dokumentacije oziroma kakršnokoli drugo vprašanje v zvezi </w:t>
      </w:r>
      <w:r w:rsidR="00306937">
        <w:t>z naročilom</w:t>
      </w:r>
      <w:r>
        <w:t xml:space="preserve"> štel kot pravočasno, v kolikor bo na </w:t>
      </w:r>
      <w:r w:rsidR="00281AAF">
        <w:t>p</w:t>
      </w:r>
      <w:r>
        <w:t xml:space="preserve">ortalu javnih naročil zastavljeno najkasneje do vključno </w:t>
      </w:r>
      <w:r w:rsidR="00D95D96">
        <w:t>24.02.2022</w:t>
      </w:r>
      <w:r w:rsidR="00D63EF4">
        <w:t xml:space="preserve"> </w:t>
      </w:r>
      <w:r>
        <w:t>do</w:t>
      </w:r>
      <w:r w:rsidR="00D63EF4">
        <w:t xml:space="preserve"> </w:t>
      </w:r>
      <w:r w:rsidR="00D95D96">
        <w:t>10.00</w:t>
      </w:r>
      <w:r w:rsidR="00D63EF4">
        <w:t xml:space="preserve"> ure</w:t>
      </w:r>
      <w:r w:rsidR="00D95D96">
        <w:t>.</w:t>
      </w:r>
      <w:r w:rsidR="00C450AB">
        <w:t xml:space="preserve"> </w:t>
      </w:r>
    </w:p>
    <w:p w14:paraId="0F62114A" w14:textId="77777777" w:rsidR="00D26262" w:rsidRDefault="00D26262" w:rsidP="00400A3C"/>
    <w:p w14:paraId="403E0AC4" w14:textId="77777777" w:rsidR="00400A3C" w:rsidRDefault="00400A3C" w:rsidP="00400A3C">
      <w:r>
        <w:t>Na zahteve za pojasnila oziroma druga vprašanja v zvezi z naročilom, zastavljena po tem roku, naročnik ne bo odgovarjal.</w:t>
      </w:r>
    </w:p>
    <w:p w14:paraId="272FD49A" w14:textId="77777777" w:rsidR="0077559D" w:rsidRDefault="0077559D" w:rsidP="00400A3C"/>
    <w:p w14:paraId="70FBD1CA" w14:textId="77777777" w:rsidR="0077559D" w:rsidRDefault="0077559D" w:rsidP="00400A3C">
      <w:r>
        <w:t xml:space="preserve">Naročnik sme v skladu </w:t>
      </w:r>
      <w:r w:rsidR="00EE3018">
        <w:t xml:space="preserve">s </w:t>
      </w:r>
      <w:r>
        <w:t xml:space="preserve">67. členom ZJN-3 spremeniti ali dopolniti razpisno dokumentacijo. Tovrstne spremembe in dopolnitve bo naročnik izdal v obliki dodatkov k razpisni dokumentaciji. Vsak dodatek k </w:t>
      </w:r>
      <w:r>
        <w:lastRenderedPageBreak/>
        <w:t>razpisni dokumentaciji postane sestavni del razpisne dokumentacije. Kot del razpisne dokumentacije štejejo tudi vprašanja in odgovori, objavljeni na portalu javnih naročil.</w:t>
      </w:r>
    </w:p>
    <w:p w14:paraId="07AC14EB" w14:textId="2D849F30" w:rsidR="005312FE" w:rsidRDefault="00815E40" w:rsidP="005B48AD">
      <w:pPr>
        <w:pStyle w:val="Naslov1"/>
      </w:pPr>
      <w:bookmarkStart w:id="45" w:name="_Toc467133853"/>
      <w:bookmarkStart w:id="46" w:name="_Toc467501167"/>
      <w:bookmarkStart w:id="47" w:name="_Toc467133854"/>
      <w:bookmarkStart w:id="48" w:name="_Toc467501168"/>
      <w:bookmarkStart w:id="49" w:name="_Toc467133855"/>
      <w:bookmarkStart w:id="50" w:name="_Toc467501169"/>
      <w:bookmarkStart w:id="51" w:name="_Toc467133856"/>
      <w:bookmarkStart w:id="52" w:name="_Toc467501170"/>
      <w:bookmarkStart w:id="53" w:name="_Toc467133857"/>
      <w:bookmarkStart w:id="54" w:name="_Toc467501171"/>
      <w:bookmarkStart w:id="55" w:name="_Toc467133858"/>
      <w:bookmarkStart w:id="56" w:name="_Toc467501172"/>
      <w:bookmarkStart w:id="57" w:name="_Toc467133859"/>
      <w:bookmarkStart w:id="58" w:name="_Toc467501173"/>
      <w:bookmarkStart w:id="59" w:name="_Toc467133862"/>
      <w:bookmarkStart w:id="60" w:name="_Toc467501176"/>
      <w:bookmarkStart w:id="61" w:name="_Toc467133865"/>
      <w:bookmarkStart w:id="62" w:name="_Toc467501179"/>
      <w:bookmarkStart w:id="63" w:name="_Toc467133866"/>
      <w:bookmarkStart w:id="64" w:name="_Toc467501180"/>
      <w:bookmarkStart w:id="65" w:name="_Toc9606146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caps w:val="0"/>
        </w:rPr>
        <w:t>UGOTAVLJANJE SPOSOBNOSTI</w:t>
      </w:r>
      <w:bookmarkEnd w:id="65"/>
    </w:p>
    <w:p w14:paraId="6FAB2973" w14:textId="31155C05" w:rsidR="005B48AD" w:rsidRDefault="00815E40" w:rsidP="005B48AD">
      <w:pPr>
        <w:pStyle w:val="Naslov2"/>
      </w:pPr>
      <w:bookmarkStart w:id="66" w:name="_Toc96061465"/>
      <w:r>
        <w:t>U</w:t>
      </w:r>
      <w:r w:rsidR="002838E4">
        <w:t>gotavljanje sposobnosti za sodelovanje v postopku oddaje javnega naročila in dokazila</w:t>
      </w:r>
      <w:bookmarkEnd w:id="66"/>
    </w:p>
    <w:p w14:paraId="146215D1" w14:textId="77777777" w:rsidR="00DC2CF5" w:rsidRDefault="005B48AD" w:rsidP="00DC2CF5">
      <w:r>
        <w:t xml:space="preserve">Ponudnik mora izpolnjevati vse v tej točki navedene pogoje. </w:t>
      </w:r>
    </w:p>
    <w:p w14:paraId="11EBC247" w14:textId="77777777" w:rsidR="007738A6" w:rsidRDefault="007738A6" w:rsidP="00DC2CF5"/>
    <w:p w14:paraId="1C88DEFC" w14:textId="7DC4009D" w:rsidR="007738A6" w:rsidRDefault="007738A6" w:rsidP="005B48AD">
      <w:r w:rsidRPr="000737A2">
        <w:t>Naročnik bo pred oddajo javnega naročila od ponudnika, kateremu se je odločil oddati predmetno naročilo, zahteval, da predloži dokazila</w:t>
      </w:r>
      <w:r w:rsidR="00261DF2" w:rsidRPr="000737A2">
        <w:t xml:space="preserve"> (potrdila, izjave) kot dokaz neobstoja razlogov za izključitev iz točke </w:t>
      </w:r>
      <w:r w:rsidR="00674A96">
        <w:t>9</w:t>
      </w:r>
      <w:r w:rsidR="00261DF2" w:rsidRPr="000737A2">
        <w:t>.1.1 teh navodil in kot dokaz izpolnjevanja pogoj</w:t>
      </w:r>
      <w:r w:rsidR="0058640D" w:rsidRPr="000737A2">
        <w:t>ev</w:t>
      </w:r>
      <w:r w:rsidR="00261DF2" w:rsidRPr="000737A2">
        <w:t xml:space="preserve"> za sodelovanje iz točk </w:t>
      </w:r>
      <w:r w:rsidR="00A34C82">
        <w:t>9</w:t>
      </w:r>
      <w:r w:rsidR="00261DF2" w:rsidRPr="000737A2">
        <w:t>.1.2</w:t>
      </w:r>
      <w:r w:rsidR="0058640D" w:rsidRPr="000737A2">
        <w:t xml:space="preserve"> do </w:t>
      </w:r>
      <w:r w:rsidR="00A34C82">
        <w:t>9</w:t>
      </w:r>
      <w:r w:rsidR="0058640D" w:rsidRPr="000737A2">
        <w:t>.1.</w:t>
      </w:r>
      <w:r w:rsidR="009B4E36">
        <w:t>4</w:t>
      </w:r>
      <w:r w:rsidR="00261DF2" w:rsidRPr="000737A2">
        <w:t xml:space="preserve"> teh navodil</w:t>
      </w:r>
      <w:r w:rsidR="000737A2" w:rsidRPr="000737A2">
        <w:t xml:space="preserve">, v </w:t>
      </w:r>
      <w:r w:rsidR="000737A2" w:rsidRPr="00D95D96">
        <w:rPr>
          <w:b/>
        </w:rPr>
        <w:t>kolikor se bo pri naročniku pojavil dvom o resničnosti ponudnikov izjav</w:t>
      </w:r>
      <w:r w:rsidR="00261DF2" w:rsidRPr="00D95D96">
        <w:rPr>
          <w:b/>
        </w:rPr>
        <w:t>.</w:t>
      </w:r>
    </w:p>
    <w:p w14:paraId="49DF1E12" w14:textId="77777777" w:rsidR="00261DF2" w:rsidRDefault="00261DF2" w:rsidP="005B48AD"/>
    <w:p w14:paraId="0F917F0B" w14:textId="55F5A4BB" w:rsidR="00261DF2" w:rsidRPr="000737A2" w:rsidRDefault="00261DF2" w:rsidP="005B48AD">
      <w:r w:rsidRPr="000737A2">
        <w:t>Gospodarski subjekt lahko dokazila o neobstoju</w:t>
      </w:r>
      <w:r w:rsidR="0058640D" w:rsidRPr="000737A2">
        <w:t xml:space="preserve"> razlogov za</w:t>
      </w:r>
      <w:r w:rsidRPr="000737A2">
        <w:t xml:space="preserve"> izključitev iz točke </w:t>
      </w:r>
      <w:r w:rsidR="00A34C82">
        <w:t>9</w:t>
      </w:r>
      <w:r w:rsidRPr="000737A2">
        <w:t>.1.1 teh navodil in dokazila o izpolnjevanju pogoj</w:t>
      </w:r>
      <w:r w:rsidR="0058640D" w:rsidRPr="000737A2">
        <w:t>ev za sodelovanje</w:t>
      </w:r>
      <w:r w:rsidRPr="000737A2">
        <w:t xml:space="preserve"> iz točk </w:t>
      </w:r>
      <w:r w:rsidR="00A34C82">
        <w:t>9</w:t>
      </w:r>
      <w:r w:rsidRPr="000737A2">
        <w:t>.1.2</w:t>
      </w:r>
      <w:r w:rsidR="0058640D" w:rsidRPr="000737A2">
        <w:t xml:space="preserve"> do </w:t>
      </w:r>
      <w:r w:rsidR="00A34C82">
        <w:t>9</w:t>
      </w:r>
      <w:r w:rsidR="0058640D" w:rsidRPr="000737A2">
        <w:t>.1.</w:t>
      </w:r>
      <w:r w:rsidR="009B4E36">
        <w:t>4</w:t>
      </w:r>
      <w:r w:rsidRPr="000737A2">
        <w:t xml:space="preserve"> teh navodil predloži tudi sam. Naročnik si pridržuje pravico do preveritve verodostojnosti predloženih dokazil pri podpisniku le-teh.</w:t>
      </w:r>
    </w:p>
    <w:p w14:paraId="5BC38F0D" w14:textId="77777777" w:rsidR="00261DF2" w:rsidRPr="000737A2" w:rsidRDefault="00261DF2" w:rsidP="005B48AD"/>
    <w:p w14:paraId="7853DF8E" w14:textId="77777777" w:rsidR="00261DF2" w:rsidRDefault="00261DF2" w:rsidP="005B48AD">
      <w:r w:rsidRPr="000737A2">
        <w:t xml:space="preserve">V kolikor ponudnik nima sedeža v </w:t>
      </w:r>
      <w:r w:rsidR="0058640D" w:rsidRPr="000737A2">
        <w:t xml:space="preserve">Republiki </w:t>
      </w:r>
      <w:r w:rsidRPr="000737A2">
        <w:t>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14:paraId="44B431C3" w14:textId="77777777" w:rsidR="00261DF2" w:rsidRDefault="00261DF2" w:rsidP="005B48AD"/>
    <w:p w14:paraId="4FE5E453" w14:textId="77777777" w:rsidR="00261DF2" w:rsidRDefault="00261DF2" w:rsidP="005B48AD">
      <w:r>
        <w:t xml:space="preserve">Za skupne ponudbe in ponudbe s podizvajalci je potrebno upoštevati še točki </w:t>
      </w:r>
      <w:r w:rsidR="006E739F">
        <w:t>1</w:t>
      </w:r>
      <w:r w:rsidR="00A34C82">
        <w:t>1</w:t>
      </w:r>
      <w:r>
        <w:t>.3.1 (Skupna ponudba) in 1</w:t>
      </w:r>
      <w:r w:rsidR="00A34C82">
        <w:t>1</w:t>
      </w:r>
      <w:r>
        <w:t>.3.2 (Ponudba s podizvajalci) teh navodil.</w:t>
      </w:r>
    </w:p>
    <w:p w14:paraId="41751FDD" w14:textId="77777777" w:rsidR="007738A6" w:rsidRDefault="007738A6" w:rsidP="005B48AD"/>
    <w:p w14:paraId="455447B6" w14:textId="77777777" w:rsidR="003A77BA" w:rsidRDefault="00CE3D01" w:rsidP="003A77BA">
      <w:pPr>
        <w:pStyle w:val="Naslov3"/>
      </w:pPr>
      <w:bookmarkStart w:id="67" w:name="_Toc464638508"/>
      <w:bookmarkStart w:id="68" w:name="_Toc464638509"/>
      <w:bookmarkStart w:id="69" w:name="_Toc464638510"/>
      <w:bookmarkStart w:id="70" w:name="_Toc464638511"/>
      <w:bookmarkStart w:id="71" w:name="_Toc464638513"/>
      <w:bookmarkStart w:id="72" w:name="_Toc464638514"/>
      <w:bookmarkStart w:id="73" w:name="_Toc464638515"/>
      <w:bookmarkStart w:id="74" w:name="_Toc464638517"/>
      <w:bookmarkStart w:id="75" w:name="_Toc464638519"/>
      <w:bookmarkStart w:id="76" w:name="_Toc464638520"/>
      <w:bookmarkStart w:id="77" w:name="_Toc464638521"/>
      <w:bookmarkStart w:id="78" w:name="_Toc464638522"/>
      <w:bookmarkStart w:id="79" w:name="_Toc464638523"/>
      <w:bookmarkStart w:id="80" w:name="_Toc464638525"/>
      <w:bookmarkStart w:id="81" w:name="_Toc464638526"/>
      <w:bookmarkStart w:id="82" w:name="_Toc464638527"/>
      <w:bookmarkStart w:id="83" w:name="_Toc960614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t>Razlogi za izključitev</w:t>
      </w:r>
      <w:bookmarkEnd w:id="83"/>
    </w:p>
    <w:p w14:paraId="4D4FF692" w14:textId="77777777" w:rsidR="00261DF2" w:rsidRDefault="00261DF2" w:rsidP="00441581">
      <w:pPr>
        <w:numPr>
          <w:ilvl w:val="0"/>
          <w:numId w:val="10"/>
        </w:numPr>
        <w:ind w:left="426" w:hanging="284"/>
      </w:pPr>
      <w:r>
        <w:t>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14:paraId="0FB316A2" w14:textId="77777777" w:rsidR="00261DF2" w:rsidRDefault="00261DF2" w:rsidP="00AF1F2F">
      <w:pPr>
        <w:ind w:left="426"/>
      </w:pPr>
    </w:p>
    <w:p w14:paraId="6478054A" w14:textId="77777777" w:rsidR="007C1BF9" w:rsidRPr="00AB47F7" w:rsidRDefault="00261DF2" w:rsidP="00AF1F2F">
      <w:pPr>
        <w:ind w:left="426"/>
      </w:pPr>
      <w:r>
        <w:t xml:space="preserve">V kolikor je gospodarski subjekt </w:t>
      </w:r>
      <w:r w:rsidR="009559B9">
        <w:t>v položaju iz zgornjega odstavka, lahko naročniku v skladu z devetim odstavkom 75. člena ZJN-3 predloži dokazila, da je sprejel zadostne ukrepe, s katerimi lahko dokaže svojo zanesljivost kljub obstoju razlogov za izključitev.</w:t>
      </w:r>
    </w:p>
    <w:p w14:paraId="6B6FC9D0" w14:textId="77777777" w:rsidR="007C1BF9" w:rsidRPr="00AB47F7" w:rsidRDefault="007C1BF9" w:rsidP="007C1BF9">
      <w:pPr>
        <w:ind w:left="426"/>
      </w:pPr>
    </w:p>
    <w:p w14:paraId="3A9E19EA" w14:textId="77777777" w:rsidR="007C1BF9" w:rsidRPr="00AB47F7" w:rsidRDefault="007C1BF9" w:rsidP="007C1BF9">
      <w:pPr>
        <w:ind w:firstLine="426"/>
      </w:pPr>
      <w:r w:rsidRPr="00AB47F7">
        <w:t>DOKAZILA:</w:t>
      </w:r>
    </w:p>
    <w:p w14:paraId="5E54E878" w14:textId="77777777" w:rsidR="000737A2" w:rsidRDefault="00C764D2" w:rsidP="003D1F76">
      <w:pPr>
        <w:ind w:left="426"/>
      </w:pPr>
      <w:r>
        <w:t xml:space="preserve">Izpolnjen </w:t>
      </w:r>
      <w:r w:rsidR="00A34C82">
        <w:t>obrazec</w:t>
      </w:r>
      <w:r w:rsidR="000737A2">
        <w:t xml:space="preserve"> </w:t>
      </w:r>
      <w:r w:rsidR="00A34C82">
        <w:t>»</w:t>
      </w:r>
      <w:r w:rsidR="000737A2">
        <w:t xml:space="preserve">Izjava </w:t>
      </w:r>
      <w:r w:rsidR="00A34C82">
        <w:t>za gospodarski subjekt«</w:t>
      </w:r>
      <w:r w:rsidR="00042CB9">
        <w:t xml:space="preserve"> </w:t>
      </w:r>
      <w:r w:rsidRPr="003D1F76">
        <w:t>za vse gospodarske</w:t>
      </w:r>
      <w:r>
        <w:t xml:space="preserve"> subjekte v ponudbi</w:t>
      </w:r>
      <w:r w:rsidR="00042CB9">
        <w:t xml:space="preserve"> </w:t>
      </w:r>
      <w:r w:rsidR="00042CB9" w:rsidRPr="00DF474D">
        <w:t>(tudi za podizvajalce in subjekte, katerih zmogljivosti namerava uporabiti ponudnik v skladu z 81. členom ZJN-3)</w:t>
      </w:r>
    </w:p>
    <w:p w14:paraId="7A6721DA" w14:textId="77777777" w:rsidR="007C1BF9" w:rsidRPr="00AB47F7" w:rsidRDefault="007C1BF9" w:rsidP="003A77BA"/>
    <w:p w14:paraId="618A955D" w14:textId="77777777" w:rsidR="002A0E82" w:rsidRDefault="009559B9" w:rsidP="00D95101">
      <w:pPr>
        <w:tabs>
          <w:tab w:val="left" w:pos="887"/>
        </w:tabs>
        <w:ind w:left="392"/>
        <w:rPr>
          <w:rFonts w:cs="Arial"/>
          <w:i/>
          <w:sz w:val="18"/>
          <w:szCs w:val="18"/>
        </w:rPr>
      </w:pPr>
      <w:r w:rsidRPr="00C764D2">
        <w:rPr>
          <w:b/>
        </w:rPr>
        <w:t>Naročnik bo</w:t>
      </w:r>
      <w:r w:rsidR="00C764D2" w:rsidRPr="00C764D2">
        <w:rPr>
          <w:b/>
        </w:rPr>
        <w:t>, v kolikor se bo pojavil dvom o resničnosti ponudnikov izjav</w:t>
      </w:r>
      <w:r w:rsidRPr="00C764D2">
        <w:rPr>
          <w:b/>
        </w:rPr>
        <w:t>, pred oddajo javnega naročila, od ponudnika, kateremu se je odločil oddati predmetno naročilo</w:t>
      </w:r>
      <w:r w:rsidRPr="00C764D2">
        <w:t>, zahteval predložitev pooblastila za pridobitev podatkov iz kazenske evidence (</w:t>
      </w:r>
      <w:r w:rsidR="00674A96">
        <w:t xml:space="preserve">za gospodarski subjekt in </w:t>
      </w:r>
      <w:r w:rsidRPr="00C764D2">
        <w:t xml:space="preserve">za vse osebe, </w:t>
      </w:r>
      <w:r w:rsidR="00635BA0" w:rsidRPr="00C764D2">
        <w:t>ki so članice upravnega, vodstvenega ali nadzornega organa gospodarskega subjekta ali ki imajo pooblastila za njegovo zastopanje ali odločanje ali nadzor v njem</w:t>
      </w:r>
      <w:r w:rsidRPr="00C764D2">
        <w:t>).</w:t>
      </w:r>
    </w:p>
    <w:p w14:paraId="1C9103A7" w14:textId="77777777" w:rsidR="009559B9" w:rsidRDefault="002A0E82" w:rsidP="00D95101">
      <w:pPr>
        <w:tabs>
          <w:tab w:val="left" w:pos="887"/>
        </w:tabs>
        <w:ind w:left="392"/>
      </w:pPr>
      <w:r>
        <w:t xml:space="preserve"> </w:t>
      </w:r>
    </w:p>
    <w:p w14:paraId="0FD8E721" w14:textId="55C58791" w:rsidR="00214049" w:rsidRDefault="009559B9" w:rsidP="00214049">
      <w:pPr>
        <w:tabs>
          <w:tab w:val="left" w:pos="887"/>
        </w:tabs>
        <w:ind w:left="392"/>
      </w:pPr>
      <w:r>
        <w:t xml:space="preserve">Ponudnik lahko potrdila iz </w:t>
      </w:r>
      <w:r w:rsidR="00B8708B">
        <w:t>k</w:t>
      </w:r>
      <w:r>
        <w:t xml:space="preserve">azenske evidence priloži sam. </w:t>
      </w:r>
      <w:r w:rsidR="00214049" w:rsidRPr="0058082A">
        <w:t>Tako predložena potrdila ne smejo bit</w:t>
      </w:r>
      <w:r w:rsidR="00214049">
        <w:t>i</w:t>
      </w:r>
      <w:r w:rsidR="00214049" w:rsidRPr="0058082A">
        <w:t xml:space="preserve"> starejša od 4 mesecev od roka za oddajo </w:t>
      </w:r>
      <w:r w:rsidR="00214049">
        <w:t>ponudbe</w:t>
      </w:r>
      <w:r w:rsidR="00214049" w:rsidRPr="0058082A">
        <w:t>.</w:t>
      </w:r>
    </w:p>
    <w:p w14:paraId="4E130BFB" w14:textId="77777777" w:rsidR="007C1BF9" w:rsidRPr="00AB47F7" w:rsidRDefault="007C1BF9" w:rsidP="00214049">
      <w:pPr>
        <w:tabs>
          <w:tab w:val="left" w:pos="887"/>
        </w:tabs>
        <w:ind w:left="392"/>
      </w:pPr>
    </w:p>
    <w:p w14:paraId="4BBF7473" w14:textId="77777777" w:rsidR="007C1BF9" w:rsidRPr="00AB47F7" w:rsidRDefault="009559B9" w:rsidP="00441581">
      <w:pPr>
        <w:numPr>
          <w:ilvl w:val="0"/>
          <w:numId w:val="10"/>
        </w:numPr>
        <w:ind w:left="426" w:hanging="284"/>
      </w:pPr>
      <w:r>
        <w:t xml:space="preserve">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w:t>
      </w:r>
      <w:r>
        <w:lastRenderedPageBreak/>
        <w:t>neplačanih zapadlih obveznosti na dan oddaje ponudbe ali prijave ne znaša 50 EUR ali več. Gospodarski subjekt mora imeti na dan oddaje ponudbe predložene vse obračune davčnih odtegljajev za dohodke iz delovnega razmerja za obdobje zadnjih petih let do dne oddaje ponudbe.</w:t>
      </w:r>
    </w:p>
    <w:p w14:paraId="0AE34F93" w14:textId="77777777" w:rsidR="007C1BF9" w:rsidRPr="00AB47F7" w:rsidRDefault="007C1BF9" w:rsidP="003A77BA"/>
    <w:p w14:paraId="4D706E2D" w14:textId="77777777" w:rsidR="00D54431" w:rsidRDefault="007C1BF9" w:rsidP="00D54431">
      <w:pPr>
        <w:ind w:firstLine="392"/>
      </w:pPr>
      <w:r w:rsidRPr="00AB47F7">
        <w:t>DOKAZILO</w:t>
      </w:r>
      <w:r>
        <w:t>:</w:t>
      </w:r>
    </w:p>
    <w:p w14:paraId="6D3FA1E4" w14:textId="77777777" w:rsidR="00C764D2" w:rsidRDefault="00A34C82" w:rsidP="00C764D2">
      <w:pPr>
        <w:ind w:left="426"/>
      </w:pPr>
      <w:r>
        <w:t>Izpolnjen</w:t>
      </w:r>
      <w:r w:rsidR="00C764D2">
        <w:t xml:space="preserve"> </w:t>
      </w:r>
      <w:r>
        <w:t xml:space="preserve">obrazec »Izjava za gospodarski subjekt« </w:t>
      </w:r>
      <w:r w:rsidR="00C764D2" w:rsidRPr="003D1F76">
        <w:t>za vse gospodarske</w:t>
      </w:r>
      <w:r w:rsidR="00C764D2">
        <w:t xml:space="preserve"> subjekte v ponudbi</w:t>
      </w:r>
      <w:r w:rsidR="00042CB9">
        <w:t xml:space="preserve"> </w:t>
      </w:r>
      <w:r w:rsidR="00042CB9" w:rsidRPr="00DF474D">
        <w:t>(tudi za podizvajalce in subjekte, katerih zmogljivosti namerava uporabiti ponudnik v skladu z 81. členom ZJN-3)</w:t>
      </w:r>
    </w:p>
    <w:p w14:paraId="3D329719" w14:textId="77777777" w:rsidR="007C1BF9" w:rsidRPr="00AB47F7" w:rsidRDefault="007C1BF9" w:rsidP="00496C55">
      <w:pPr>
        <w:tabs>
          <w:tab w:val="left" w:pos="887"/>
        </w:tabs>
        <w:ind w:left="392"/>
        <w:jc w:val="left"/>
      </w:pPr>
    </w:p>
    <w:p w14:paraId="58DB69E1" w14:textId="0204ACF6" w:rsidR="009E1C80" w:rsidRDefault="009559B9" w:rsidP="00441581">
      <w:pPr>
        <w:numPr>
          <w:ilvl w:val="0"/>
          <w:numId w:val="10"/>
        </w:numPr>
        <w:ind w:left="426" w:hanging="284"/>
      </w:pPr>
      <w:r>
        <w:t xml:space="preserve">Gospodarski subjekt na dan, ko poteče rok za oddajo ponudb ne sme biti uvrščen v </w:t>
      </w:r>
      <w:r w:rsidR="00214049" w:rsidRPr="0072175F">
        <w:rPr>
          <w:rFonts w:cstheme="minorHAnsi"/>
        </w:rPr>
        <w:t>evidenco gospodarskih subjektov z izrečenimi stranskimi sankcijami izločitve iz postopkov javnega naročanja</w:t>
      </w:r>
      <w:r>
        <w:t xml:space="preserve"> iz</w:t>
      </w:r>
      <w:r w:rsidR="00635BA0">
        <w:t xml:space="preserve"> a)</w:t>
      </w:r>
      <w:r>
        <w:t xml:space="preserve"> točke četrtega odstavka 75. člena ZJN-3.</w:t>
      </w:r>
    </w:p>
    <w:p w14:paraId="7479C7BC" w14:textId="77777777" w:rsidR="009E1C80" w:rsidRDefault="009E1C80" w:rsidP="009E1C80">
      <w:pPr>
        <w:ind w:left="426"/>
      </w:pPr>
    </w:p>
    <w:p w14:paraId="7EF05FD1" w14:textId="77777777" w:rsidR="009E1C80" w:rsidRPr="00AB47F7" w:rsidRDefault="009E1C80" w:rsidP="009E1C80">
      <w:pPr>
        <w:ind w:firstLine="426"/>
      </w:pPr>
      <w:r w:rsidRPr="00AB47F7">
        <w:t>DOKAZIL</w:t>
      </w:r>
      <w:r>
        <w:t>A</w:t>
      </w:r>
      <w:r w:rsidRPr="00AB47F7">
        <w:t>:</w:t>
      </w:r>
    </w:p>
    <w:p w14:paraId="6698E41D" w14:textId="77777777" w:rsidR="009E1C80" w:rsidRPr="00DF474D" w:rsidRDefault="009E1C80" w:rsidP="009E1C80">
      <w:pPr>
        <w:ind w:left="426"/>
      </w:pPr>
      <w:r>
        <w:t xml:space="preserve">Izpolnjen obrazec »Izjava za gospodarski subjekt« </w:t>
      </w:r>
      <w:r w:rsidRPr="003D1F76">
        <w:t>za vse gospodarske</w:t>
      </w:r>
      <w:r>
        <w:t xml:space="preserve"> subjekte v ponudbi </w:t>
      </w:r>
      <w:r w:rsidRPr="00DF474D">
        <w:t>(tudi za podizvajalce in subjekte, katerih zmogljivosti namerava uporabiti ponudnik v skladu z 81. členom ZJN-3)</w:t>
      </w:r>
    </w:p>
    <w:p w14:paraId="12740ADF" w14:textId="77777777" w:rsidR="009E1C80" w:rsidRPr="00AB47F7" w:rsidRDefault="009E1C80" w:rsidP="009E1C80">
      <w:pPr>
        <w:ind w:left="426"/>
      </w:pPr>
    </w:p>
    <w:p w14:paraId="08D1DACA" w14:textId="77777777" w:rsidR="00351D93" w:rsidRPr="00D41EDF" w:rsidRDefault="009559B9" w:rsidP="00441581">
      <w:pPr>
        <w:numPr>
          <w:ilvl w:val="0"/>
          <w:numId w:val="10"/>
        </w:numPr>
        <w:ind w:left="426" w:hanging="284"/>
      </w:pPr>
      <w:r w:rsidRPr="00DF474D">
        <w:t xml:space="preserve">Gospodarskemu subjektu </w:t>
      </w:r>
      <w:r w:rsidR="00351D93" w:rsidRPr="00351D93">
        <w:rPr>
          <w:rFonts w:eastAsia="Times New Roman"/>
        </w:rPr>
        <w:t xml:space="preserve"> </w:t>
      </w:r>
      <w:r w:rsidR="00351D93">
        <w:rPr>
          <w:rFonts w:eastAsia="Times New Roman"/>
        </w:rPr>
        <w:t xml:space="preserve">v zadnjih treh letih pred potekom roka za oddajo ponudb ali prijav pristojni organ Republike Slovenije ali druge države članice ali tretje države pri njem </w:t>
      </w:r>
      <w:r w:rsidR="009D74D2">
        <w:rPr>
          <w:rFonts w:eastAsia="Times New Roman"/>
        </w:rPr>
        <w:t>ni ugotovil</w:t>
      </w:r>
      <w:r w:rsidR="00351D93">
        <w:rPr>
          <w:rFonts w:eastAsia="Times New Roman"/>
        </w:rPr>
        <w:t xml:space="preserve">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5C33FB0" w14:textId="77777777" w:rsidR="00D71BD8" w:rsidRDefault="00D71BD8" w:rsidP="00D71BD8">
      <w:pPr>
        <w:ind w:left="720"/>
        <w:rPr>
          <w:rFonts w:eastAsia="Times New Roman"/>
        </w:rPr>
      </w:pPr>
    </w:p>
    <w:p w14:paraId="5E6F27A4" w14:textId="77777777" w:rsidR="00047AB3" w:rsidRPr="00AB47F7" w:rsidRDefault="00047AB3" w:rsidP="00047AB3">
      <w:pPr>
        <w:ind w:left="426"/>
      </w:pPr>
      <w:r>
        <w:t>V kolikor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69509D36" w14:textId="77777777" w:rsidR="002C675B" w:rsidRDefault="002C675B" w:rsidP="009559B9">
      <w:pPr>
        <w:ind w:firstLine="426"/>
      </w:pPr>
    </w:p>
    <w:p w14:paraId="54AC0A44" w14:textId="77777777" w:rsidR="009559B9" w:rsidRPr="00DF474D" w:rsidRDefault="009559B9" w:rsidP="009559B9">
      <w:pPr>
        <w:ind w:firstLine="426"/>
      </w:pPr>
      <w:r w:rsidRPr="00DF474D">
        <w:t>DOKAZILA:</w:t>
      </w:r>
    </w:p>
    <w:p w14:paraId="6712B0E3" w14:textId="77777777" w:rsidR="00C764D2" w:rsidRDefault="00A34C82" w:rsidP="00C764D2">
      <w:pPr>
        <w:ind w:left="426"/>
      </w:pPr>
      <w:r w:rsidRPr="00DF474D">
        <w:t>Izpolnjen</w:t>
      </w:r>
      <w:r w:rsidR="00C764D2" w:rsidRPr="00DF474D">
        <w:t xml:space="preserve"> </w:t>
      </w:r>
      <w:r w:rsidRPr="00DF474D">
        <w:t xml:space="preserve">obrazec »Izjava za gospodarski subjekt« </w:t>
      </w:r>
      <w:r w:rsidR="00C764D2" w:rsidRPr="00DF474D">
        <w:t>za vse gospodarske subjekte v ponudbi</w:t>
      </w:r>
      <w:r w:rsidR="00042CB9" w:rsidRPr="00DF474D">
        <w:t xml:space="preserve"> (tudi za podizvajalce in subjekte, katerih zmogljivosti namerava uporabiti ponudnik v skladu z 81. členom ZJN-3)</w:t>
      </w:r>
    </w:p>
    <w:p w14:paraId="5318DAAB" w14:textId="77777777" w:rsidR="005A370E" w:rsidRDefault="005A370E" w:rsidP="005A370E"/>
    <w:p w14:paraId="7B89A2AA" w14:textId="77777777" w:rsidR="005A370E" w:rsidRPr="00AB47F7" w:rsidRDefault="005A370E" w:rsidP="005A370E">
      <w: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te točke navodil.</w:t>
      </w:r>
    </w:p>
    <w:p w14:paraId="6A325E13" w14:textId="77777777" w:rsidR="009559B9" w:rsidRDefault="009559B9" w:rsidP="00800B1A">
      <w:pPr>
        <w:rPr>
          <w:rFonts w:cs="Arial"/>
          <w:i/>
          <w:sz w:val="18"/>
          <w:szCs w:val="18"/>
          <w:highlight w:val="yellow"/>
        </w:rPr>
      </w:pPr>
    </w:p>
    <w:p w14:paraId="225D07D5" w14:textId="27C36146" w:rsidR="00D96DA7" w:rsidRDefault="0073283A" w:rsidP="003353C1">
      <w:pPr>
        <w:pStyle w:val="Naslov3"/>
      </w:pPr>
      <w:bookmarkStart w:id="84" w:name="_Toc477161298"/>
      <w:bookmarkStart w:id="85" w:name="_Toc477436067"/>
      <w:bookmarkStart w:id="86" w:name="_Toc464638529"/>
      <w:bookmarkStart w:id="87" w:name="_Toc96061467"/>
      <w:bookmarkStart w:id="88" w:name="_Toc336851742"/>
      <w:bookmarkStart w:id="89" w:name="_Toc336851790"/>
      <w:bookmarkEnd w:id="84"/>
      <w:bookmarkEnd w:id="85"/>
      <w:bookmarkEnd w:id="86"/>
      <w:r w:rsidRPr="004D404D">
        <w:t xml:space="preserve">Pogoji za sodelovanje glede </w:t>
      </w:r>
      <w:r>
        <w:t>ustreznosti za opravljanje poklicne dejavnosti</w:t>
      </w:r>
      <w:bookmarkEnd w:id="87"/>
    </w:p>
    <w:p w14:paraId="0D778789" w14:textId="77777777" w:rsidR="0036622A" w:rsidRPr="0036622A" w:rsidRDefault="0036622A" w:rsidP="0036622A"/>
    <w:p w14:paraId="7CC75FD2" w14:textId="77777777" w:rsidR="007C1BF9" w:rsidRPr="00AB47F7" w:rsidRDefault="00D44D32" w:rsidP="00441581">
      <w:pPr>
        <w:numPr>
          <w:ilvl w:val="0"/>
          <w:numId w:val="11"/>
        </w:numPr>
        <w:ind w:left="426" w:hanging="284"/>
      </w:pPr>
      <w:r>
        <w:t>Ponudnik</w:t>
      </w:r>
      <w:r w:rsidR="00EC4458" w:rsidRPr="00EC4458">
        <w:t xml:space="preserve"> mora biti vpisan v enega od poklicnih ali poslovnih registrov, ki se vodijo v državi članici, v kateri ima gospodarski subjekt sedež. Seznam poklicnih ali poslovnih registrov v državah članicah Evropske unije določa Priloga XI Direktive 2014/24/EU.</w:t>
      </w:r>
    </w:p>
    <w:p w14:paraId="07B3FBB8" w14:textId="77777777" w:rsidR="007C1BF9" w:rsidRPr="00AB47F7" w:rsidRDefault="007C1BF9" w:rsidP="00366B65"/>
    <w:p w14:paraId="1ECC8236" w14:textId="77777777" w:rsidR="007C1BF9" w:rsidRPr="00AB47F7" w:rsidRDefault="007C1BF9" w:rsidP="007C1BF9">
      <w:pPr>
        <w:ind w:firstLine="426"/>
      </w:pPr>
      <w:r w:rsidRPr="00AB47F7">
        <w:t>DOKAZILA:</w:t>
      </w:r>
    </w:p>
    <w:p w14:paraId="26AC0638" w14:textId="77777777" w:rsidR="00C764D2" w:rsidRDefault="00A34C82" w:rsidP="00C764D2">
      <w:pPr>
        <w:ind w:left="426"/>
      </w:pPr>
      <w:r>
        <w:t>Izpolnjen</w:t>
      </w:r>
      <w:r w:rsidR="00C764D2">
        <w:t xml:space="preserve"> </w:t>
      </w:r>
      <w:r>
        <w:t>obrazec »</w:t>
      </w:r>
      <w:r w:rsidR="00C764D2">
        <w:t xml:space="preserve">Izjava o izpolnjevanju pogojev </w:t>
      </w:r>
      <w:r w:rsidR="00C764D2" w:rsidRPr="00C764D2">
        <w:t>glede ustreznosti za opravljanje poklicne dejavnosti</w:t>
      </w:r>
      <w:r>
        <w:t>«</w:t>
      </w:r>
    </w:p>
    <w:p w14:paraId="30775974" w14:textId="77777777" w:rsidR="00A80444" w:rsidRDefault="00A80444" w:rsidP="00D54431">
      <w:pPr>
        <w:ind w:left="426"/>
        <w:rPr>
          <w:b/>
        </w:rPr>
      </w:pPr>
    </w:p>
    <w:p w14:paraId="6DAF7913" w14:textId="5F487DE0" w:rsidR="005A370E" w:rsidRPr="001A50D4" w:rsidRDefault="00694AD6" w:rsidP="00D54431">
      <w:pPr>
        <w:ind w:left="426"/>
        <w:rPr>
          <w:szCs w:val="20"/>
        </w:rPr>
      </w:pPr>
      <w:r>
        <w:t xml:space="preserve">Naročnik si </w:t>
      </w:r>
      <w:r w:rsidR="006739D5">
        <w:t xml:space="preserve">pridržuje pravico, da preveri obstoj in vsebino navedb v ponudbi, </w:t>
      </w:r>
      <w:r w:rsidR="00674A96">
        <w:t>v kolikor se bo</w:t>
      </w:r>
      <w:r w:rsidR="006739D5">
        <w:t xml:space="preserve"> pojavi</w:t>
      </w:r>
      <w:r w:rsidR="00674A96">
        <w:t>l</w:t>
      </w:r>
      <w:r w:rsidR="006739D5">
        <w:t xml:space="preserve"> dvom o resničnosti ponudnikovih izjav. V ta namen mora </w:t>
      </w:r>
      <w:r w:rsidR="00C764D2">
        <w:t xml:space="preserve">izjava </w:t>
      </w:r>
      <w:r w:rsidR="00A80444">
        <w:t>vsebovati vse potrebne podatke, da lahko naročnik v uradni evidenci preveri izpolnjevanje predmetnega pogoja. V kolikor takšna preveritev ne bo mogoča</w:t>
      </w:r>
      <w:r w:rsidR="00442953">
        <w:t>,</w:t>
      </w:r>
      <w:r w:rsidR="00A80444">
        <w:t xml:space="preserve"> bo naročnik od </w:t>
      </w:r>
      <w:r w:rsidR="00B8708B" w:rsidRPr="00DF474D">
        <w:t xml:space="preserve">gospodarskega subjekta </w:t>
      </w:r>
      <w:r w:rsidR="00A80444" w:rsidRPr="00DF474D">
        <w:t>zahteval</w:t>
      </w:r>
      <w:r w:rsidR="00A80444">
        <w:t xml:space="preserve"> </w:t>
      </w:r>
      <w:r w:rsidR="00A80444" w:rsidRPr="001A50D4">
        <w:rPr>
          <w:rFonts w:cs="Arial"/>
          <w:szCs w:val="20"/>
        </w:rPr>
        <w:t xml:space="preserve">kopije </w:t>
      </w:r>
      <w:r w:rsidR="00442953" w:rsidRPr="001A50D4">
        <w:rPr>
          <w:rFonts w:cs="Arial"/>
          <w:szCs w:val="20"/>
        </w:rPr>
        <w:t>vpisa v enega od poklicnih ali poslovnih registrov</w:t>
      </w:r>
      <w:r w:rsidR="001A50D4" w:rsidRPr="001A50D4">
        <w:rPr>
          <w:rFonts w:cs="Arial"/>
          <w:szCs w:val="20"/>
        </w:rPr>
        <w:t>.</w:t>
      </w:r>
    </w:p>
    <w:p w14:paraId="7FC4C81B" w14:textId="77777777" w:rsidR="00CE3D01" w:rsidRPr="001A50D4" w:rsidRDefault="00CE3D01" w:rsidP="00D54431">
      <w:pPr>
        <w:ind w:left="426"/>
        <w:rPr>
          <w:szCs w:val="20"/>
        </w:rPr>
      </w:pPr>
    </w:p>
    <w:p w14:paraId="3FFE77B6" w14:textId="37C89468" w:rsidR="00EA7461" w:rsidRDefault="0073283A" w:rsidP="00A672D2">
      <w:pPr>
        <w:pStyle w:val="Naslov3"/>
      </w:pPr>
      <w:bookmarkStart w:id="90" w:name="_Toc464638533"/>
      <w:bookmarkStart w:id="91" w:name="_Toc464638539"/>
      <w:bookmarkStart w:id="92" w:name="_Toc464638541"/>
      <w:bookmarkStart w:id="93" w:name="_Toc464638544"/>
      <w:bookmarkStart w:id="94" w:name="_Toc464638546"/>
      <w:bookmarkStart w:id="95" w:name="_Toc96061468"/>
      <w:bookmarkStart w:id="96" w:name="_Toc336851743"/>
      <w:bookmarkStart w:id="97" w:name="_Toc336851791"/>
      <w:bookmarkEnd w:id="88"/>
      <w:bookmarkEnd w:id="89"/>
      <w:bookmarkEnd w:id="90"/>
      <w:bookmarkEnd w:id="91"/>
      <w:bookmarkEnd w:id="92"/>
      <w:bookmarkEnd w:id="93"/>
      <w:bookmarkEnd w:id="94"/>
      <w:r w:rsidRPr="004D404D">
        <w:t xml:space="preserve">Pogoji za sodelovanje glede </w:t>
      </w:r>
      <w:r>
        <w:t>tehnične in strokovne sposobnosti</w:t>
      </w:r>
      <w:bookmarkEnd w:id="95"/>
    </w:p>
    <w:p w14:paraId="24F23618" w14:textId="77777777" w:rsidR="001A50D4" w:rsidRPr="001A50D4" w:rsidRDefault="001A50D4" w:rsidP="001A50D4"/>
    <w:p w14:paraId="5186EBE0" w14:textId="0513CDDE" w:rsidR="00164F36" w:rsidRPr="00AB47F7" w:rsidRDefault="00D44D32" w:rsidP="00441581">
      <w:pPr>
        <w:numPr>
          <w:ilvl w:val="0"/>
          <w:numId w:val="13"/>
        </w:numPr>
        <w:ind w:left="426" w:hanging="284"/>
      </w:pPr>
      <w:r>
        <w:t>Ponudnik</w:t>
      </w:r>
      <w:r w:rsidR="008B014E" w:rsidRPr="00DF474D">
        <w:t xml:space="preserve"> </w:t>
      </w:r>
      <w:r w:rsidR="00164F36" w:rsidRPr="00DF474D">
        <w:t>je v</w:t>
      </w:r>
      <w:r w:rsidR="00164F36" w:rsidRPr="00AB47F7">
        <w:t xml:space="preserve"> zadnjih </w:t>
      </w:r>
      <w:r w:rsidR="00164F36">
        <w:t>treh</w:t>
      </w:r>
      <w:r w:rsidR="00164F36" w:rsidRPr="00AB47F7">
        <w:t xml:space="preserve"> letih, šteto od </w:t>
      </w:r>
      <w:r w:rsidR="00164F36">
        <w:t>dneva objave obvestila o tem naročilu na portalu javnih naročil</w:t>
      </w:r>
      <w:r w:rsidR="00164F36" w:rsidRPr="00AB47F7">
        <w:t xml:space="preserve">, uspešno izvedel (kar pomeni količinsko in kakovostno v skladu z naročilom) </w:t>
      </w:r>
    </w:p>
    <w:p w14:paraId="4013D4C7" w14:textId="0D6D5E55" w:rsidR="00164F36" w:rsidRPr="00AB47F7" w:rsidRDefault="00164F36" w:rsidP="00441581">
      <w:pPr>
        <w:pStyle w:val="Odstavekseznama"/>
        <w:numPr>
          <w:ilvl w:val="0"/>
          <w:numId w:val="9"/>
        </w:numPr>
      </w:pPr>
      <w:r w:rsidRPr="00AB47F7">
        <w:t xml:space="preserve">vsaj </w:t>
      </w:r>
      <w:r w:rsidR="001A50D4">
        <w:t xml:space="preserve">5 </w:t>
      </w:r>
      <w:r w:rsidRPr="00AB47F7">
        <w:t xml:space="preserve"> storitev </w:t>
      </w:r>
      <w:r w:rsidR="001A50D4">
        <w:t xml:space="preserve">rekonstrukcije/gradnje cest </w:t>
      </w:r>
      <w:r w:rsidRPr="00AB47F7">
        <w:t xml:space="preserve"> v skupni vrednosti vsaj </w:t>
      </w:r>
      <w:r w:rsidR="001A50D4">
        <w:t>800.000</w:t>
      </w:r>
      <w:r w:rsidRPr="00AB47F7">
        <w:t xml:space="preserve"> </w:t>
      </w:r>
      <w:r w:rsidR="00442953" w:rsidRPr="00AB47F7">
        <w:t xml:space="preserve">EUR </w:t>
      </w:r>
      <w:r w:rsidRPr="00AB47F7">
        <w:t>z DDV;</w:t>
      </w:r>
    </w:p>
    <w:p w14:paraId="7C654B47" w14:textId="77777777" w:rsidR="00164F36" w:rsidRDefault="00164F36" w:rsidP="00366B65"/>
    <w:p w14:paraId="5505CD61" w14:textId="77777777" w:rsidR="00270A35" w:rsidRDefault="00270A35" w:rsidP="00596401">
      <w:pPr>
        <w:ind w:left="426"/>
      </w:pPr>
      <w:r>
        <w:t xml:space="preserve">Gospodarski subjekti v ponudbi lahko skupno izpolnjujejo predmetni pogoj. Gospodarski </w:t>
      </w:r>
      <w:r w:rsidR="002C173A">
        <w:t>subjekt lahko uporabi zmogljivosti drugih subjektov, ne glede na pravno razmerje med njim in temi subjekti le, če bodo slednji izvajali storitve, za katere se zahtevajo te zmogljivosti.</w:t>
      </w:r>
    </w:p>
    <w:p w14:paraId="5AA4D7BB" w14:textId="77777777" w:rsidR="00270A35" w:rsidRPr="00AB47F7" w:rsidRDefault="00270A35" w:rsidP="00366B65"/>
    <w:p w14:paraId="00F50471" w14:textId="77777777" w:rsidR="00164F36" w:rsidRPr="00AB47F7" w:rsidRDefault="00164F36" w:rsidP="00F60AF5">
      <w:pPr>
        <w:ind w:firstLine="426"/>
      </w:pPr>
      <w:r w:rsidRPr="00AB47F7">
        <w:t>DOKAZILO:</w:t>
      </w:r>
    </w:p>
    <w:p w14:paraId="52B81EEB" w14:textId="77777777" w:rsidR="00C764D2" w:rsidRDefault="00A34C82" w:rsidP="00C764D2">
      <w:pPr>
        <w:ind w:left="426"/>
      </w:pPr>
      <w:r>
        <w:t>Izpolnjen obrazec »</w:t>
      </w:r>
      <w:r w:rsidR="00A90174">
        <w:t>Referenčno potrdilo</w:t>
      </w:r>
      <w:r>
        <w:t xml:space="preserve"> za gospodarski subjekt«</w:t>
      </w:r>
      <w:r w:rsidR="00C764D2">
        <w:t xml:space="preserve"> </w:t>
      </w:r>
    </w:p>
    <w:p w14:paraId="7A282B79" w14:textId="77777777" w:rsidR="0032399A" w:rsidRDefault="0032399A" w:rsidP="0032399A">
      <w:pPr>
        <w:pStyle w:val="Naslov3"/>
      </w:pPr>
      <w:bookmarkStart w:id="98" w:name="_Toc96061469"/>
      <w:bookmarkEnd w:id="96"/>
      <w:bookmarkEnd w:id="97"/>
      <w:r>
        <w:t>Drugi pogoji</w:t>
      </w:r>
      <w:bookmarkEnd w:id="98"/>
    </w:p>
    <w:p w14:paraId="7218BAB6" w14:textId="77777777" w:rsidR="005B3EC0" w:rsidRDefault="005B3EC0" w:rsidP="005B3EC0">
      <w:pPr>
        <w:ind w:left="392"/>
        <w:rPr>
          <w:rFonts w:cs="Arial"/>
          <w:szCs w:val="20"/>
        </w:rPr>
      </w:pPr>
      <w:r>
        <w:t xml:space="preserve">Gospodarski subjekt potrjuje, da ni povezan s funkcionarjem in po njegovem vedenju ni povezan z družinskim članom funkcionarja na način, določen v prvem odstavku 35. člena Zakon o integriteti in preprečevanju korupcije (Uradni list RS, št. 69/11 – uradno prečiščeno besedilo in 158/20; v nadaljnjem besedilu </w:t>
      </w:r>
      <w:proofErr w:type="spellStart"/>
      <w:r>
        <w:t>ZIntPK</w:t>
      </w:r>
      <w:proofErr w:type="spellEnd"/>
      <w:r>
        <w:t>).</w:t>
      </w:r>
    </w:p>
    <w:p w14:paraId="39BFDEC4" w14:textId="77777777" w:rsidR="005B3EC0" w:rsidRDefault="005B3EC0" w:rsidP="005B3EC0">
      <w:pPr>
        <w:tabs>
          <w:tab w:val="left" w:pos="817"/>
        </w:tabs>
        <w:ind w:left="392"/>
      </w:pPr>
    </w:p>
    <w:p w14:paraId="10D1C86B" w14:textId="77777777" w:rsidR="005B3EC0" w:rsidRDefault="005B3EC0" w:rsidP="005B3EC0">
      <w:pPr>
        <w:ind w:firstLine="392"/>
      </w:pPr>
      <w:r>
        <w:t>DOKAZILO:</w:t>
      </w:r>
    </w:p>
    <w:p w14:paraId="5B0261B9" w14:textId="77777777" w:rsidR="005B3EC0" w:rsidRDefault="005B3EC0" w:rsidP="005B3EC0">
      <w:pPr>
        <w:ind w:left="426"/>
      </w:pPr>
      <w:r>
        <w:t xml:space="preserve">Izpolnjen obrazec »Izjava za gospodarski subjekt« </w:t>
      </w:r>
      <w:r w:rsidRPr="003D1F76">
        <w:t>za vse gospodarske</w:t>
      </w:r>
      <w:r>
        <w:t xml:space="preserve"> subjekte v ponudbi </w:t>
      </w:r>
      <w:r w:rsidRPr="00DF474D">
        <w:t>(tudi za podizvajalce in subjekte, katerih zmogljivosti namerava uporabiti ponudnik v skladu z 81. členom ZJN-3)</w:t>
      </w:r>
    </w:p>
    <w:p w14:paraId="47C711AC" w14:textId="77777777" w:rsidR="0032399A" w:rsidRDefault="0032399A" w:rsidP="0032399A">
      <w:pPr>
        <w:tabs>
          <w:tab w:val="left" w:pos="817"/>
        </w:tabs>
        <w:ind w:left="392"/>
        <w:rPr>
          <w:b/>
        </w:rPr>
      </w:pPr>
    </w:p>
    <w:p w14:paraId="3AFDDF88" w14:textId="15FDC4DE" w:rsidR="00A80829" w:rsidRPr="00724AF7" w:rsidRDefault="00815E40" w:rsidP="00F60AF5">
      <w:pPr>
        <w:pStyle w:val="Naslov1"/>
      </w:pPr>
      <w:bookmarkStart w:id="99" w:name="_Toc336851744"/>
      <w:bookmarkStart w:id="100" w:name="_Toc336851792"/>
      <w:bookmarkStart w:id="101" w:name="_Toc96061470"/>
      <w:r w:rsidRPr="00724AF7">
        <w:rPr>
          <w:caps w:val="0"/>
        </w:rPr>
        <w:t>MERILA</w:t>
      </w:r>
      <w:bookmarkEnd w:id="99"/>
      <w:bookmarkEnd w:id="100"/>
      <w:bookmarkEnd w:id="101"/>
    </w:p>
    <w:p w14:paraId="4DB1C320" w14:textId="4A5F1DDD" w:rsidR="00562109" w:rsidRPr="001A50D4" w:rsidRDefault="00DB287C" w:rsidP="001A50D4">
      <w:r>
        <w:t xml:space="preserve">Merilo za izbor najugodnejšega ponudnika </w:t>
      </w:r>
      <w:r w:rsidR="00562109">
        <w:t xml:space="preserve">je ekonomsko najugodnejša ponudba </w:t>
      </w:r>
      <w:r w:rsidR="00065CD3" w:rsidRPr="00DF474D">
        <w:t xml:space="preserve">in sicer </w:t>
      </w:r>
      <w:r w:rsidR="00796A4C">
        <w:t xml:space="preserve">merilo </w:t>
      </w:r>
      <w:r w:rsidR="00796A4C" w:rsidRPr="002A405A">
        <w:rPr>
          <w:b/>
        </w:rPr>
        <w:t xml:space="preserve">cena </w:t>
      </w:r>
      <w:r w:rsidR="00663EF6" w:rsidRPr="002A405A">
        <w:rPr>
          <w:b/>
        </w:rPr>
        <w:t xml:space="preserve">(C)  </w:t>
      </w:r>
      <w:r w:rsidR="00796A4C" w:rsidRPr="002A405A">
        <w:rPr>
          <w:b/>
        </w:rPr>
        <w:t>predstavlja 70% točk</w:t>
      </w:r>
      <w:r w:rsidR="00796A4C">
        <w:t xml:space="preserve"> in merilo </w:t>
      </w:r>
      <w:r w:rsidR="00796A4C" w:rsidRPr="002A405A">
        <w:rPr>
          <w:b/>
        </w:rPr>
        <w:t xml:space="preserve">rok zaključka del </w:t>
      </w:r>
      <w:r w:rsidR="00663EF6" w:rsidRPr="002A405A">
        <w:rPr>
          <w:b/>
        </w:rPr>
        <w:t xml:space="preserve">( Mer1) predstavlja </w:t>
      </w:r>
      <w:r w:rsidR="00796A4C" w:rsidRPr="002A405A">
        <w:rPr>
          <w:b/>
        </w:rPr>
        <w:t>30% točk.</w:t>
      </w:r>
      <w:r w:rsidR="00796A4C">
        <w:t xml:space="preserve"> </w:t>
      </w:r>
      <w:r w:rsidR="00663EF6">
        <w:t>Najugodnejša je ponudba, ki zbere najvišji seštevek skupnih točk.</w:t>
      </w:r>
    </w:p>
    <w:p w14:paraId="3797811C" w14:textId="77777777" w:rsidR="00562109" w:rsidRPr="00562109" w:rsidRDefault="00562109" w:rsidP="003E0C42">
      <w:pPr>
        <w:tabs>
          <w:tab w:val="left" w:pos="7465"/>
        </w:tabs>
      </w:pPr>
    </w:p>
    <w:p w14:paraId="288A39E3" w14:textId="77777777" w:rsidR="00796A4C" w:rsidRDefault="00796A4C" w:rsidP="00562109">
      <w:pPr>
        <w:rPr>
          <w:szCs w:val="20"/>
        </w:rPr>
      </w:pPr>
    </w:p>
    <w:p w14:paraId="5C94951E" w14:textId="77777777" w:rsidR="00562109" w:rsidRPr="0035229F" w:rsidRDefault="00562109" w:rsidP="00596CAB">
      <w:pPr>
        <w:tabs>
          <w:tab w:val="left" w:pos="-620"/>
          <w:tab w:val="left" w:pos="99"/>
          <w:tab w:val="left" w:pos="36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spacing w:before="120"/>
        <w:rPr>
          <w:rFonts w:cs="Arial"/>
          <w:szCs w:val="20"/>
        </w:rPr>
      </w:pPr>
      <w:r w:rsidRPr="0035229F">
        <w:rPr>
          <w:rFonts w:cs="Arial"/>
          <w:szCs w:val="20"/>
        </w:rPr>
        <w:t>Obrazložitev vrednotenja postavk v formuli:</w:t>
      </w:r>
    </w:p>
    <w:tbl>
      <w:tblPr>
        <w:tblW w:w="8968" w:type="dxa"/>
        <w:tblInd w:w="392" w:type="dxa"/>
        <w:tblCellMar>
          <w:top w:w="108" w:type="dxa"/>
          <w:bottom w:w="108" w:type="dxa"/>
        </w:tblCellMar>
        <w:tblLook w:val="04A0" w:firstRow="1" w:lastRow="0" w:firstColumn="1" w:lastColumn="0" w:noHBand="0" w:noVBand="1"/>
      </w:tblPr>
      <w:tblGrid>
        <w:gridCol w:w="383"/>
        <w:gridCol w:w="8585"/>
      </w:tblGrid>
      <w:tr w:rsidR="00562109" w:rsidRPr="00AF1F2F" w14:paraId="06A34D46" w14:textId="77777777" w:rsidTr="00255A8D">
        <w:tc>
          <w:tcPr>
            <w:tcW w:w="383" w:type="dxa"/>
            <w:shd w:val="clear" w:color="auto" w:fill="auto"/>
          </w:tcPr>
          <w:p w14:paraId="4B298ECB" w14:textId="77777777" w:rsidR="00562109" w:rsidRPr="0035229F" w:rsidRDefault="00562109" w:rsidP="00366B65">
            <w:pPr>
              <w:rPr>
                <w:rFonts w:cs="Arial"/>
                <w:szCs w:val="20"/>
              </w:rPr>
            </w:pPr>
            <w:r w:rsidRPr="0035229F">
              <w:rPr>
                <w:rFonts w:cs="Arial"/>
                <w:szCs w:val="20"/>
              </w:rPr>
              <w:t>1.</w:t>
            </w:r>
          </w:p>
        </w:tc>
        <w:tc>
          <w:tcPr>
            <w:tcW w:w="8585" w:type="dxa"/>
            <w:shd w:val="clear" w:color="auto" w:fill="auto"/>
          </w:tcPr>
          <w:p w14:paraId="1457D4FF" w14:textId="3D2A0786" w:rsidR="00562109" w:rsidRDefault="00596CAB" w:rsidP="00366B65">
            <w:pPr>
              <w:rPr>
                <w:rFonts w:cs="Arial"/>
                <w:szCs w:val="20"/>
              </w:rPr>
            </w:pPr>
            <w:r w:rsidRPr="00643603">
              <w:rPr>
                <w:rFonts w:cs="Arial"/>
                <w:szCs w:val="20"/>
              </w:rPr>
              <w:t xml:space="preserve">C - </w:t>
            </w:r>
            <w:r w:rsidR="00796A4C">
              <w:rPr>
                <w:rFonts w:cs="Arial"/>
                <w:szCs w:val="20"/>
              </w:rPr>
              <w:t>70</w:t>
            </w:r>
            <w:r w:rsidRPr="00AF1F2F">
              <w:rPr>
                <w:rFonts w:cs="Arial"/>
                <w:szCs w:val="20"/>
              </w:rPr>
              <w:t xml:space="preserve"> točk</w:t>
            </w:r>
            <w:r w:rsidR="00663EF6">
              <w:rPr>
                <w:rFonts w:cs="Arial"/>
                <w:szCs w:val="20"/>
              </w:rPr>
              <w:t xml:space="preserve">    najnižja cena </w:t>
            </w:r>
            <w:r w:rsidR="00F033DB">
              <w:rPr>
                <w:rFonts w:cs="Arial"/>
                <w:szCs w:val="20"/>
              </w:rPr>
              <w:t>/</w:t>
            </w:r>
            <w:r w:rsidR="00663EF6">
              <w:rPr>
                <w:rFonts w:cs="Arial"/>
                <w:szCs w:val="20"/>
              </w:rPr>
              <w:t xml:space="preserve"> s ceno izbranega ponudnika x 0,7</w:t>
            </w:r>
            <w:r w:rsidR="00255A8D">
              <w:rPr>
                <w:rFonts w:cs="Arial"/>
                <w:szCs w:val="20"/>
              </w:rPr>
              <w:t xml:space="preserve"> (najnižja cena ulomljeno s ceno ocenjevalne ponudbe pomnoženo z  0,7) </w:t>
            </w:r>
          </w:p>
          <w:p w14:paraId="1CC67958" w14:textId="77777777" w:rsidR="00663EF6" w:rsidRPr="0035229F" w:rsidRDefault="00663EF6" w:rsidP="00366B65">
            <w:pPr>
              <w:rPr>
                <w:rFonts w:cs="Arial"/>
                <w:szCs w:val="20"/>
              </w:rPr>
            </w:pPr>
          </w:p>
          <w:p w14:paraId="0892E68C" w14:textId="1CEBC8CF" w:rsidR="00562109" w:rsidRPr="00AF1F2F" w:rsidRDefault="00562109" w:rsidP="00366B65">
            <w:pPr>
              <w:rPr>
                <w:rFonts w:cs="Arial"/>
                <w:szCs w:val="20"/>
              </w:rPr>
            </w:pPr>
            <w:r w:rsidRPr="00AF1F2F">
              <w:rPr>
                <w:rFonts w:cs="Arial"/>
                <w:szCs w:val="20"/>
              </w:rPr>
              <w:t>Ponudbena cena je končna skupna ponudbena cen</w:t>
            </w:r>
            <w:r w:rsidR="0092794F" w:rsidRPr="00AF1F2F">
              <w:rPr>
                <w:rFonts w:cs="Arial"/>
                <w:szCs w:val="20"/>
              </w:rPr>
              <w:t>a za predvideno količino z DDV</w:t>
            </w:r>
            <w:r w:rsidR="00863794" w:rsidRPr="00AF1F2F">
              <w:rPr>
                <w:rFonts w:cs="Arial"/>
                <w:szCs w:val="20"/>
              </w:rPr>
              <w:t xml:space="preserve"> v EUR</w:t>
            </w:r>
          </w:p>
        </w:tc>
      </w:tr>
      <w:tr w:rsidR="00562109" w:rsidRPr="00AF1F2F" w14:paraId="71D849AD" w14:textId="77777777" w:rsidTr="00255A8D">
        <w:tc>
          <w:tcPr>
            <w:tcW w:w="383" w:type="dxa"/>
            <w:shd w:val="clear" w:color="auto" w:fill="auto"/>
          </w:tcPr>
          <w:p w14:paraId="41D823B0" w14:textId="77777777" w:rsidR="00562109" w:rsidRPr="00AF1F2F" w:rsidRDefault="00562109" w:rsidP="00366B65">
            <w:pPr>
              <w:rPr>
                <w:rFonts w:cs="Arial"/>
                <w:szCs w:val="20"/>
              </w:rPr>
            </w:pPr>
            <w:r w:rsidRPr="00AF1F2F">
              <w:rPr>
                <w:rFonts w:cs="Arial"/>
                <w:szCs w:val="20"/>
              </w:rPr>
              <w:t>2.</w:t>
            </w:r>
          </w:p>
        </w:tc>
        <w:tc>
          <w:tcPr>
            <w:tcW w:w="8585" w:type="dxa"/>
            <w:shd w:val="clear" w:color="auto" w:fill="auto"/>
          </w:tcPr>
          <w:p w14:paraId="1BDDE5B1" w14:textId="49CE8FE5" w:rsidR="00562109" w:rsidRPr="00AF1F2F" w:rsidRDefault="00562109" w:rsidP="00366B65">
            <w:pPr>
              <w:rPr>
                <w:rFonts w:cs="Arial"/>
                <w:szCs w:val="20"/>
              </w:rPr>
            </w:pPr>
            <w:r w:rsidRPr="00AF1F2F">
              <w:rPr>
                <w:rFonts w:cs="Arial"/>
                <w:szCs w:val="20"/>
              </w:rPr>
              <w:t xml:space="preserve">Mer1 – </w:t>
            </w:r>
            <w:r w:rsidR="00796A4C">
              <w:rPr>
                <w:rFonts w:cs="Arial"/>
                <w:szCs w:val="20"/>
              </w:rPr>
              <w:t>30</w:t>
            </w:r>
            <w:r w:rsidRPr="00AF1F2F">
              <w:rPr>
                <w:rFonts w:cs="Arial"/>
                <w:szCs w:val="20"/>
              </w:rPr>
              <w:t xml:space="preserve"> točk</w:t>
            </w:r>
            <w:r w:rsidR="00255A8D">
              <w:rPr>
                <w:rFonts w:cs="Arial"/>
                <w:szCs w:val="20"/>
              </w:rPr>
              <w:t xml:space="preserve"> najkrajši rok izvedbe / s ponujenim rokom izbranega ponudnika x 0,3 (najkrajši rok izvedbe ulomljeno s ponujenim rokom izbranega ponudnika pomnoženo z 0,3)</w:t>
            </w:r>
          </w:p>
          <w:p w14:paraId="2AC1671B" w14:textId="6AEAF956" w:rsidR="00562109" w:rsidRPr="00AF1F2F" w:rsidRDefault="00562109" w:rsidP="00562109">
            <w:pPr>
              <w:rPr>
                <w:rFonts w:cs="Arial"/>
                <w:szCs w:val="20"/>
              </w:rPr>
            </w:pPr>
            <w:r w:rsidRPr="00AF1F2F">
              <w:rPr>
                <w:rFonts w:cs="Arial"/>
                <w:szCs w:val="20"/>
              </w:rPr>
              <w:t xml:space="preserve">Ponudnik </w:t>
            </w:r>
            <w:r w:rsidR="00255A8D">
              <w:rPr>
                <w:rFonts w:cs="Arial"/>
                <w:szCs w:val="20"/>
              </w:rPr>
              <w:t>rok zaključka del v dnevih</w:t>
            </w:r>
          </w:p>
          <w:p w14:paraId="589D4C4D" w14:textId="77777777" w:rsidR="00562109" w:rsidRPr="00AF1F2F" w:rsidRDefault="00562109" w:rsidP="00562109">
            <w:pPr>
              <w:rPr>
                <w:rFonts w:cs="Arial"/>
                <w:szCs w:val="20"/>
              </w:rPr>
            </w:pPr>
          </w:p>
          <w:p w14:paraId="78CD2A2F" w14:textId="77777777" w:rsidR="00562109" w:rsidRPr="00AF1F2F" w:rsidRDefault="00562109" w:rsidP="00366B65">
            <w:pPr>
              <w:rPr>
                <w:rFonts w:cs="Arial"/>
                <w:szCs w:val="20"/>
              </w:rPr>
            </w:pPr>
          </w:p>
        </w:tc>
      </w:tr>
    </w:tbl>
    <w:p w14:paraId="689E5A8F" w14:textId="22D35108" w:rsidR="008913EC" w:rsidRDefault="008913EC" w:rsidP="008913EC">
      <w:r w:rsidRPr="00562109">
        <w:t xml:space="preserve">Najugodnejši ponudnik je </w:t>
      </w:r>
      <w:r w:rsidR="00255A8D">
        <w:t>ponudnik, ki v seštevku obeh meril doseže najvišje število točk.</w:t>
      </w:r>
      <w:r w:rsidRPr="00562109">
        <w:t xml:space="preserve"> V kolikor dva ali več ponudnikov dosežejo enako vrednost M, bo naročnik izbral ponudnika</w:t>
      </w:r>
      <w:r w:rsidR="00255A8D">
        <w:t>, ki bo ponudil nižjo ceno.</w:t>
      </w:r>
      <w:r w:rsidRPr="00562109">
        <w:t xml:space="preserve"> </w:t>
      </w:r>
    </w:p>
    <w:p w14:paraId="1E050D0C" w14:textId="601E39C3" w:rsidR="00562109" w:rsidRDefault="00815E40" w:rsidP="00DB287C">
      <w:pPr>
        <w:pStyle w:val="Naslov1"/>
      </w:pPr>
      <w:bookmarkStart w:id="102" w:name="_Toc96061471"/>
      <w:r>
        <w:rPr>
          <w:caps w:val="0"/>
        </w:rPr>
        <w:t>PONUDBA</w:t>
      </w:r>
      <w:bookmarkEnd w:id="102"/>
    </w:p>
    <w:p w14:paraId="42D24AD1" w14:textId="0BED3635" w:rsidR="00120550" w:rsidRDefault="00815E40" w:rsidP="00120550">
      <w:pPr>
        <w:pStyle w:val="Naslov2"/>
      </w:pPr>
      <w:bookmarkStart w:id="103" w:name="_Toc336851746"/>
      <w:bookmarkStart w:id="104" w:name="_Toc336851794"/>
      <w:bookmarkStart w:id="105" w:name="_Toc96061472"/>
      <w:r>
        <w:t>P</w:t>
      </w:r>
      <w:r w:rsidR="00120550">
        <w:t>onudbena dokumentacija</w:t>
      </w:r>
      <w:bookmarkEnd w:id="103"/>
      <w:bookmarkEnd w:id="104"/>
      <w:bookmarkEnd w:id="105"/>
    </w:p>
    <w:p w14:paraId="188D1C61" w14:textId="77777777" w:rsidR="00120550" w:rsidRPr="00AF1F2F" w:rsidRDefault="00120550" w:rsidP="00120550">
      <w:r w:rsidRPr="00AF1F2F">
        <w:t>Ponudbeno dokumentacijo sestavljajo naslednji dokumenti:</w:t>
      </w:r>
    </w:p>
    <w:p w14:paraId="788670A7" w14:textId="77777777" w:rsidR="00F34E87" w:rsidRPr="000918E8" w:rsidRDefault="00F34E87" w:rsidP="00120550">
      <w:pPr>
        <w:rPr>
          <w:highlight w:val="yellow"/>
        </w:rPr>
      </w:pPr>
    </w:p>
    <w:p w14:paraId="589CB871" w14:textId="77777777" w:rsidR="00A34C82" w:rsidRDefault="00A34C82" w:rsidP="00441581">
      <w:pPr>
        <w:pStyle w:val="Odstavekseznama"/>
        <w:numPr>
          <w:ilvl w:val="0"/>
          <w:numId w:val="5"/>
        </w:numPr>
      </w:pPr>
      <w:r w:rsidRPr="00AF1F2F">
        <w:lastRenderedPageBreak/>
        <w:t>izpolnjen obrazec »</w:t>
      </w:r>
      <w:r w:rsidR="008F2B68">
        <w:rPr>
          <w:b/>
        </w:rPr>
        <w:t>Ponudba</w:t>
      </w:r>
      <w:r w:rsidRPr="00AF1F2F">
        <w:t xml:space="preserve">« </w:t>
      </w:r>
    </w:p>
    <w:p w14:paraId="0F5CB7F9" w14:textId="77777777" w:rsidR="00120550" w:rsidRPr="00AF1F2F" w:rsidRDefault="00120550" w:rsidP="00441581">
      <w:pPr>
        <w:pStyle w:val="Odstavekseznama"/>
        <w:numPr>
          <w:ilvl w:val="0"/>
          <w:numId w:val="5"/>
        </w:numPr>
      </w:pPr>
      <w:r w:rsidRPr="00AF1F2F">
        <w:t>izpolnjen obrazec »</w:t>
      </w:r>
      <w:r w:rsidRPr="00AF1F2F">
        <w:rPr>
          <w:b/>
        </w:rPr>
        <w:t>Predračun</w:t>
      </w:r>
      <w:r w:rsidRPr="00AF1F2F">
        <w:t>«</w:t>
      </w:r>
      <w:r w:rsidR="00795396" w:rsidRPr="00AF1F2F">
        <w:t xml:space="preserve"> </w:t>
      </w:r>
    </w:p>
    <w:p w14:paraId="730A74AA" w14:textId="77777777" w:rsidR="00A90174" w:rsidRPr="002A0E82" w:rsidRDefault="00A90174" w:rsidP="00441581">
      <w:pPr>
        <w:pStyle w:val="Odstavekseznama"/>
        <w:numPr>
          <w:ilvl w:val="0"/>
          <w:numId w:val="5"/>
        </w:numPr>
      </w:pPr>
      <w:r w:rsidRPr="002A0E82">
        <w:t xml:space="preserve">Izpolnjen </w:t>
      </w:r>
      <w:r w:rsidR="00A34C82">
        <w:t>obrazec »</w:t>
      </w:r>
      <w:r w:rsidR="00C2630D" w:rsidRPr="00A34C82">
        <w:rPr>
          <w:b/>
        </w:rPr>
        <w:t xml:space="preserve">Izjava </w:t>
      </w:r>
      <w:r w:rsidR="008B014E">
        <w:rPr>
          <w:b/>
        </w:rPr>
        <w:t>za</w:t>
      </w:r>
      <w:r w:rsidR="00C2630D" w:rsidRPr="00A34C82">
        <w:rPr>
          <w:b/>
        </w:rPr>
        <w:t xml:space="preserve"> </w:t>
      </w:r>
      <w:r w:rsidR="00A34C82" w:rsidRPr="00A34C82">
        <w:rPr>
          <w:b/>
        </w:rPr>
        <w:t>gospodarsk</w:t>
      </w:r>
      <w:r w:rsidR="008B014E">
        <w:rPr>
          <w:b/>
        </w:rPr>
        <w:t>i</w:t>
      </w:r>
      <w:r w:rsidR="00A34C82" w:rsidRPr="00A34C82">
        <w:rPr>
          <w:b/>
        </w:rPr>
        <w:t xml:space="preserve"> subjekt</w:t>
      </w:r>
      <w:r w:rsidR="00A34C82">
        <w:t>«</w:t>
      </w:r>
    </w:p>
    <w:p w14:paraId="732A9A36" w14:textId="77777777" w:rsidR="00A90174" w:rsidRPr="002A0E82" w:rsidRDefault="00A34C82" w:rsidP="00441581">
      <w:pPr>
        <w:pStyle w:val="Odstavekseznama"/>
        <w:numPr>
          <w:ilvl w:val="0"/>
          <w:numId w:val="5"/>
        </w:numPr>
      </w:pPr>
      <w:r w:rsidRPr="002A0E82">
        <w:t xml:space="preserve">Izpolnjen </w:t>
      </w:r>
      <w:r>
        <w:t>obrazec »</w:t>
      </w:r>
      <w:r w:rsidR="00C2630D" w:rsidRPr="00A34C82">
        <w:rPr>
          <w:b/>
        </w:rPr>
        <w:t>Izjava o izpolnjevanju pogojev glede ustreznosti za opravljanje poklicne dejavnosti</w:t>
      </w:r>
      <w:r>
        <w:t>«</w:t>
      </w:r>
    </w:p>
    <w:p w14:paraId="648E2107" w14:textId="0BD4AF55" w:rsidR="00A90174" w:rsidRPr="002A0E82" w:rsidRDefault="00A34C82" w:rsidP="00D36A04">
      <w:pPr>
        <w:pStyle w:val="Odstavekseznama"/>
        <w:numPr>
          <w:ilvl w:val="0"/>
          <w:numId w:val="5"/>
        </w:numPr>
      </w:pPr>
      <w:r w:rsidRPr="002A0E82">
        <w:t xml:space="preserve">Izpolnjen </w:t>
      </w:r>
      <w:r>
        <w:t>obrazec »</w:t>
      </w:r>
      <w:r w:rsidR="00C2630D" w:rsidRPr="00A34C82">
        <w:rPr>
          <w:b/>
        </w:rPr>
        <w:t>Referenčno potrdilo</w:t>
      </w:r>
      <w:r>
        <w:rPr>
          <w:b/>
        </w:rPr>
        <w:t xml:space="preserve"> za gospodarski subjekt</w:t>
      </w:r>
      <w:r>
        <w:t>«</w:t>
      </w:r>
    </w:p>
    <w:p w14:paraId="691BE7D2" w14:textId="77777777" w:rsidR="009A5588" w:rsidRDefault="009A5588" w:rsidP="00441581">
      <w:pPr>
        <w:pStyle w:val="Odstavekseznama"/>
        <w:numPr>
          <w:ilvl w:val="0"/>
          <w:numId w:val="5"/>
        </w:numPr>
      </w:pPr>
      <w:r>
        <w:t>Izpolnjen obrazec »</w:t>
      </w:r>
      <w:r w:rsidR="00795396" w:rsidRPr="00AF1F2F">
        <w:rPr>
          <w:b/>
        </w:rPr>
        <w:t>Soglasje podizvajalca</w:t>
      </w:r>
      <w:r>
        <w:t>«</w:t>
      </w:r>
      <w:r w:rsidR="00795396">
        <w:t xml:space="preserve"> (v primeru, da ponudnik nastopa s podizvajalci in podizvajalci to zahtevajo)</w:t>
      </w:r>
    </w:p>
    <w:p w14:paraId="6E99497D" w14:textId="77777777" w:rsidR="00795396" w:rsidRDefault="00795396" w:rsidP="00441581">
      <w:pPr>
        <w:pStyle w:val="Odstavekseznama"/>
        <w:numPr>
          <w:ilvl w:val="0"/>
          <w:numId w:val="5"/>
        </w:numPr>
      </w:pPr>
      <w:r w:rsidRPr="00AF1F2F">
        <w:rPr>
          <w:b/>
        </w:rPr>
        <w:t>Dokazila</w:t>
      </w:r>
      <w:r>
        <w:t xml:space="preserve"> v zvezi z izpolnjevanjem zahtev iz tehničnih specifikacij iz to</w:t>
      </w:r>
      <w:r w:rsidR="0035229F">
        <w:t>č</w:t>
      </w:r>
      <w:r>
        <w:t>ke 1</w:t>
      </w:r>
      <w:r w:rsidR="00A34C82">
        <w:t>1</w:t>
      </w:r>
      <w:r>
        <w:t>.2.1 teh navodil</w:t>
      </w:r>
    </w:p>
    <w:p w14:paraId="09A542CA" w14:textId="336DF71C" w:rsidR="008F2B68" w:rsidRPr="00D36A04" w:rsidRDefault="008F2B68" w:rsidP="00441581">
      <w:pPr>
        <w:pStyle w:val="Odstavekseznama"/>
        <w:numPr>
          <w:ilvl w:val="0"/>
          <w:numId w:val="5"/>
        </w:numPr>
      </w:pPr>
      <w:r w:rsidRPr="00D36A04">
        <w:t xml:space="preserve">Izpolnjen in parafiran vzorec </w:t>
      </w:r>
      <w:r w:rsidRPr="00D36A04">
        <w:rPr>
          <w:b/>
        </w:rPr>
        <w:t>pogodbe</w:t>
      </w:r>
    </w:p>
    <w:p w14:paraId="1CADB6D4" w14:textId="77777777" w:rsidR="00D36A04" w:rsidRPr="00D36A04" w:rsidRDefault="00D36A04" w:rsidP="003C4EFF">
      <w:pPr>
        <w:pStyle w:val="Odstavekseznama"/>
      </w:pPr>
    </w:p>
    <w:p w14:paraId="2D652FF9" w14:textId="77777777" w:rsidR="00E412EB" w:rsidRDefault="00E412EB" w:rsidP="00D61EA1">
      <w:pPr>
        <w:rPr>
          <w:highlight w:val="yellow"/>
        </w:rPr>
      </w:pPr>
    </w:p>
    <w:p w14:paraId="1DEE3C8D" w14:textId="77777777" w:rsidR="00795396" w:rsidRPr="00E412EB" w:rsidRDefault="00795396" w:rsidP="00D61EA1">
      <w:pPr>
        <w:rPr>
          <w:highlight w:val="yellow"/>
        </w:rPr>
      </w:pPr>
    </w:p>
    <w:p w14:paraId="57959F93" w14:textId="77777777" w:rsidR="009A5588" w:rsidRPr="003C2647" w:rsidRDefault="009A5588" w:rsidP="009A5588">
      <w:r w:rsidRPr="00AF1F2F">
        <w:t xml:space="preserve">Ponudnik v ponudbi priloži le dokumente, ki so navedeni v tej točki. </w:t>
      </w:r>
      <w:r w:rsidR="00AB664D" w:rsidRPr="00AF1F2F">
        <w:t>Po pregledu ponudb bo naročnik</w:t>
      </w:r>
      <w:r w:rsidR="008F2B68">
        <w:t>, v kolikor se bo pojavil dvom o resničnosti ponudnikovih izjav</w:t>
      </w:r>
      <w:r w:rsidR="00EE5833">
        <w:t>,</w:t>
      </w:r>
      <w:r w:rsidR="00AB664D" w:rsidRPr="00AF1F2F">
        <w:t xml:space="preserve"> najugodnejšega ponudnika pozval k predložitvi dokazil, </w:t>
      </w:r>
      <w:r w:rsidRPr="00AF1F2F">
        <w:t>kot je navedeno za posameznim zahtevanim pogojem</w:t>
      </w:r>
      <w:r w:rsidR="00635BA0">
        <w:t xml:space="preserve"> oziroma razlogom za izključitev</w:t>
      </w:r>
      <w:r w:rsidRPr="00AF1F2F">
        <w:t>.</w:t>
      </w:r>
    </w:p>
    <w:p w14:paraId="6DA0FFBE" w14:textId="77777777" w:rsidR="00974AB6" w:rsidRDefault="00974AB6" w:rsidP="005178B0"/>
    <w:p w14:paraId="54801362" w14:textId="77777777" w:rsidR="005B3EC0" w:rsidRDefault="005B3EC0" w:rsidP="005B3EC0">
      <w: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50747E14" w14:textId="77777777" w:rsidR="005B3EC0" w:rsidRDefault="005B3EC0" w:rsidP="005178B0"/>
    <w:p w14:paraId="20159930" w14:textId="4A90E36D" w:rsidR="00974AB6" w:rsidRDefault="00815E40" w:rsidP="00AF1F2F">
      <w:pPr>
        <w:pStyle w:val="Naslov2"/>
      </w:pPr>
      <w:bookmarkStart w:id="106" w:name="_Toc96061473"/>
      <w:r>
        <w:t>S</w:t>
      </w:r>
      <w:r w:rsidR="00974AB6">
        <w:t>estavljanje ponudbe</w:t>
      </w:r>
      <w:bookmarkEnd w:id="106"/>
    </w:p>
    <w:p w14:paraId="77A28AB2" w14:textId="77777777" w:rsidR="00BB1E26" w:rsidRDefault="00974AB6" w:rsidP="007F00EE">
      <w:pPr>
        <w:pStyle w:val="Naslov3"/>
      </w:pPr>
      <w:bookmarkStart w:id="107" w:name="_Toc464638554"/>
      <w:bookmarkStart w:id="108" w:name="_Toc96061474"/>
      <w:bookmarkEnd w:id="107"/>
      <w:r>
        <w:t>Dokazila o izpolnjevanju zahtev iz tehničnih specifikacij</w:t>
      </w:r>
      <w:bookmarkEnd w:id="108"/>
    </w:p>
    <w:p w14:paraId="31AFBAB6" w14:textId="77777777" w:rsidR="00974AB6" w:rsidRDefault="0035229F" w:rsidP="00AF1F2F">
      <w:pPr>
        <w:rPr>
          <w:rFonts w:cs="Arial"/>
        </w:rPr>
      </w:pPr>
      <w:r w:rsidRPr="00307F19">
        <w:rPr>
          <w:rFonts w:cs="Arial"/>
        </w:rPr>
        <w:t>Predmet ponudbe mora izpolnjevati najmanj minimalne tehnične zahteve</w:t>
      </w:r>
      <w:r w:rsidR="00442953" w:rsidRPr="00307F19">
        <w:rPr>
          <w:rFonts w:cs="Arial"/>
        </w:rPr>
        <w:t>,</w:t>
      </w:r>
      <w:r w:rsidRPr="00307F19">
        <w:rPr>
          <w:rFonts w:cs="Arial"/>
        </w:rPr>
        <w:t xml:space="preserve"> navedene v tehnični</w:t>
      </w:r>
      <w:r w:rsidR="008F2B68">
        <w:rPr>
          <w:rFonts w:cs="Arial"/>
        </w:rPr>
        <w:t>h</w:t>
      </w:r>
      <w:r w:rsidRPr="00307F19">
        <w:rPr>
          <w:rFonts w:cs="Arial"/>
        </w:rPr>
        <w:t xml:space="preserve"> specifikacij</w:t>
      </w:r>
      <w:r w:rsidR="008F2B68">
        <w:rPr>
          <w:rFonts w:cs="Arial"/>
        </w:rPr>
        <w:t>ah</w:t>
      </w:r>
      <w:r w:rsidRPr="00307F19">
        <w:rPr>
          <w:rFonts w:cs="Arial"/>
        </w:rPr>
        <w:t xml:space="preserve">, ki </w:t>
      </w:r>
      <w:r w:rsidR="008B014E">
        <w:rPr>
          <w:rFonts w:cs="Arial"/>
        </w:rPr>
        <w:t>so</w:t>
      </w:r>
      <w:r w:rsidR="008B014E" w:rsidRPr="00307F19">
        <w:rPr>
          <w:rFonts w:cs="Arial"/>
        </w:rPr>
        <w:t xml:space="preserve"> </w:t>
      </w:r>
      <w:r w:rsidRPr="00307F19">
        <w:rPr>
          <w:rFonts w:cs="Arial"/>
        </w:rPr>
        <w:t>sestavni del te razpisne dokumentacije</w:t>
      </w:r>
      <w:r w:rsidR="00643603" w:rsidRPr="00307F19">
        <w:rPr>
          <w:rFonts w:cs="Arial"/>
        </w:rPr>
        <w:t>.</w:t>
      </w:r>
    </w:p>
    <w:p w14:paraId="3D9AAF42" w14:textId="77777777" w:rsidR="004E3967" w:rsidRDefault="004E3967" w:rsidP="00AF1F2F">
      <w:pPr>
        <w:rPr>
          <w:rFonts w:cs="Arial"/>
        </w:rPr>
      </w:pPr>
    </w:p>
    <w:p w14:paraId="72425A54" w14:textId="77777777" w:rsidR="004E3967" w:rsidRDefault="004E3967" w:rsidP="004E3967">
      <w:pPr>
        <w:pStyle w:val="Naslov3"/>
      </w:pPr>
      <w:bookmarkStart w:id="109" w:name="_Toc1454636"/>
      <w:bookmarkStart w:id="110" w:name="_Toc1455435"/>
      <w:bookmarkStart w:id="111" w:name="_Toc96061475"/>
      <w:r>
        <w:t>Obrazci »Izjave«</w:t>
      </w:r>
      <w:bookmarkEnd w:id="109"/>
      <w:bookmarkEnd w:id="110"/>
      <w:bookmarkEnd w:id="111"/>
    </w:p>
    <w:p w14:paraId="7690432C" w14:textId="77777777" w:rsidR="004E3967" w:rsidRDefault="004E3967" w:rsidP="004E3967">
      <w:pPr>
        <w:rPr>
          <w:rFonts w:cs="Arial"/>
        </w:rPr>
      </w:pPr>
    </w:p>
    <w:p w14:paraId="176DD62A" w14:textId="77777777" w:rsidR="004E3967" w:rsidRDefault="004E3967" w:rsidP="004E3967">
      <w:pPr>
        <w:rPr>
          <w:rFonts w:cs="Arial"/>
        </w:rPr>
      </w:pPr>
      <w:r>
        <w:rPr>
          <w:rFonts w:cs="Arial"/>
        </w:rPr>
        <w:t xml:space="preserve">Ponudnik, ki v sistemu e-JN oddaja ponudbo, naloži obrazec »Izjava za gospodarski subjekt« v razdelek </w:t>
      </w:r>
      <w:r w:rsidR="005B3EC0">
        <w:rPr>
          <w:rFonts w:cs="Arial"/>
        </w:rPr>
        <w:t xml:space="preserve">»Dokumenti«, del </w:t>
      </w:r>
      <w:r>
        <w:rPr>
          <w:rFonts w:cs="Arial"/>
        </w:rPr>
        <w:t xml:space="preserve">»Izjava – ponudnik«, za ostale sodelujoče </w:t>
      </w:r>
      <w:r w:rsidRPr="00CE507A">
        <w:t>(sodelujoči ponudniki v primeru skupne ponudbe, gospodarski subjekti, na katerih kapacitete se skli</w:t>
      </w:r>
      <w:r>
        <w:t>cuje ponudnik in podizvajalci)</w:t>
      </w:r>
      <w:r w:rsidRPr="00CE507A">
        <w:t xml:space="preserve"> </w:t>
      </w:r>
      <w:r>
        <w:rPr>
          <w:rFonts w:cs="Arial"/>
        </w:rPr>
        <w:t xml:space="preserve">pa naloži obrazec »Izjava za gospodarski subjekt« v razdelek </w:t>
      </w:r>
      <w:r w:rsidR="005B3EC0">
        <w:rPr>
          <w:rFonts w:cs="Arial"/>
        </w:rPr>
        <w:t xml:space="preserve">»Sodelujoči«, del </w:t>
      </w:r>
      <w:r>
        <w:rPr>
          <w:rFonts w:cs="Arial"/>
        </w:rPr>
        <w:t>»Izjava – ostali sodelujoči«.</w:t>
      </w:r>
    </w:p>
    <w:p w14:paraId="6BBDC160" w14:textId="77777777" w:rsidR="004E3967" w:rsidRDefault="004E3967" w:rsidP="004E3967">
      <w:pPr>
        <w:rPr>
          <w:rFonts w:cs="Arial"/>
        </w:rPr>
      </w:pPr>
    </w:p>
    <w:p w14:paraId="69B081F3" w14:textId="6694C10B" w:rsidR="004E3967" w:rsidRDefault="004E3967" w:rsidP="004E3967">
      <w:pPr>
        <w:rPr>
          <w:rFonts w:cs="Arial"/>
        </w:rPr>
      </w:pPr>
      <w:r>
        <w:rPr>
          <w:rFonts w:cs="Arial"/>
        </w:rPr>
        <w:t xml:space="preserve">Vse ostale obrazce in </w:t>
      </w:r>
      <w:r w:rsidRPr="00BD525E">
        <w:rPr>
          <w:rFonts w:cs="Arial"/>
        </w:rPr>
        <w:t>druga dokazila ponudnik</w:t>
      </w:r>
      <w:r>
        <w:rPr>
          <w:rFonts w:cs="Arial"/>
        </w:rPr>
        <w:t xml:space="preserve"> naloži v razdelek </w:t>
      </w:r>
      <w:r w:rsidR="005B3EC0">
        <w:rPr>
          <w:rFonts w:cs="Arial"/>
        </w:rPr>
        <w:t xml:space="preserve">»Dokumenti«, del </w:t>
      </w:r>
      <w:r>
        <w:rPr>
          <w:rFonts w:cs="Arial"/>
        </w:rPr>
        <w:t>»</w:t>
      </w:r>
      <w:r w:rsidR="005B3EC0">
        <w:rPr>
          <w:rFonts w:cs="Arial"/>
        </w:rPr>
        <w:t xml:space="preserve">Ostale </w:t>
      </w:r>
      <w:r>
        <w:rPr>
          <w:rFonts w:cs="Arial"/>
        </w:rPr>
        <w:t>priloge«.</w:t>
      </w:r>
    </w:p>
    <w:p w14:paraId="33762DB5" w14:textId="77777777" w:rsidR="004E3967" w:rsidRPr="00442953" w:rsidRDefault="004E3967" w:rsidP="00AF1F2F">
      <w:pPr>
        <w:rPr>
          <w:rFonts w:cs="Arial"/>
        </w:rPr>
      </w:pPr>
    </w:p>
    <w:p w14:paraId="57C437D8" w14:textId="77777777" w:rsidR="008A1381" w:rsidRDefault="008A1381" w:rsidP="008A1381">
      <w:pPr>
        <w:pStyle w:val="Naslov3"/>
      </w:pPr>
      <w:bookmarkStart w:id="112" w:name="_Toc464638557"/>
      <w:bookmarkStart w:id="113" w:name="_Toc464638559"/>
      <w:bookmarkStart w:id="114" w:name="_Toc466382905"/>
      <w:bookmarkStart w:id="115" w:name="_Toc466382906"/>
      <w:bookmarkStart w:id="116" w:name="_Toc96061476"/>
      <w:bookmarkStart w:id="117" w:name="_Toc336851748"/>
      <w:bookmarkStart w:id="118" w:name="_Toc336851796"/>
      <w:bookmarkEnd w:id="112"/>
      <w:bookmarkEnd w:id="113"/>
      <w:bookmarkEnd w:id="114"/>
      <w:bookmarkEnd w:id="115"/>
      <w:r>
        <w:t>Obrazec »Predračun«</w:t>
      </w:r>
      <w:bookmarkEnd w:id="116"/>
    </w:p>
    <w:p w14:paraId="1D9F3110" w14:textId="77777777" w:rsidR="008A1381" w:rsidRDefault="008A1381" w:rsidP="008A1381">
      <w:r>
        <w:t>Ponudnik mora v Predračun</w:t>
      </w:r>
      <w:r w:rsidR="00442953">
        <w:t>u</w:t>
      </w:r>
      <w:r>
        <w:t xml:space="preserve"> ponujati vse pozicije, ob upoštevanju tehničnih specifikacij, ki so del razpisne dokumentacije.</w:t>
      </w:r>
    </w:p>
    <w:p w14:paraId="7F29F33F" w14:textId="77777777" w:rsidR="008A1381" w:rsidRDefault="008A1381" w:rsidP="008A1381"/>
    <w:p w14:paraId="0765C02F" w14:textId="6A70EB5F" w:rsidR="0098141E" w:rsidRDefault="008A1381" w:rsidP="008A1381">
      <w:r w:rsidRPr="00AF1F2F">
        <w:t xml:space="preserve">Ponudnik </w:t>
      </w:r>
      <w:r w:rsidR="007538B3">
        <w:t>izpolni vse postavke</w:t>
      </w:r>
      <w:r w:rsidRPr="00AF1F2F">
        <w:t xml:space="preserve"> v Predračun</w:t>
      </w:r>
      <w:r w:rsidR="007538B3">
        <w:t>u</w:t>
      </w:r>
      <w:r w:rsidRPr="00AF1F2F">
        <w:t xml:space="preserve">, in sicer </w:t>
      </w:r>
      <w:r w:rsidR="00BD525E">
        <w:t>na največ dve decimalni mesti.</w:t>
      </w:r>
      <w:r w:rsidRPr="00AF1F2F">
        <w:t xml:space="preserve"> </w:t>
      </w:r>
    </w:p>
    <w:p w14:paraId="658A8E22" w14:textId="77777777" w:rsidR="0098141E" w:rsidRDefault="0098141E" w:rsidP="008A1381"/>
    <w:p w14:paraId="0F7B9DFF" w14:textId="77777777" w:rsidR="007538B3" w:rsidRDefault="0098141E" w:rsidP="008A1381">
      <w:r>
        <w:t xml:space="preserve">Ponudnik mora izpolniti vse postavke v predračunu. </w:t>
      </w:r>
      <w:r w:rsidR="008A1381" w:rsidRPr="00AF1F2F">
        <w:t xml:space="preserve">V kolikor ponudnik cene </w:t>
      </w:r>
      <w:r>
        <w:t xml:space="preserve">v posamezno postavko </w:t>
      </w:r>
      <w:r w:rsidR="008A1381" w:rsidRPr="00AF1F2F">
        <w:t xml:space="preserve">ne vpiše, se šteje, da </w:t>
      </w:r>
      <w:r>
        <w:t>predmetne postavke ne ponuja in tako ne izpolnjuje vseh zahtev naročnika iz predmetne razpisne dokumentacije</w:t>
      </w:r>
      <w:r w:rsidR="008A1381" w:rsidRPr="00AF1F2F">
        <w:t>.</w:t>
      </w:r>
    </w:p>
    <w:p w14:paraId="14690BD7" w14:textId="77777777" w:rsidR="007538B3" w:rsidRDefault="007538B3" w:rsidP="008A1381"/>
    <w:p w14:paraId="1CF80688" w14:textId="77777777" w:rsidR="0098141E" w:rsidRDefault="0098141E" w:rsidP="008A1381">
      <w:r w:rsidRPr="00AF1F2F">
        <w:t xml:space="preserve">V kolikor ponudnik </w:t>
      </w:r>
      <w:r>
        <w:t xml:space="preserve">vpiše ceno </w:t>
      </w:r>
      <w:r w:rsidRPr="00AF1F2F">
        <w:t>nič (0) EUR</w:t>
      </w:r>
      <w:r>
        <w:t xml:space="preserve">, </w:t>
      </w:r>
      <w:r w:rsidRPr="00AF1F2F">
        <w:t xml:space="preserve">se šteje, da </w:t>
      </w:r>
      <w:r>
        <w:t>ponuja postavko brezplačno</w:t>
      </w:r>
      <w:r w:rsidRPr="00AF1F2F">
        <w:t>.</w:t>
      </w:r>
    </w:p>
    <w:p w14:paraId="721F578F" w14:textId="77777777" w:rsidR="0098141E" w:rsidRDefault="0098141E" w:rsidP="008A1381"/>
    <w:p w14:paraId="376F0615" w14:textId="77777777" w:rsidR="008A1381" w:rsidRDefault="008A1381" w:rsidP="008A1381">
      <w:r w:rsidRPr="00AF1F2F">
        <w:t>Ponudnik ne</w:t>
      </w:r>
      <w:r>
        <w:t xml:space="preserve"> </w:t>
      </w:r>
      <w:r w:rsidRPr="00AF1F2F">
        <w:t>sme spreminjati vsebine predračuna.</w:t>
      </w:r>
    </w:p>
    <w:p w14:paraId="3949144B" w14:textId="77777777" w:rsidR="008A1381" w:rsidRDefault="008A1381" w:rsidP="008A1381"/>
    <w:p w14:paraId="439C51B8" w14:textId="77777777" w:rsidR="008A1381" w:rsidRDefault="008A1381" w:rsidP="008A1381">
      <w:r>
        <w:lastRenderedPageBreak/>
        <w:t>Ponujena cena z DDV mora zajemati vse popuste</w:t>
      </w:r>
      <w:r w:rsidR="007538B3">
        <w:t xml:space="preserve"> in</w:t>
      </w:r>
      <w:r>
        <w:t xml:space="preserve"> stroške (dobave blaga, špediterske, prevozne, carinske ter vse morebitne druge stroške…). </w:t>
      </w:r>
    </w:p>
    <w:p w14:paraId="5EF7DCD4" w14:textId="77777777" w:rsidR="008A1381" w:rsidRDefault="008A1381" w:rsidP="008A1381"/>
    <w:p w14:paraId="65DF9AD0" w14:textId="77777777" w:rsidR="008A1381" w:rsidRDefault="008A1381" w:rsidP="008A1381">
      <w:r>
        <w:t xml:space="preserve">V primeru, da bo naročnik pri pregledu in ocenjevanju ponudb odkril očitne računske napake, bo ravnal v skladu </w:t>
      </w:r>
      <w:r w:rsidR="00442953">
        <w:t xml:space="preserve">s </w:t>
      </w:r>
      <w:r>
        <w:t>sedmim odstavkom 89. člena ZJN-3.</w:t>
      </w:r>
    </w:p>
    <w:p w14:paraId="4E4309AF" w14:textId="77777777" w:rsidR="00590B18" w:rsidRDefault="00590B18" w:rsidP="008A1381"/>
    <w:p w14:paraId="7CD75C88" w14:textId="77777777" w:rsidR="005B3EC0" w:rsidRPr="005D0EE9" w:rsidRDefault="005B3EC0" w:rsidP="00441581">
      <w:pPr>
        <w:shd w:val="clear" w:color="auto" w:fill="FFFFFF"/>
        <w:spacing w:before="120" w:after="120"/>
        <w:textAlignment w:val="baseline"/>
        <w:rPr>
          <w:rFonts w:eastAsia="Times New Roman" w:cs="Calibri"/>
          <w:bCs/>
          <w:color w:val="626161"/>
          <w:bdr w:val="none" w:sz="0" w:space="0" w:color="auto" w:frame="1"/>
          <w:lang w:eastAsia="sl-SI"/>
        </w:rPr>
      </w:pPr>
      <w:r w:rsidRPr="00441581">
        <w:rPr>
          <w:b/>
        </w:rPr>
        <w:t>Ponudnik v sistem e-JN v razdelek »Skupna ponudbena vrednost« v zato namenjen prostor vpiše skupni ponudbeni znesek brez davka v EUR in znesek davka v EUR. Znesek skupaj z davkom v EUR se izračuna samodejno. V del »Predračun« pa naloži datoteko v obliki word, excel ali pdf. »Skupna ponudbena vrednost«, ki bo vpisana v istoimenski razdelek in dokument, ki bo naložen kot predračun v del »Predračun«, bosta razvidna in dostopna na javnem odpiranju ponudb. V</w:t>
      </w:r>
      <w:r w:rsidRPr="00E827CA">
        <w:rPr>
          <w:b/>
        </w:rPr>
        <w:t xml:space="preserve"> primeru razhajanj med podatki navedenimi v razdelku »Skupna ponudbena vrednost« in dokumentu, ki je predložen v delu »Predračun«, kot veljavni štejejo podatki v dokumentu, ki je predložen v delu »Predračun«</w:t>
      </w:r>
      <w:r w:rsidRPr="00B84DBB">
        <w:rPr>
          <w:b/>
        </w:rPr>
        <w:t>.</w:t>
      </w:r>
    </w:p>
    <w:p w14:paraId="1165FA2A" w14:textId="77777777" w:rsidR="008A1381" w:rsidRDefault="008A1381" w:rsidP="008A1381"/>
    <w:p w14:paraId="103AE0C5" w14:textId="77777777" w:rsidR="006374E6" w:rsidRDefault="005027BF" w:rsidP="00A34C82">
      <w:pPr>
        <w:pStyle w:val="Naslov3"/>
      </w:pPr>
      <w:bookmarkStart w:id="119" w:name="_Toc96061477"/>
      <w:bookmarkEnd w:id="117"/>
      <w:bookmarkEnd w:id="118"/>
      <w:r>
        <w:t>Zavarovanje</w:t>
      </w:r>
      <w:r w:rsidR="006374E6">
        <w:t xml:space="preserve"> za dobro izvedbo pogodbenih obveznosti</w:t>
      </w:r>
      <w:bookmarkEnd w:id="119"/>
    </w:p>
    <w:p w14:paraId="173DC117" w14:textId="6CC8CA04" w:rsidR="00962EF1" w:rsidRDefault="00962EF1" w:rsidP="00962EF1">
      <w:r>
        <w:t xml:space="preserve">Izbrani ponudnik mora za zavarovanje za dobro izvedbo pogodbenih obveznosti predložiti </w:t>
      </w:r>
      <w:r w:rsidR="0024198A">
        <w:t xml:space="preserve"> bianco menico </w:t>
      </w:r>
      <w:r w:rsidR="003C4EFF">
        <w:t>z lastno izjavo in pooblastilom za izpolnitev menice</w:t>
      </w:r>
      <w:r w:rsidR="0024198A">
        <w:t xml:space="preserve"> v vrednosti 10% od pogodbene vrednosti brez DDV</w:t>
      </w:r>
      <w:r w:rsidR="003C4EFF">
        <w:t xml:space="preserve"> (5 komadov menice)</w:t>
      </w:r>
      <w:r w:rsidR="0024198A">
        <w:t>. Veljavnost do vključno 30 dni po zaključku opravljene storitve.</w:t>
      </w:r>
    </w:p>
    <w:p w14:paraId="37253AAA" w14:textId="77777777" w:rsidR="00962EF1" w:rsidRDefault="00962EF1" w:rsidP="00962EF1"/>
    <w:p w14:paraId="2A486526" w14:textId="77777777" w:rsidR="00962EF1" w:rsidRDefault="00962EF1" w:rsidP="00962EF1">
      <w:r>
        <w:t>Uporabljena valuta finančnega zavarovanja mora biti enaka valuti javnega naročila. Finančno zavarovanje, ki ga izbrani ponudnik ne predloži po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izdajateljem zavarovanja.</w:t>
      </w:r>
    </w:p>
    <w:p w14:paraId="365D3108" w14:textId="77777777" w:rsidR="00962EF1" w:rsidRDefault="00962EF1" w:rsidP="00962EF1"/>
    <w:p w14:paraId="302ECBA9" w14:textId="77777777" w:rsidR="00962EF1" w:rsidRDefault="00962EF1" w:rsidP="00962EF1">
      <w:r>
        <w:t xml:space="preserve">Naročnik bo unovčil zavarovanje za dobro izvedbo obveznosti </w:t>
      </w:r>
      <w:r w:rsidRPr="00DF474D">
        <w:t xml:space="preserve">po </w:t>
      </w:r>
      <w:r w:rsidR="00635BA0" w:rsidRPr="00DF474D">
        <w:t>tej pogodbi</w:t>
      </w:r>
      <w:r w:rsidRPr="00DF474D">
        <w:t xml:space="preserve"> v</w:t>
      </w:r>
      <w:r>
        <w:t xml:space="preserve"> primeru:</w:t>
      </w:r>
    </w:p>
    <w:p w14:paraId="0E47DE60" w14:textId="58788848" w:rsidR="00962EF1" w:rsidRDefault="00962EF1" w:rsidP="00962EF1">
      <w:r>
        <w:t xml:space="preserve">- če </w:t>
      </w:r>
      <w:r w:rsidR="00442953">
        <w:t xml:space="preserve">izbrani ponudnik </w:t>
      </w:r>
      <w:r>
        <w:t xml:space="preserve">ne bo pričel izvajati svojih pogodbenih obveznosti v skladu z določili </w:t>
      </w:r>
      <w:r w:rsidRPr="0024198A">
        <w:t>pogodbe</w:t>
      </w:r>
    </w:p>
    <w:p w14:paraId="762AC364" w14:textId="231111EB" w:rsidR="00962EF1" w:rsidRDefault="00962EF1" w:rsidP="00962EF1">
      <w:r>
        <w:t xml:space="preserve">- če </w:t>
      </w:r>
      <w:r w:rsidR="00442953">
        <w:t xml:space="preserve">izbrani ponudnik </w:t>
      </w:r>
      <w:r>
        <w:t xml:space="preserve">ne bo izpolnil svojih pogodbenih obveznosti v skladu z določili </w:t>
      </w:r>
      <w:r w:rsidRPr="0024198A">
        <w:t>pogodbe</w:t>
      </w:r>
    </w:p>
    <w:p w14:paraId="6196CE35" w14:textId="16D3F9B1" w:rsidR="00962EF1" w:rsidRDefault="00962EF1" w:rsidP="00962EF1">
      <w:r>
        <w:t xml:space="preserve">- če </w:t>
      </w:r>
      <w:r w:rsidR="00442953">
        <w:t xml:space="preserve">izbrani ponudnik </w:t>
      </w:r>
      <w:r>
        <w:t xml:space="preserve">ne bo pravočasno izpolnil svojih pogodbenih obveznosti v skladu z določili </w:t>
      </w:r>
      <w:r w:rsidRPr="0024198A">
        <w:t xml:space="preserve">pogodbe </w:t>
      </w:r>
    </w:p>
    <w:p w14:paraId="7171C342" w14:textId="5D1EB059" w:rsidR="00962EF1" w:rsidRDefault="00962EF1" w:rsidP="00962EF1">
      <w:r>
        <w:t xml:space="preserve">- če </w:t>
      </w:r>
      <w:r w:rsidR="00442953">
        <w:t xml:space="preserve">izbrani ponudnik </w:t>
      </w:r>
      <w:r>
        <w:t xml:space="preserve">ne bo pravilno izpolnil svojih pogodbenih obveznosti v skladu z določili </w:t>
      </w:r>
      <w:r w:rsidRPr="0024198A">
        <w:t>pogodbe</w:t>
      </w:r>
    </w:p>
    <w:p w14:paraId="345CAC6B" w14:textId="7D60373F" w:rsidR="00962EF1" w:rsidRDefault="00962EF1" w:rsidP="00962EF1">
      <w:r>
        <w:t xml:space="preserve">- če bo </w:t>
      </w:r>
      <w:r w:rsidR="00442953">
        <w:t xml:space="preserve">izbrani ponudnik </w:t>
      </w:r>
      <w:r>
        <w:t xml:space="preserve">prenehal izpolnjevati svoje pogodbene obveznosti v skladu z določili </w:t>
      </w:r>
      <w:r w:rsidRPr="0024198A">
        <w:t>pogodbe</w:t>
      </w:r>
    </w:p>
    <w:p w14:paraId="624F5F02" w14:textId="77777777" w:rsidR="00962EF1" w:rsidRDefault="00962EF1" w:rsidP="00962EF1"/>
    <w:p w14:paraId="19FCBD46" w14:textId="77777777" w:rsidR="00962EF1" w:rsidRDefault="00962EF1" w:rsidP="00962EF1">
      <w:r>
        <w:t xml:space="preserve">Če se bodo med trajanjem </w:t>
      </w:r>
      <w:r w:rsidR="00DF474D" w:rsidRPr="00DF474D">
        <w:t>te pogodbe</w:t>
      </w:r>
      <w:r w:rsidRPr="00DF474D">
        <w:t xml:space="preserve"> spremenili</w:t>
      </w:r>
      <w:r>
        <w:t xml:space="preserve"> roki za izvedbo posla, vrsta blaga ali storitve, kakovost in količina, bo moral izvajalec temu ustrezno spremeniti tudi zavarovanje oziroma podaljšati njeno veljavnost.</w:t>
      </w:r>
    </w:p>
    <w:p w14:paraId="0FF5EF57" w14:textId="77777777" w:rsidR="00962EF1" w:rsidRDefault="00962EF1" w:rsidP="00962EF1"/>
    <w:p w14:paraId="68EB85F7" w14:textId="77777777" w:rsidR="0097391D" w:rsidRDefault="005027BF" w:rsidP="00A34C82">
      <w:pPr>
        <w:pStyle w:val="Naslov3"/>
      </w:pPr>
      <w:bookmarkStart w:id="120" w:name="_Toc96061478"/>
      <w:bookmarkStart w:id="121" w:name="_Toc336851751"/>
      <w:bookmarkStart w:id="122" w:name="_Toc336851799"/>
      <w:r>
        <w:t>Zavarovanje</w:t>
      </w:r>
      <w:r w:rsidR="0097391D">
        <w:t xml:space="preserve"> za odpravo napak v garancijskem roku</w:t>
      </w:r>
      <w:bookmarkEnd w:id="120"/>
    </w:p>
    <w:p w14:paraId="61B1571F" w14:textId="59041C75" w:rsidR="00D64C4B" w:rsidRDefault="00651075" w:rsidP="00651075">
      <w:r>
        <w:t xml:space="preserve">Izbrani ponudnik bo moral naročniku </w:t>
      </w:r>
      <w:r w:rsidRPr="00AD4E30">
        <w:t xml:space="preserve">ob prevzemu </w:t>
      </w:r>
      <w:r>
        <w:t xml:space="preserve">izročiti </w:t>
      </w:r>
      <w:r w:rsidR="005027BF">
        <w:t>zavarovanje</w:t>
      </w:r>
      <w:r>
        <w:t xml:space="preserve"> za odpravo napak v garancijskem roku</w:t>
      </w:r>
      <w:r w:rsidR="00D015FA">
        <w:t>,</w:t>
      </w:r>
      <w:r>
        <w:t xml:space="preserve"> in sicer </w:t>
      </w:r>
      <w:r w:rsidR="003C4EFF" w:rsidRPr="003C4EFF">
        <w:t>predložiti  bianco menico</w:t>
      </w:r>
      <w:r w:rsidR="003C4EFF">
        <w:t xml:space="preserve">  z lastno izjavo in pooblastilom za izpolnitev menice</w:t>
      </w:r>
      <w:r w:rsidR="00D015FA">
        <w:t xml:space="preserve"> </w:t>
      </w:r>
      <w:r>
        <w:t xml:space="preserve">v višini </w:t>
      </w:r>
      <w:r w:rsidR="005F7E83">
        <w:t>10</w:t>
      </w:r>
      <w:r w:rsidR="0017436F">
        <w:t xml:space="preserve"> odstotkov (</w:t>
      </w:r>
      <w:r w:rsidR="005F7E83">
        <w:t>10</w:t>
      </w:r>
      <w:r w:rsidR="0017436F">
        <w:t xml:space="preserve"> %) </w:t>
      </w:r>
      <w:r w:rsidRPr="003C4EFF">
        <w:t>od skupne pogodbene vrednosti</w:t>
      </w:r>
      <w:r w:rsidR="00D015FA" w:rsidRPr="003C4EFF">
        <w:t xml:space="preserve"> </w:t>
      </w:r>
      <w:r w:rsidR="003C4EFF" w:rsidRPr="003C4EFF">
        <w:t xml:space="preserve">brez </w:t>
      </w:r>
      <w:r w:rsidR="00D015FA" w:rsidRPr="003C4EFF">
        <w:t>DDV</w:t>
      </w:r>
      <w:r w:rsidR="003C4EFF">
        <w:t xml:space="preserve"> (5 kom menice) </w:t>
      </w:r>
      <w:r w:rsidRPr="003C4EFF">
        <w:t>.</w:t>
      </w:r>
      <w:r>
        <w:t xml:space="preserve"> Rok trajanja </w:t>
      </w:r>
      <w:r w:rsidR="0017436F">
        <w:t>zavarovanja</w:t>
      </w:r>
      <w:r>
        <w:t xml:space="preserve"> za odpravo napak v garancijskem roku je za </w:t>
      </w:r>
      <w:r w:rsidR="005F7E83">
        <w:t>30</w:t>
      </w:r>
      <w:r>
        <w:t xml:space="preserve"> dni </w:t>
      </w:r>
      <w:r w:rsidR="0084481D">
        <w:t>daljši</w:t>
      </w:r>
      <w:r>
        <w:t xml:space="preserve"> kot je splošni garancijski rok, določen v pogodbi. V kolikor se garancijski rok podaljša, se mora hkrati podaljšati za enak čas tudi rok trajanja </w:t>
      </w:r>
      <w:r w:rsidR="0017436F">
        <w:t>zavarovanja</w:t>
      </w:r>
      <w:r>
        <w:t xml:space="preserve"> za odpravo napak v garancijskem roku.</w:t>
      </w:r>
    </w:p>
    <w:p w14:paraId="6B6828A2" w14:textId="77777777" w:rsidR="00651075" w:rsidRDefault="00651075" w:rsidP="00651075"/>
    <w:p w14:paraId="15EBD008" w14:textId="77777777" w:rsidR="00651075" w:rsidRDefault="00651075" w:rsidP="00651075">
      <w:r>
        <w:t xml:space="preserve">Naročnik bo unovčil </w:t>
      </w:r>
      <w:r w:rsidR="0017436F">
        <w:t>zavarovanje</w:t>
      </w:r>
      <w:r>
        <w:t xml:space="preserve"> za odpravo napak v garancijskem roku v primeru, če </w:t>
      </w:r>
      <w:r w:rsidR="008472C1">
        <w:t xml:space="preserve">izbrani </w:t>
      </w:r>
      <w:r>
        <w:t>ponudnik ne bo izvrševal garancijskih obveznosti v rokih in na način, kot bo opredeljeno v pogodbi.</w:t>
      </w:r>
    </w:p>
    <w:p w14:paraId="12987C14" w14:textId="2A5FB495" w:rsidR="002C427C" w:rsidRPr="002A405A" w:rsidRDefault="00815E40" w:rsidP="002C427C">
      <w:pPr>
        <w:pStyle w:val="Naslov2"/>
      </w:pPr>
      <w:bookmarkStart w:id="123" w:name="_Toc467501200"/>
      <w:bookmarkStart w:id="124" w:name="_Toc467501201"/>
      <w:bookmarkStart w:id="125" w:name="_Toc96061479"/>
      <w:bookmarkEnd w:id="121"/>
      <w:bookmarkEnd w:id="122"/>
      <w:bookmarkEnd w:id="123"/>
      <w:bookmarkEnd w:id="124"/>
      <w:r w:rsidRPr="002A405A">
        <w:lastRenderedPageBreak/>
        <w:t>D</w:t>
      </w:r>
      <w:r w:rsidR="0017436F" w:rsidRPr="002A405A">
        <w:t>ruga določila za pripravo ponudbe</w:t>
      </w:r>
      <w:bookmarkEnd w:id="125"/>
    </w:p>
    <w:p w14:paraId="7EDCD571" w14:textId="77777777" w:rsidR="002C427C" w:rsidRDefault="002C427C" w:rsidP="002C427C">
      <w:pPr>
        <w:pStyle w:val="Naslov3"/>
      </w:pPr>
      <w:bookmarkStart w:id="126" w:name="_Toc336851754"/>
      <w:bookmarkStart w:id="127" w:name="_Toc336851802"/>
      <w:bookmarkStart w:id="128" w:name="_Toc96061480"/>
      <w:r>
        <w:t>Skupna ponudba</w:t>
      </w:r>
      <w:bookmarkEnd w:id="126"/>
      <w:bookmarkEnd w:id="127"/>
      <w:bookmarkEnd w:id="128"/>
    </w:p>
    <w:p w14:paraId="4B7132B2" w14:textId="4D0224B0" w:rsidR="008B014E" w:rsidRDefault="008B014E" w:rsidP="008B014E">
      <w:r w:rsidRPr="00DF474D">
        <w:t xml:space="preserve">V primeru, </w:t>
      </w:r>
      <w:r w:rsidR="00461789" w:rsidRPr="00DF474D">
        <w:t xml:space="preserve">da </w:t>
      </w:r>
      <w:r w:rsidRPr="00DF474D">
        <w:t xml:space="preserve">ponudbo oddaja skupina ponudnikov, je potrebno v ponudbi navesti zahtevane podatke o skupni ponudbi, ki so navedeni v obrazcu »Ponudba« </w:t>
      </w:r>
      <w:r w:rsidR="003C4EFF">
        <w:t>.</w:t>
      </w:r>
    </w:p>
    <w:p w14:paraId="50B2AC75" w14:textId="77777777" w:rsidR="008B014E" w:rsidRDefault="008B014E" w:rsidP="002C427C"/>
    <w:p w14:paraId="718EDD84" w14:textId="049351FC" w:rsidR="002C427C" w:rsidRDefault="002C427C" w:rsidP="002C427C">
      <w:r>
        <w:t xml:space="preserve">V primeru, da skupina </w:t>
      </w:r>
      <w:r w:rsidR="00097A70">
        <w:t xml:space="preserve">ponudnikov </w:t>
      </w:r>
      <w:r>
        <w:t>predloži skupno ponudbo, mora vsak ponudnik izpolnjevati vse pogoje</w:t>
      </w:r>
      <w:r w:rsidR="001C6056">
        <w:t xml:space="preserve">, določene v </w:t>
      </w:r>
      <w:r w:rsidR="001C6056" w:rsidRPr="00C47E2E">
        <w:t>točkah</w:t>
      </w:r>
      <w:r w:rsidR="00FE70EE" w:rsidRPr="00C47E2E">
        <w:t xml:space="preserve"> </w:t>
      </w:r>
      <w:r w:rsidR="009B4E36">
        <w:t>9.1.1</w:t>
      </w:r>
      <w:r w:rsidR="003D588D" w:rsidRPr="00C47E2E">
        <w:t>.</w:t>
      </w:r>
      <w:r w:rsidR="009B4E36">
        <w:t xml:space="preserve"> in 9.1.4.</w:t>
      </w:r>
      <w:r w:rsidR="00A0456C">
        <w:t xml:space="preserve"> Vsi ponudniki v skupni ponudbi morajo podati dokumente, ki se nanašajo na dokazovanje navedenih pogojev, posamično.</w:t>
      </w:r>
    </w:p>
    <w:p w14:paraId="69EFC0F5" w14:textId="77777777" w:rsidR="003D588D" w:rsidRDefault="003D588D" w:rsidP="002C427C"/>
    <w:p w14:paraId="2DCA6560" w14:textId="77777777" w:rsidR="00D432DE" w:rsidRDefault="00D432DE" w:rsidP="00D432DE">
      <w:r w:rsidRPr="002A0E82">
        <w:t xml:space="preserve">Vsi ponudniki v skupni ponudbi morajo izpolniti </w:t>
      </w:r>
      <w:r w:rsidR="00A34C82">
        <w:t>o</w:t>
      </w:r>
      <w:r w:rsidR="002A0E82" w:rsidRPr="002A0E82">
        <w:t xml:space="preserve">brazec </w:t>
      </w:r>
      <w:r w:rsidR="00042CB9" w:rsidRPr="00D44D32">
        <w:t>»</w:t>
      </w:r>
      <w:r w:rsidR="00A34C82" w:rsidRPr="00D44D32">
        <w:t>Izjava za gospodarski subjekt</w:t>
      </w:r>
      <w:r w:rsidR="00042CB9" w:rsidRPr="00D44D32">
        <w:t>«</w:t>
      </w:r>
      <w:r w:rsidR="002A0E82" w:rsidRPr="00D44D32">
        <w:t xml:space="preserve"> o</w:t>
      </w:r>
      <w:r w:rsidR="002A0E82">
        <w:t xml:space="preserve"> ponudniku</w:t>
      </w:r>
      <w:r w:rsidRPr="002A0E82">
        <w:t xml:space="preserve"> posamično in v njem navesti vse zahtevane podatke.</w:t>
      </w:r>
    </w:p>
    <w:p w14:paraId="489FDCB5" w14:textId="77777777" w:rsidR="00D432DE" w:rsidRDefault="00D432DE" w:rsidP="002C427C"/>
    <w:p w14:paraId="37E2D483" w14:textId="77777777" w:rsidR="00A0456C" w:rsidRDefault="00A0456C" w:rsidP="002C427C">
      <w:r>
        <w:t>Obraz</w:t>
      </w:r>
      <w:r w:rsidR="00470CB5">
        <w:t>e</w:t>
      </w:r>
      <w:r>
        <w:t xml:space="preserve">c »Predračun« podajo vsi ponudniki, ki nastopajo v skupni ponudbi skupaj (en obrazec, podpisan s strani vsaj enega izmed ponudnikov, ki nastopajo v skupni ponudbi). Finančna zavarovanja lahko ponudniki predložijo na način, da jih predloži samo eden izmed skupnih ponudnikov ali vsak ponudnik posebej. V kolikor so predložena s strani vsakega izmed ponudnikov, mora </w:t>
      </w:r>
      <w:r w:rsidR="00470CB5">
        <w:t xml:space="preserve">biti </w:t>
      </w:r>
      <w:r>
        <w:t>seštevek vseh zneskov zavarovanj najmanj v višini zahtevanega zneska.</w:t>
      </w:r>
    </w:p>
    <w:p w14:paraId="13FF6761" w14:textId="77777777" w:rsidR="00F90F84" w:rsidRDefault="00F90F84" w:rsidP="002C427C"/>
    <w:p w14:paraId="482DBA25" w14:textId="573830EB" w:rsidR="00A0456C" w:rsidRDefault="00A0456C" w:rsidP="002C427C">
      <w:r>
        <w:t xml:space="preserve">V primeru, da bo takšna skupina ponudnikov izbrana za izvedbo predmetnega naročila, bo naročnik </w:t>
      </w:r>
      <w:r w:rsidRPr="009B4E36">
        <w:t>lahko zahteval</w:t>
      </w:r>
      <w:r w:rsidR="003D588D">
        <w:t xml:space="preserve"> </w:t>
      </w:r>
      <w:r>
        <w:t xml:space="preserve"> akt o skupni izvedbi naročila (na primer pogodbo o sodelovanju), v katerem bodo natančno opredeljene naloge in odgovornost posameznih ponudnikov za izvedbo naročila. Ne glede na to pa ponudniki odgovarjajo naročniku solidarno.</w:t>
      </w:r>
    </w:p>
    <w:p w14:paraId="1D4B0957" w14:textId="77777777" w:rsidR="00A0456C" w:rsidRDefault="00A0456C" w:rsidP="00A0456C">
      <w:pPr>
        <w:pStyle w:val="Naslov3"/>
      </w:pPr>
      <w:bookmarkStart w:id="129" w:name="_Toc336851755"/>
      <w:bookmarkStart w:id="130" w:name="_Toc336851803"/>
      <w:bookmarkStart w:id="131" w:name="_Toc96061481"/>
      <w:r>
        <w:t>Ponudba s podizvajalci</w:t>
      </w:r>
      <w:bookmarkEnd w:id="129"/>
      <w:bookmarkEnd w:id="130"/>
      <w:bookmarkEnd w:id="131"/>
    </w:p>
    <w:p w14:paraId="62B217A9" w14:textId="639C11ED" w:rsidR="00A0456C" w:rsidRDefault="002A4D70" w:rsidP="00AF1F2F">
      <w:r w:rsidRPr="002A4D70">
        <w:t xml:space="preserve">V primeru, da bo ponudnik pri izvedbi naročila sodeloval s podizvajalci, mora v </w:t>
      </w:r>
      <w:r w:rsidR="002A0E82">
        <w:t>ponudbi navesti zahtevane podatke o podizvajalcih, ki so navedeni v obrazcu »</w:t>
      </w:r>
      <w:r w:rsidR="00DB60AD">
        <w:t>Ponudba«</w:t>
      </w:r>
      <w:r w:rsidR="009B4E36">
        <w:t>.</w:t>
      </w:r>
      <w:r w:rsidR="00DB60AD">
        <w:t xml:space="preserve"> </w:t>
      </w:r>
    </w:p>
    <w:p w14:paraId="65428C0E" w14:textId="77777777" w:rsidR="002A367F" w:rsidRDefault="002A367F" w:rsidP="00A0456C"/>
    <w:p w14:paraId="4503D0E0" w14:textId="77777777" w:rsidR="00EE5833" w:rsidRDefault="00EE5833" w:rsidP="00A0456C">
      <w:r>
        <w:t xml:space="preserve">Vsi podizvajalci morajo izpolniti </w:t>
      </w:r>
      <w:r w:rsidRPr="00DF474D">
        <w:t xml:space="preserve">obrazec </w:t>
      </w:r>
      <w:r w:rsidR="00042CB9" w:rsidRPr="00DF474D">
        <w:t>»</w:t>
      </w:r>
      <w:r w:rsidRPr="00DF474D">
        <w:t xml:space="preserve">Izjava za </w:t>
      </w:r>
      <w:r w:rsidR="00042CB9" w:rsidRPr="00DF474D">
        <w:t>gospodarski subjekt«</w:t>
      </w:r>
      <w:r w:rsidRPr="00DF474D">
        <w:t xml:space="preserve"> posamično</w:t>
      </w:r>
      <w:r>
        <w:t xml:space="preserve"> in v njem navesti vse zahtevane podatke.</w:t>
      </w:r>
    </w:p>
    <w:p w14:paraId="3E70E868" w14:textId="77777777" w:rsidR="00EE5833" w:rsidRDefault="00EE5833" w:rsidP="00A0456C"/>
    <w:p w14:paraId="0C90BF1E" w14:textId="77777777" w:rsidR="00EF75B8" w:rsidRDefault="00EF75B8" w:rsidP="00A0456C">
      <w:r>
        <w:t>V kolikor bodo pri podizvajalc</w:t>
      </w:r>
      <w:r w:rsidR="0077559D">
        <w:t>u</w:t>
      </w:r>
      <w:r>
        <w:t xml:space="preserve"> obstajali razlogi za izključitev </w:t>
      </w:r>
      <w:r w:rsidR="006F7F52">
        <w:t xml:space="preserve">oziroma ne bo izpolnjeval ustreznih pogojev za sodelovanje </w:t>
      </w:r>
      <w:r>
        <w:t xml:space="preserve">iz točke </w:t>
      </w:r>
      <w:r w:rsidR="00A34C82">
        <w:t>9</w:t>
      </w:r>
      <w:r w:rsidRPr="00AF1F2F">
        <w:t>.1</w:t>
      </w:r>
      <w:r>
        <w:t xml:space="preserve"> teh navodil, bo naročnik podizvajalca zavrnil</w:t>
      </w:r>
      <w:r w:rsidR="0077559D">
        <w:t xml:space="preserve"> in zahteval njegovo zamenjavo</w:t>
      </w:r>
      <w:r>
        <w:t>.</w:t>
      </w:r>
    </w:p>
    <w:p w14:paraId="28009381" w14:textId="77777777" w:rsidR="00EF75B8" w:rsidRDefault="00EF75B8" w:rsidP="00A0456C"/>
    <w:p w14:paraId="3A515DFC" w14:textId="14A4FD92" w:rsidR="00EF75B8" w:rsidRDefault="00AD1AA2" w:rsidP="00AD1AA2">
      <w:pPr>
        <w:rPr>
          <w:rFonts w:cs="Arial"/>
          <w:i/>
          <w:sz w:val="18"/>
          <w:szCs w:val="18"/>
          <w:highlight w:val="yellow"/>
        </w:rPr>
      </w:pPr>
      <w:r>
        <w:t xml:space="preserve">Podizvajalec mora enako kot ponudnik izpolnjevati pogoje pod točkami </w:t>
      </w:r>
      <w:r w:rsidR="002A405A">
        <w:t>9.1.1 in 9.1.4</w:t>
      </w:r>
      <w:r>
        <w:t xml:space="preserve"> teh navodil</w:t>
      </w:r>
      <w:r w:rsidR="002A405A">
        <w:t>.</w:t>
      </w:r>
    </w:p>
    <w:p w14:paraId="65AF6452" w14:textId="77777777" w:rsidR="002A405A" w:rsidRDefault="002A405A" w:rsidP="00AD1AA2"/>
    <w:p w14:paraId="5E8F5168" w14:textId="77777777" w:rsidR="00AD1AA2" w:rsidRDefault="00AD1AA2" w:rsidP="00AD1AA2">
      <w:r>
        <w:t>Ponudnik mora za posameznega podizvajalca priložiti enaka dokazila za izpolnjevanje pogojev, določenih v prejšnjem stavku, kot jih mora priložiti zase, razen pri pogojih, kjer so že predvidena dokazila, ki jih mora podizvajalec predložiti.</w:t>
      </w:r>
    </w:p>
    <w:p w14:paraId="3B32D9D9" w14:textId="77777777" w:rsidR="00EF75B8" w:rsidRDefault="00EF75B8" w:rsidP="00AD1AA2"/>
    <w:p w14:paraId="28DC3638"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Če bo ponudnik izvajal javno naročilo s podizvajalci, mora v ponudbi:</w:t>
      </w:r>
    </w:p>
    <w:p w14:paraId="2318DAC3" w14:textId="77777777" w:rsidR="0077559D" w:rsidRPr="0077559D" w:rsidRDefault="0077559D" w:rsidP="00441581">
      <w:pPr>
        <w:numPr>
          <w:ilvl w:val="0"/>
          <w:numId w:val="16"/>
        </w:numPr>
        <w:rPr>
          <w:rFonts w:eastAsia="Times New Roman" w:cs="Arial"/>
          <w:szCs w:val="20"/>
          <w:lang w:eastAsia="sl-SI"/>
        </w:rPr>
      </w:pPr>
      <w:r w:rsidRPr="0077559D">
        <w:rPr>
          <w:rFonts w:eastAsia="Times New Roman" w:cs="Arial"/>
          <w:szCs w:val="20"/>
          <w:lang w:eastAsia="sl-SI"/>
        </w:rPr>
        <w:t>navesti vse podizvajalce ter vsak del javnega naročila, ki ga namerava oddati v podizvajanje,</w:t>
      </w:r>
      <w:r w:rsidRPr="0077559D">
        <w:rPr>
          <w:rFonts w:ascii="Times New Roman" w:eastAsia="Times New Roman" w:hAnsi="Times New Roman"/>
          <w:sz w:val="24"/>
          <w:szCs w:val="24"/>
          <w:lang w:eastAsia="sl-SI"/>
        </w:rPr>
        <w:t xml:space="preserve"> </w:t>
      </w:r>
    </w:p>
    <w:p w14:paraId="0B8D2B35" w14:textId="77777777" w:rsidR="0077559D" w:rsidRPr="0077559D" w:rsidRDefault="0077559D" w:rsidP="00441581">
      <w:pPr>
        <w:numPr>
          <w:ilvl w:val="0"/>
          <w:numId w:val="16"/>
        </w:numPr>
        <w:rPr>
          <w:rFonts w:eastAsia="Times New Roman" w:cs="Arial"/>
          <w:szCs w:val="20"/>
          <w:lang w:eastAsia="sl-SI"/>
        </w:rPr>
      </w:pPr>
      <w:r w:rsidRPr="0077559D">
        <w:rPr>
          <w:rFonts w:eastAsia="Times New Roman" w:cs="Arial"/>
          <w:szCs w:val="20"/>
          <w:lang w:eastAsia="sl-SI"/>
        </w:rPr>
        <w:t>kontaktne podatke in zakonite zastopnike predlaganih podizvajalcev,</w:t>
      </w:r>
      <w:r w:rsidRPr="0077559D">
        <w:rPr>
          <w:rFonts w:ascii="Times New Roman" w:eastAsia="Times New Roman" w:hAnsi="Times New Roman"/>
          <w:sz w:val="24"/>
          <w:szCs w:val="24"/>
          <w:lang w:eastAsia="sl-SI"/>
        </w:rPr>
        <w:t xml:space="preserve"> </w:t>
      </w:r>
    </w:p>
    <w:p w14:paraId="41BF44DB" w14:textId="77777777" w:rsidR="0077559D" w:rsidRPr="0077559D" w:rsidRDefault="00696A3E" w:rsidP="00441581">
      <w:pPr>
        <w:numPr>
          <w:ilvl w:val="0"/>
          <w:numId w:val="16"/>
        </w:numPr>
        <w:rPr>
          <w:rFonts w:eastAsia="Times New Roman" w:cs="Arial"/>
          <w:szCs w:val="20"/>
          <w:lang w:eastAsia="sl-SI"/>
        </w:rPr>
      </w:pPr>
      <w:r>
        <w:rPr>
          <w:rFonts w:eastAsia="Times New Roman" w:cs="Arial"/>
          <w:szCs w:val="20"/>
          <w:lang w:eastAsia="sl-SI"/>
        </w:rPr>
        <w:t xml:space="preserve">izpolnjen </w:t>
      </w:r>
      <w:r>
        <w:t xml:space="preserve">obrazec »Izjava za gospodarski subjekt« </w:t>
      </w:r>
      <w:r>
        <w:rPr>
          <w:rFonts w:eastAsia="Times New Roman" w:cs="Arial"/>
          <w:szCs w:val="20"/>
          <w:lang w:eastAsia="sl-SI"/>
        </w:rPr>
        <w:t xml:space="preserve">za vsakega od podizvajalcev </w:t>
      </w:r>
      <w:r w:rsidR="0077559D" w:rsidRPr="0077559D">
        <w:rPr>
          <w:rFonts w:eastAsia="Times New Roman" w:cs="Arial"/>
          <w:szCs w:val="20"/>
          <w:lang w:eastAsia="sl-SI"/>
        </w:rPr>
        <w:t>ter</w:t>
      </w:r>
      <w:r w:rsidR="0077559D" w:rsidRPr="0077559D">
        <w:rPr>
          <w:rFonts w:ascii="Times New Roman" w:eastAsia="Times New Roman" w:hAnsi="Times New Roman"/>
          <w:sz w:val="24"/>
          <w:szCs w:val="24"/>
          <w:lang w:eastAsia="sl-SI"/>
        </w:rPr>
        <w:t xml:space="preserve"> </w:t>
      </w:r>
    </w:p>
    <w:p w14:paraId="61C14CAA" w14:textId="77777777" w:rsidR="0077559D" w:rsidRPr="0077559D" w:rsidRDefault="0077559D" w:rsidP="00441581">
      <w:pPr>
        <w:numPr>
          <w:ilvl w:val="0"/>
          <w:numId w:val="16"/>
        </w:numPr>
        <w:rPr>
          <w:rFonts w:eastAsia="Times New Roman" w:cs="Arial"/>
          <w:szCs w:val="20"/>
          <w:lang w:eastAsia="sl-SI"/>
        </w:rPr>
      </w:pPr>
      <w:r w:rsidRPr="0077559D">
        <w:rPr>
          <w:rFonts w:eastAsia="Times New Roman" w:cs="Arial"/>
          <w:szCs w:val="20"/>
          <w:lang w:eastAsia="sl-SI"/>
        </w:rPr>
        <w:t xml:space="preserve">priložiti zahtevo podizvajalca za neposredno plačilo, </w:t>
      </w:r>
      <w:r w:rsidRPr="0077559D">
        <w:rPr>
          <w:rFonts w:eastAsia="Times New Roman" w:cs="Arial"/>
          <w:b/>
          <w:bCs/>
          <w:szCs w:val="20"/>
          <w:lang w:eastAsia="sl-SI"/>
        </w:rPr>
        <w:t>če podizvajalec to zahteva.</w:t>
      </w:r>
    </w:p>
    <w:p w14:paraId="4FA6FE0F" w14:textId="77777777" w:rsidR="0077559D" w:rsidRPr="0077559D" w:rsidRDefault="0077559D" w:rsidP="0077559D">
      <w:pPr>
        <w:rPr>
          <w:rFonts w:eastAsia="Times New Roman" w:cs="Arial"/>
          <w:szCs w:val="20"/>
          <w:lang w:eastAsia="sl-SI"/>
        </w:rPr>
      </w:pPr>
    </w:p>
    <w:p w14:paraId="546D594B"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Izbrani izvajalec bo moral med izvajanjem javnega naročila naročnika obvestiti o morebitnih spremembah informacij iz prejšnjega odstavka in poslati informacije o novih podizvajalcih, ki jih namerava naknadno vključiti v izvajanje pogodbe, in sicer najkasneje v petih dneh po spremembi. V primeru vključitve novih podizvajalcev bo moral glavni izvajalec skupaj z obvestilom posredovati tudi podatke in dokumente iz druge, tretje in četrte alineje prejšnjega odstavka.</w:t>
      </w:r>
    </w:p>
    <w:p w14:paraId="020775E8" w14:textId="77777777" w:rsidR="0077559D" w:rsidRPr="0077559D" w:rsidRDefault="0077559D" w:rsidP="0077559D">
      <w:pPr>
        <w:ind w:left="357"/>
        <w:rPr>
          <w:rFonts w:eastAsia="Times New Roman" w:cs="Arial"/>
          <w:szCs w:val="20"/>
          <w:lang w:eastAsia="sl-SI"/>
        </w:rPr>
      </w:pPr>
    </w:p>
    <w:p w14:paraId="7342E8B8"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Naročnik bo zavrnil vsakega</w:t>
      </w:r>
      <w:r w:rsidR="005571B4">
        <w:rPr>
          <w:rFonts w:eastAsia="Times New Roman" w:cs="Arial"/>
          <w:szCs w:val="20"/>
          <w:lang w:eastAsia="sl-SI"/>
        </w:rPr>
        <w:t xml:space="preserve"> naknadno nominiranega</w:t>
      </w:r>
      <w:r w:rsidRPr="0077559D">
        <w:rPr>
          <w:rFonts w:eastAsia="Times New Roman" w:cs="Arial"/>
          <w:szCs w:val="20"/>
          <w:lang w:eastAsia="sl-SI"/>
        </w:rPr>
        <w:t xml:space="preserve"> podizvajalca: </w:t>
      </w:r>
    </w:p>
    <w:p w14:paraId="68E6D7D3" w14:textId="77777777" w:rsidR="0077559D" w:rsidRPr="0077559D" w:rsidRDefault="0077559D" w:rsidP="00441581">
      <w:pPr>
        <w:numPr>
          <w:ilvl w:val="0"/>
          <w:numId w:val="17"/>
        </w:numPr>
        <w:rPr>
          <w:rFonts w:eastAsia="Times New Roman" w:cs="Arial"/>
          <w:szCs w:val="20"/>
          <w:lang w:eastAsia="sl-SI"/>
        </w:rPr>
      </w:pPr>
      <w:r w:rsidRPr="0077559D">
        <w:rPr>
          <w:rFonts w:eastAsia="Times New Roman" w:cs="Arial"/>
          <w:szCs w:val="20"/>
          <w:lang w:eastAsia="sl-SI"/>
        </w:rPr>
        <w:lastRenderedPageBreak/>
        <w:t xml:space="preserve">če zanj obstajajo razlogi za izključitev, kot so navedeni v poglavju </w:t>
      </w:r>
      <w:r w:rsidR="00323CB9">
        <w:rPr>
          <w:rFonts w:eastAsia="Times New Roman" w:cs="Arial"/>
          <w:szCs w:val="20"/>
          <w:lang w:eastAsia="sl-SI"/>
        </w:rPr>
        <w:t>9</w:t>
      </w:r>
      <w:r w:rsidRPr="0077559D">
        <w:rPr>
          <w:rFonts w:eastAsia="Times New Roman" w:cs="Arial"/>
          <w:szCs w:val="20"/>
          <w:lang w:eastAsia="sl-SI"/>
        </w:rPr>
        <w:t xml:space="preserve">.1 te razpisne dokumentacije ter zahteval zamenjavo, </w:t>
      </w:r>
    </w:p>
    <w:p w14:paraId="7AF2A9AB" w14:textId="77777777" w:rsidR="0077559D" w:rsidRPr="0077559D" w:rsidRDefault="0077559D" w:rsidP="00441581">
      <w:pPr>
        <w:numPr>
          <w:ilvl w:val="0"/>
          <w:numId w:val="17"/>
        </w:numPr>
        <w:rPr>
          <w:rFonts w:eastAsia="Times New Roman" w:cs="Arial"/>
          <w:szCs w:val="20"/>
          <w:lang w:eastAsia="sl-SI"/>
        </w:rPr>
      </w:pPr>
      <w:r w:rsidRPr="0077559D">
        <w:rPr>
          <w:rFonts w:eastAsia="Times New Roman" w:cs="Arial"/>
          <w:szCs w:val="20"/>
          <w:lang w:eastAsia="sl-SI"/>
        </w:rPr>
        <w:t>če bi to lahko vplivalo na nemoteno izvajanje ali dokončanje del,</w:t>
      </w:r>
    </w:p>
    <w:p w14:paraId="4A63F42A" w14:textId="77777777" w:rsidR="0077559D" w:rsidRPr="0077559D" w:rsidRDefault="0077559D" w:rsidP="00441581">
      <w:pPr>
        <w:numPr>
          <w:ilvl w:val="0"/>
          <w:numId w:val="17"/>
        </w:numPr>
        <w:rPr>
          <w:rFonts w:eastAsia="Times New Roman" w:cs="Arial"/>
          <w:szCs w:val="20"/>
          <w:lang w:eastAsia="sl-SI"/>
        </w:rPr>
      </w:pPr>
      <w:r w:rsidRPr="0077559D">
        <w:rPr>
          <w:rFonts w:eastAsia="Times New Roman" w:cs="Arial"/>
          <w:szCs w:val="20"/>
          <w:lang w:eastAsia="sl-SI"/>
        </w:rPr>
        <w:t xml:space="preserve">če novi podizvajalec ne izpolnjuje pogojev v zvezi z oddajo javnega naročila. </w:t>
      </w:r>
    </w:p>
    <w:p w14:paraId="779AD096" w14:textId="77777777" w:rsidR="0077559D" w:rsidRPr="0077559D" w:rsidRDefault="0077559D" w:rsidP="00B22C17">
      <w:pPr>
        <w:rPr>
          <w:rFonts w:eastAsia="Times New Roman" w:cs="Arial"/>
          <w:szCs w:val="20"/>
        </w:rPr>
      </w:pPr>
    </w:p>
    <w:p w14:paraId="094108D3"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Le če podizvajalec zahteva neposredno plačilo, se šteje, da je neposredno plačilo podizvajalcu obvezno in obveznost zavezuje tako naročnika kot tudi glavnega izvajalca. Kadar namerava ponudnik izvesti javno naročilo s podizvajalcem, ki zahteva neposredno plačilo v skladu s tem členom, mora:</w:t>
      </w:r>
    </w:p>
    <w:p w14:paraId="1EFC43B9" w14:textId="77777777" w:rsidR="0077559D" w:rsidRPr="0077559D" w:rsidRDefault="0077559D" w:rsidP="00441581">
      <w:pPr>
        <w:numPr>
          <w:ilvl w:val="0"/>
          <w:numId w:val="17"/>
        </w:numPr>
        <w:rPr>
          <w:rFonts w:eastAsia="Times New Roman" w:cs="Arial"/>
          <w:szCs w:val="20"/>
          <w:lang w:eastAsia="sl-SI"/>
        </w:rPr>
      </w:pPr>
      <w:r w:rsidRPr="0077559D">
        <w:rPr>
          <w:rFonts w:eastAsia="Times New Roman" w:cs="Arial"/>
          <w:szCs w:val="20"/>
          <w:lang w:eastAsia="sl-SI"/>
        </w:rPr>
        <w:t>glavni izvajalec v pogodbi pooblastiti naročnika, da na podlagi potrjenega računa oziroma situacije s strani glavnega izvajalca neposredno plačuje podizvajalcu,</w:t>
      </w:r>
    </w:p>
    <w:p w14:paraId="4EBEC51B" w14:textId="77777777" w:rsidR="0077559D" w:rsidRPr="0077559D" w:rsidRDefault="0077559D" w:rsidP="00441581">
      <w:pPr>
        <w:numPr>
          <w:ilvl w:val="0"/>
          <w:numId w:val="17"/>
        </w:numPr>
        <w:rPr>
          <w:rFonts w:eastAsia="Times New Roman" w:cs="Arial"/>
          <w:szCs w:val="20"/>
          <w:lang w:eastAsia="sl-SI"/>
        </w:rPr>
      </w:pPr>
      <w:r w:rsidRPr="0077559D">
        <w:rPr>
          <w:rFonts w:eastAsia="Times New Roman" w:cs="Arial"/>
          <w:szCs w:val="20"/>
          <w:lang w:eastAsia="sl-SI"/>
        </w:rPr>
        <w:t>podizvajalec predložiti soglasje, na podlagi katerega naročnik namesto ponudnika poravna podizvajalčevo terjatev do ponudnika,</w:t>
      </w:r>
    </w:p>
    <w:p w14:paraId="079C7FCB" w14:textId="77777777" w:rsidR="0077559D" w:rsidRPr="0077559D" w:rsidRDefault="0077559D" w:rsidP="00441581">
      <w:pPr>
        <w:numPr>
          <w:ilvl w:val="0"/>
          <w:numId w:val="17"/>
        </w:numPr>
        <w:rPr>
          <w:rFonts w:eastAsia="Times New Roman" w:cs="Arial"/>
          <w:szCs w:val="20"/>
          <w:lang w:eastAsia="sl-SI"/>
        </w:rPr>
      </w:pPr>
      <w:r w:rsidRPr="0077559D">
        <w:rPr>
          <w:rFonts w:eastAsia="Times New Roman" w:cs="Arial"/>
          <w:szCs w:val="20"/>
          <w:lang w:eastAsia="sl-SI"/>
        </w:rPr>
        <w:t>glavni izvajalec svojemu računu ali situaciji priložiti račun ali situacijo podizvajalca, ki ga je predhodno potrdil.</w:t>
      </w:r>
    </w:p>
    <w:p w14:paraId="19DF4034" w14:textId="77777777" w:rsidR="0077559D" w:rsidRPr="0077559D" w:rsidRDefault="0077559D" w:rsidP="00B22C17">
      <w:pPr>
        <w:rPr>
          <w:rFonts w:eastAsia="Times New Roman" w:cs="Arial"/>
          <w:szCs w:val="20"/>
        </w:rPr>
      </w:pPr>
    </w:p>
    <w:p w14:paraId="24AEB9DF" w14:textId="77777777" w:rsidR="0077559D" w:rsidRPr="0077559D" w:rsidRDefault="0077559D" w:rsidP="0077559D">
      <w:pPr>
        <w:rPr>
          <w:rFonts w:eastAsia="Times New Roman" w:cs="Arial"/>
          <w:szCs w:val="20"/>
          <w:lang w:eastAsia="sl-SI"/>
        </w:rPr>
      </w:pPr>
      <w:r w:rsidRPr="0077559D">
        <w:rPr>
          <w:rFonts w:eastAsia="Times New Roman" w:cs="Arial"/>
          <w:szCs w:val="20"/>
          <w:lang w:eastAsia="sl-SI"/>
        </w:rPr>
        <w:t xml:space="preserve">Za tiste nominirane podizvajalce, ki neposrednih plačil ne bodo zahtevali, bo naročnik od glavnega izvajalca zahteval, da mu najpozneje v 60 dneh od plačila končnega računa oziroma situacije pošlje svojo pisno izjavo in pisno izjavo podizvajalca, da je podizvajalec prejel plačilo za izvedena dela. Če izvajalec ne ravna skladno s tem določilom, bo naročnik Državni revizijski komisiji podal predlog za uvedbo postopka o prekršku iz 2. točke prvega odstavka 112. člena ZJN-3. </w:t>
      </w:r>
    </w:p>
    <w:p w14:paraId="5E1D7594" w14:textId="77777777" w:rsidR="003529CF" w:rsidRDefault="003529CF" w:rsidP="003F7D4F"/>
    <w:p w14:paraId="2B34993E" w14:textId="77777777" w:rsidR="00EF75B8" w:rsidRDefault="00EF75B8" w:rsidP="003F7D4F">
      <w:r>
        <w:t xml:space="preserve">Izbrani ponudnik v razmerju do naročnika v celoti odgovarja za izvedbo naročila. </w:t>
      </w:r>
    </w:p>
    <w:p w14:paraId="1BE79746" w14:textId="77777777" w:rsidR="003F7D4F" w:rsidRDefault="003F7D4F" w:rsidP="003F7D4F">
      <w:pPr>
        <w:pStyle w:val="Naslov3"/>
      </w:pPr>
      <w:bookmarkStart w:id="132" w:name="_Toc336851756"/>
      <w:bookmarkStart w:id="133" w:name="_Toc336851804"/>
      <w:bookmarkStart w:id="134" w:name="_Toc96061482"/>
      <w:r>
        <w:t>Variantne ponudbe</w:t>
      </w:r>
      <w:bookmarkEnd w:id="132"/>
      <w:bookmarkEnd w:id="133"/>
      <w:bookmarkEnd w:id="134"/>
    </w:p>
    <w:p w14:paraId="1EA3114D" w14:textId="6B3DEE02" w:rsidR="003F7D4F" w:rsidRDefault="003F7D4F" w:rsidP="003F7D4F">
      <w:r>
        <w:t>Variantne ponudbe niso dopuščene</w:t>
      </w:r>
      <w:r w:rsidR="005F7E83">
        <w:t>.</w:t>
      </w:r>
    </w:p>
    <w:p w14:paraId="70DB8BA4" w14:textId="77777777" w:rsidR="003F7D4F" w:rsidRPr="007D690C" w:rsidRDefault="003F7D4F" w:rsidP="003F7D4F">
      <w:pPr>
        <w:pStyle w:val="Naslov3"/>
      </w:pPr>
      <w:bookmarkStart w:id="135" w:name="_Toc336851757"/>
      <w:bookmarkStart w:id="136" w:name="_Toc336851805"/>
      <w:bookmarkStart w:id="137" w:name="_Toc96061483"/>
      <w:r w:rsidRPr="007D690C">
        <w:t>Jezik ponudbe</w:t>
      </w:r>
      <w:bookmarkEnd w:id="135"/>
      <w:bookmarkEnd w:id="136"/>
      <w:bookmarkEnd w:id="137"/>
    </w:p>
    <w:p w14:paraId="3188F629" w14:textId="77777777" w:rsidR="002C035F" w:rsidRDefault="002C035F" w:rsidP="003F7D4F">
      <w:r>
        <w:t xml:space="preserve">Postopek javnega naročanja poteka v slovenskem jeziku. </w:t>
      </w:r>
      <w:r w:rsidR="003F7D4F">
        <w:t xml:space="preserve">Vsi dokumenti v zvezi s ponudbo </w:t>
      </w:r>
      <w:r w:rsidR="002A367F">
        <w:t>morajo biti v slovenskem jeziku</w:t>
      </w:r>
      <w:r>
        <w:t xml:space="preserve">. </w:t>
      </w:r>
    </w:p>
    <w:p w14:paraId="6E5845CE" w14:textId="77777777" w:rsidR="002C035F" w:rsidRDefault="002C035F" w:rsidP="003F7D4F"/>
    <w:p w14:paraId="4ABF77C3" w14:textId="77777777" w:rsidR="002964C9" w:rsidRDefault="002964C9" w:rsidP="00441581">
      <w:pPr>
        <w:pStyle w:val="Naslov3"/>
      </w:pPr>
      <w:bookmarkStart w:id="138" w:name="_Toc64881563"/>
      <w:bookmarkStart w:id="139" w:name="_Toc96061484"/>
      <w:r>
        <w:t>Priprava in oddaja ponudbe v sistemu e-JN</w:t>
      </w:r>
      <w:bookmarkEnd w:id="138"/>
      <w:bookmarkEnd w:id="139"/>
    </w:p>
    <w:p w14:paraId="35B49CBD" w14:textId="3C9ADBF7" w:rsidR="002964C9" w:rsidRDefault="002964C9" w:rsidP="003F7D4F"/>
    <w:p w14:paraId="30811827" w14:textId="77777777" w:rsidR="002964C9" w:rsidRDefault="002964C9" w:rsidP="002964C9">
      <w:r>
        <w:t xml:space="preserve">Ponudnik ponudbeno dokumentacijo odda na način, da po registraciji oziroma prijavi v sistem e-JN na naslovu: </w:t>
      </w:r>
      <w:hyperlink r:id="rId13" w:history="1">
        <w:r>
          <w:rPr>
            <w:rStyle w:val="Hiperpovezava"/>
            <w:rFonts w:cs="Arial"/>
            <w:szCs w:val="20"/>
            <w:lang w:eastAsia="sl-SI"/>
          </w:rPr>
          <w:t>https://ejn.gov.si</w:t>
        </w:r>
      </w:hyperlink>
      <w:r>
        <w:rPr>
          <w:rFonts w:cs="Arial"/>
          <w:szCs w:val="20"/>
          <w:lang w:eastAsia="sl-SI"/>
        </w:rPr>
        <w:t xml:space="preserve"> pri predmetnem javnem naročilu izbere opcijo »Sodeluj na javnem naročilu«, s čimer se odpre stran za pripravo ponudbe. Po vnosu podatkov in dokumentov, podatke in dokumentacijo shrani v sistemu in jo odda </w:t>
      </w:r>
      <w:r w:rsidRPr="00E00B06">
        <w:t>tako, da se s klikom na gumb »Oddaj</w:t>
      </w:r>
      <w:r>
        <w:t xml:space="preserve"> ponudbo</w:t>
      </w:r>
      <w:r w:rsidRPr="00E00B06">
        <w:t>« odpre okno, v katerem gospodarski subjekt, ki oddaja ponudbo, s potrditvijo seznanitve s splošnimi pogoji le-te sprejme in s klikom na gumb »Oddaj« ponudbo odda.</w:t>
      </w:r>
      <w:r>
        <w:t xml:space="preserve">   </w:t>
      </w:r>
      <w:r w:rsidRPr="0095198B">
        <w:rPr>
          <w:rFonts w:eastAsia="Times New Roman" w:cs="Calibri"/>
          <w:bCs/>
          <w:color w:val="626161"/>
          <w:bdr w:val="none" w:sz="0" w:space="0" w:color="auto" w:frame="1"/>
          <w:lang w:eastAsia="sl-SI"/>
        </w:rPr>
        <w:t xml:space="preserve"> </w:t>
      </w:r>
    </w:p>
    <w:p w14:paraId="6388637D" w14:textId="77777777" w:rsidR="002964C9" w:rsidRDefault="002964C9" w:rsidP="002964C9"/>
    <w:p w14:paraId="025D8BA7" w14:textId="77777777" w:rsidR="002964C9" w:rsidRDefault="002964C9" w:rsidP="002964C9">
      <w:r>
        <w:rPr>
          <w:rFonts w:cs="Arial"/>
          <w:szCs w:val="20"/>
        </w:rPr>
        <w:t>Podrobna navodila v zvezi z načinom priprave in oddaje ponudbe so navedena v Navodilih za uporabo e-JN</w:t>
      </w:r>
      <w:r w:rsidRPr="001675DB">
        <w:rPr>
          <w:rFonts w:cs="Arial"/>
          <w:szCs w:val="20"/>
        </w:rPr>
        <w:t xml:space="preserve">, ki </w:t>
      </w:r>
      <w:r>
        <w:rPr>
          <w:rFonts w:cs="Arial"/>
          <w:szCs w:val="20"/>
        </w:rPr>
        <w:t>so</w:t>
      </w:r>
      <w:r w:rsidRPr="001675DB">
        <w:rPr>
          <w:rFonts w:cs="Arial"/>
          <w:szCs w:val="20"/>
        </w:rPr>
        <w:t xml:space="preserve"> del te razpisne dokumentacije</w:t>
      </w:r>
      <w:r>
        <w:rPr>
          <w:rFonts w:cs="Arial"/>
          <w:szCs w:val="20"/>
        </w:rPr>
        <w:t xml:space="preserve"> in objavljena na spletnem naslovu </w:t>
      </w:r>
      <w:hyperlink r:id="rId14" w:history="1">
        <w:r>
          <w:rPr>
            <w:rStyle w:val="Hiperpovezava"/>
            <w:rFonts w:cs="Arial"/>
            <w:szCs w:val="20"/>
          </w:rPr>
          <w:t>https://ejn.gov.si</w:t>
        </w:r>
      </w:hyperlink>
      <w:r>
        <w:rPr>
          <w:rFonts w:cs="Arial"/>
          <w:szCs w:val="20"/>
        </w:rPr>
        <w:t>.</w:t>
      </w:r>
    </w:p>
    <w:p w14:paraId="1BF5671A" w14:textId="77777777" w:rsidR="002964C9" w:rsidRDefault="002964C9" w:rsidP="003F7D4F"/>
    <w:p w14:paraId="41C595F1" w14:textId="77777777" w:rsidR="009139AC" w:rsidRDefault="009139AC" w:rsidP="009139AC">
      <w:pPr>
        <w:pStyle w:val="Naslov3"/>
      </w:pPr>
      <w:bookmarkStart w:id="140" w:name="_Toc336851759"/>
      <w:bookmarkStart w:id="141" w:name="_Toc336851807"/>
      <w:bookmarkStart w:id="142" w:name="_Toc96061485"/>
      <w:r>
        <w:t>Veljavnost ponudbe</w:t>
      </w:r>
      <w:bookmarkEnd w:id="140"/>
      <w:bookmarkEnd w:id="141"/>
      <w:bookmarkEnd w:id="142"/>
    </w:p>
    <w:p w14:paraId="54160D39" w14:textId="28D21488" w:rsidR="009139AC" w:rsidRDefault="009139AC" w:rsidP="009139AC">
      <w:r>
        <w:t xml:space="preserve">Ponudba mora veljati </w:t>
      </w:r>
      <w:r w:rsidR="002C035F">
        <w:t xml:space="preserve">najmanj </w:t>
      </w:r>
      <w:r w:rsidR="00376417">
        <w:t xml:space="preserve">do </w:t>
      </w:r>
      <w:r w:rsidR="005F7E83">
        <w:t>18.03.2022.</w:t>
      </w:r>
      <w:r w:rsidR="006F7F52">
        <w:t xml:space="preserve"> </w:t>
      </w:r>
    </w:p>
    <w:p w14:paraId="6D063944" w14:textId="77777777" w:rsidR="009139AC" w:rsidRDefault="009139AC" w:rsidP="009139AC"/>
    <w:p w14:paraId="22CFE5AF" w14:textId="77777777" w:rsidR="009139AC" w:rsidRPr="009139AC" w:rsidRDefault="009139AC" w:rsidP="009139AC">
      <w:r>
        <w:t xml:space="preserve">V izjemnih okoliščinah bo naročnik lahko zahteval, da ponudniki podaljšajo čas veljavnosti ponudb za določeno dodatno obdobje. </w:t>
      </w:r>
    </w:p>
    <w:p w14:paraId="1CAB2758" w14:textId="77777777" w:rsidR="00BB1E26" w:rsidRDefault="009139AC" w:rsidP="009139AC">
      <w:pPr>
        <w:pStyle w:val="Naslov3"/>
      </w:pPr>
      <w:bookmarkStart w:id="143" w:name="_Toc336851760"/>
      <w:bookmarkStart w:id="144" w:name="_Toc336851808"/>
      <w:bookmarkStart w:id="145" w:name="_Toc96061486"/>
      <w:r>
        <w:t>Stroški ponudbe</w:t>
      </w:r>
      <w:bookmarkEnd w:id="143"/>
      <w:bookmarkEnd w:id="144"/>
      <w:bookmarkEnd w:id="145"/>
    </w:p>
    <w:p w14:paraId="6D111A5B" w14:textId="77777777" w:rsidR="009139AC" w:rsidRDefault="009139AC" w:rsidP="009139AC">
      <w:r>
        <w:t>Vse stroške, povezane s pripravo in predložitvijo ponudbe, nosi ponudnik.</w:t>
      </w:r>
    </w:p>
    <w:p w14:paraId="442D0886" w14:textId="77777777" w:rsidR="0077559D" w:rsidRDefault="0077559D" w:rsidP="0077559D">
      <w:pPr>
        <w:pStyle w:val="Naslov3"/>
      </w:pPr>
      <w:bookmarkStart w:id="146" w:name="_Toc96061487"/>
      <w:r>
        <w:lastRenderedPageBreak/>
        <w:t>Protikorupcijsko določilo</w:t>
      </w:r>
      <w:bookmarkEnd w:id="146"/>
    </w:p>
    <w:p w14:paraId="0EACD313" w14:textId="77777777" w:rsidR="0077559D" w:rsidRDefault="0077559D" w:rsidP="0077559D">
      <w:r>
        <w:t xml:space="preserve">V postopku oddaje javnega naročila naročnik in ponudniki ne smejo pričenjati in izvajati dejanj, ki bi vnaprej določila izbor določene ponudbe, ali ki bi povzročila, da pogodba ne bi pričela veljati oziroma ne bi bila izpolnjena. </w:t>
      </w:r>
    </w:p>
    <w:p w14:paraId="172A43F1" w14:textId="77777777" w:rsidR="0077559D" w:rsidRDefault="0077559D" w:rsidP="0077559D"/>
    <w:p w14:paraId="4B7D2554" w14:textId="77777777" w:rsidR="0077559D" w:rsidRDefault="0077559D" w:rsidP="0077559D">
      <w:r>
        <w:t xml:space="preserve">Vsakršno lobiranje v postopkih oddaje javnih naročil je prepovedano. </w:t>
      </w:r>
    </w:p>
    <w:p w14:paraId="1B0DEAE0" w14:textId="169DA5E7" w:rsidR="003807D9" w:rsidRDefault="00815E40" w:rsidP="003807D9">
      <w:pPr>
        <w:pStyle w:val="Naslov1"/>
      </w:pPr>
      <w:bookmarkStart w:id="147" w:name="_Toc467133897"/>
      <w:bookmarkStart w:id="148" w:name="_Toc467501214"/>
      <w:bookmarkStart w:id="149" w:name="_Toc336851763"/>
      <w:bookmarkStart w:id="150" w:name="_Toc336851811"/>
      <w:bookmarkStart w:id="151" w:name="_Toc96061488"/>
      <w:bookmarkStart w:id="152" w:name="_Toc336851761"/>
      <w:bookmarkStart w:id="153" w:name="_Toc336851809"/>
      <w:bookmarkEnd w:id="147"/>
      <w:bookmarkEnd w:id="148"/>
      <w:r>
        <w:rPr>
          <w:caps w:val="0"/>
        </w:rPr>
        <w:t>OBVESTILO O ODLOČITVI O ODDAJI NAROČILA</w:t>
      </w:r>
      <w:bookmarkEnd w:id="149"/>
      <w:bookmarkEnd w:id="150"/>
      <w:bookmarkEnd w:id="151"/>
    </w:p>
    <w:p w14:paraId="7FF8414D" w14:textId="77777777" w:rsidR="003807D9" w:rsidRDefault="003529CF" w:rsidP="003807D9">
      <w:r>
        <w:rPr>
          <w:szCs w:val="20"/>
        </w:rPr>
        <w:t>Naročnik bo podpisano odločitev o oddaji naročila objavil na portalu javnih naročil. Odločitev se šteje za vročeno z dnem objave na portalu javnih naročil.</w:t>
      </w:r>
    </w:p>
    <w:p w14:paraId="71EE346F" w14:textId="79F41342" w:rsidR="009139AC" w:rsidRDefault="00815E40" w:rsidP="009139AC">
      <w:pPr>
        <w:pStyle w:val="Naslov1"/>
      </w:pPr>
      <w:bookmarkStart w:id="154" w:name="_Toc96061489"/>
      <w:r>
        <w:rPr>
          <w:caps w:val="0"/>
        </w:rPr>
        <w:t>ODSTOP OD IZVEDBE JAVNEGA NAROČILA</w:t>
      </w:r>
      <w:bookmarkEnd w:id="152"/>
      <w:bookmarkEnd w:id="153"/>
      <w:bookmarkEnd w:id="154"/>
    </w:p>
    <w:p w14:paraId="5A5E8421" w14:textId="77777777" w:rsidR="009139AC" w:rsidRDefault="00F35CD7" w:rsidP="00E5199F">
      <w:r>
        <w:t>N</w:t>
      </w:r>
      <w:r w:rsidR="001F2C54">
        <w:t>aročnik</w:t>
      </w:r>
      <w:r w:rsidR="009139AC">
        <w:t xml:space="preserve"> lahko na podlagi </w:t>
      </w:r>
      <w:r w:rsidR="00E5199F">
        <w:t xml:space="preserve">osmega </w:t>
      </w:r>
      <w:r w:rsidR="009139AC">
        <w:t xml:space="preserve">odstavka </w:t>
      </w:r>
      <w:r w:rsidR="00E5199F">
        <w:t>9</w:t>
      </w:r>
      <w:r w:rsidR="009139AC">
        <w:t>0. člena ZJN-</w:t>
      </w:r>
      <w:r w:rsidR="003529CF">
        <w:t>3</w:t>
      </w:r>
      <w:r w:rsidR="009139AC">
        <w:t xml:space="preserve"> po sprejemu odločitve o oddaji naročila </w:t>
      </w:r>
      <w:r w:rsidR="004D5EF4">
        <w:t xml:space="preserve">do sklenitve pogodbe </w:t>
      </w:r>
      <w:r w:rsidR="001F2C54">
        <w:t>odstopi</w:t>
      </w:r>
      <w:r w:rsidR="009139AC">
        <w:t xml:space="preserve"> od izvedbe javnega naročila iz </w:t>
      </w:r>
      <w:r w:rsidR="00E5199F">
        <w:t xml:space="preserve">utemeljenih razlogov, da predmeta javnega naročila ne potrebujejo več ali da zanj nima zagotovljenih sredstev ali da se pri naročniku pojavi utemeljen sum, da je bila ali bi lahko bila vsebina </w:t>
      </w:r>
      <w:r w:rsidR="00470CB5">
        <w:t>pogodbe</w:t>
      </w:r>
      <w:r w:rsidR="00E5199F">
        <w:t xml:space="preserv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r w:rsidR="009139AC">
        <w:t>.</w:t>
      </w:r>
    </w:p>
    <w:p w14:paraId="76FFBEED" w14:textId="21BE825B" w:rsidR="009139AC" w:rsidRDefault="00815E40" w:rsidP="008B6487">
      <w:pPr>
        <w:pStyle w:val="Naslov1"/>
      </w:pPr>
      <w:bookmarkStart w:id="155" w:name="_Toc336851762"/>
      <w:bookmarkStart w:id="156" w:name="_Toc336851810"/>
      <w:bookmarkStart w:id="157" w:name="_Toc96061490"/>
      <w:r>
        <w:rPr>
          <w:caps w:val="0"/>
        </w:rPr>
        <w:t>POGODBA</w:t>
      </w:r>
      <w:bookmarkEnd w:id="155"/>
      <w:bookmarkEnd w:id="156"/>
      <w:bookmarkEnd w:id="157"/>
    </w:p>
    <w:p w14:paraId="4C4C7B3D" w14:textId="4FDDFD17" w:rsidR="008B6487" w:rsidRDefault="00B018EC" w:rsidP="008B6487">
      <w:r>
        <w:t>P</w:t>
      </w:r>
      <w:r w:rsidR="00AA1198">
        <w:t>ogodbo bo p</w:t>
      </w:r>
      <w:r w:rsidR="001C5AE3">
        <w:t>odpisal</w:t>
      </w:r>
      <w:r w:rsidR="001F2C54">
        <w:t xml:space="preserve"> </w:t>
      </w:r>
      <w:r w:rsidR="005F7E83">
        <w:t>župan Občine Radenci g. Roman Leljak, Občina Radenci, Radgonska cesta 9, 9252 Radenci</w:t>
      </w:r>
    </w:p>
    <w:p w14:paraId="2D20B7CA" w14:textId="77777777" w:rsidR="00DF718E" w:rsidRDefault="00DF718E" w:rsidP="008B6487"/>
    <w:p w14:paraId="5B37980C" w14:textId="77777777" w:rsidR="005B3EC0" w:rsidRDefault="005B3EC0" w:rsidP="00441581">
      <w:pPr>
        <w:rPr>
          <w:rFonts w:cs="Arial"/>
          <w:szCs w:val="20"/>
          <w:lang w:eastAsia="sl-SI"/>
        </w:rPr>
      </w:pPr>
      <w:r w:rsidRPr="00007FDA">
        <w:rPr>
          <w:rFonts w:cs="Arial"/>
          <w:szCs w:val="20"/>
        </w:rPr>
        <w:t xml:space="preserve">V skladu s šestim odstavkom 14. člena </w:t>
      </w:r>
      <w:r>
        <w:rPr>
          <w:rFonts w:cs="Arial"/>
          <w:szCs w:val="20"/>
          <w:lang w:eastAsia="sl-SI"/>
        </w:rPr>
        <w:t xml:space="preserve">ZIntPK </w:t>
      </w:r>
      <w:r w:rsidRPr="00007FDA">
        <w:rPr>
          <w:rFonts w:cs="Arial"/>
          <w:szCs w:val="20"/>
        </w:rPr>
        <w:t>je izbrani ponudnik dolžan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Če bo ponudnik predložil lažno izjavo oziroma bo dal neresnične podatke o navedenih dejstvih, bo to imelo za posledico ničnost pogodbe.</w:t>
      </w:r>
    </w:p>
    <w:p w14:paraId="7ED0F220" w14:textId="77777777" w:rsidR="005B3EC0" w:rsidRDefault="005B3EC0" w:rsidP="00441581">
      <w:pPr>
        <w:rPr>
          <w:rFonts w:cs="Arial"/>
          <w:szCs w:val="20"/>
        </w:rPr>
      </w:pPr>
    </w:p>
    <w:p w14:paraId="30E5B9CD" w14:textId="36FAD53C" w:rsidR="005B3EC0" w:rsidRPr="0035741A" w:rsidRDefault="005B3EC0" w:rsidP="00441581">
      <w:r w:rsidRPr="0035741A">
        <w:t xml:space="preserve">Na poziv naročnika bo moral izbrani ponudnik v postopku javnega naročanja ali pri izvajanju javnega naročila, v roku </w:t>
      </w:r>
      <w:r w:rsidR="005F7E83">
        <w:t>3</w:t>
      </w:r>
      <w:r>
        <w:t xml:space="preserve"> </w:t>
      </w:r>
      <w:r w:rsidRPr="0035741A">
        <w:t>dni od prejema poziva, posredovati podatke o:</w:t>
      </w:r>
    </w:p>
    <w:p w14:paraId="732DC088" w14:textId="77777777" w:rsidR="005B3EC0" w:rsidRPr="0035741A" w:rsidRDefault="005B3EC0" w:rsidP="00441581">
      <w:pPr>
        <w:numPr>
          <w:ilvl w:val="0"/>
          <w:numId w:val="18"/>
        </w:numPr>
      </w:pPr>
      <w:r w:rsidRPr="0035741A">
        <w:t>svojih ustanoviteljih, družbenikih, delničarjih, komanditistih ali drugih lastnikih in podatke o lastniških deležih navedenih oseb;</w:t>
      </w:r>
    </w:p>
    <w:p w14:paraId="5BD86326" w14:textId="739AE0ED" w:rsidR="005B3EC0" w:rsidRPr="0035741A" w:rsidRDefault="005B3EC0" w:rsidP="004A0BBE">
      <w:pPr>
        <w:numPr>
          <w:ilvl w:val="0"/>
          <w:numId w:val="18"/>
        </w:numPr>
        <w:tabs>
          <w:tab w:val="num" w:pos="709"/>
        </w:tabs>
      </w:pPr>
      <w:r w:rsidRPr="0035741A">
        <w:t>gospodarskih subjektih, za katere se glede na določbe zakona, ki ureja gospodarske družbe, šteje, da so z njim povezane družbe.</w:t>
      </w:r>
    </w:p>
    <w:p w14:paraId="38B14FAA" w14:textId="77777777" w:rsidR="005A653F" w:rsidRDefault="005A653F" w:rsidP="00441581"/>
    <w:p w14:paraId="0549EF39" w14:textId="731FAEAE" w:rsidR="00AA1198" w:rsidRDefault="00AA1198" w:rsidP="00441581">
      <w:r>
        <w:t xml:space="preserve">Izbrani ponudnik mora </w:t>
      </w:r>
      <w:r w:rsidR="00666119">
        <w:t xml:space="preserve">podpisati in vrniti naročniku pogodbo v roku </w:t>
      </w:r>
      <w:r w:rsidR="005F7E83">
        <w:t>3</w:t>
      </w:r>
      <w:r w:rsidR="00B018EC">
        <w:t xml:space="preserve"> delovnih</w:t>
      </w:r>
      <w:r w:rsidR="00666119">
        <w:t xml:space="preserve"> dni po prejemu s strani naročnika podpisane pogodbe</w:t>
      </w:r>
      <w:r w:rsidR="001C5AE3">
        <w:t>.</w:t>
      </w:r>
      <w:r>
        <w:t xml:space="preserve"> </w:t>
      </w:r>
    </w:p>
    <w:p w14:paraId="006B159C" w14:textId="77777777" w:rsidR="00AA1198" w:rsidRDefault="00AA1198" w:rsidP="00441581"/>
    <w:p w14:paraId="2728A21E" w14:textId="77777777" w:rsidR="00975E5C" w:rsidRDefault="00B018EC" w:rsidP="00441581">
      <w:r>
        <w:t>P</w:t>
      </w:r>
      <w:r w:rsidR="00975E5C">
        <w:t>ogodba se bo pred podpisom vsebinsko p</w:t>
      </w:r>
      <w:r w:rsidR="009B05B7">
        <w:t>rilagodila glede na to, ali bo izbrani ponudnik predložil skupno ponudbo, prijavil</w:t>
      </w:r>
      <w:r w:rsidR="00975E5C">
        <w:t xml:space="preserve"> sodelo</w:t>
      </w:r>
      <w:r>
        <w:t>vanje podizvajalcev in podobno.</w:t>
      </w:r>
    </w:p>
    <w:p w14:paraId="5CE02553" w14:textId="77777777" w:rsidR="0077559D" w:rsidRDefault="0077559D" w:rsidP="008B6487"/>
    <w:p w14:paraId="1E04D0FC" w14:textId="277956F2" w:rsidR="008B6487" w:rsidRDefault="00815E40" w:rsidP="008B6487">
      <w:pPr>
        <w:pStyle w:val="Naslov1"/>
      </w:pPr>
      <w:bookmarkStart w:id="158" w:name="_Toc336851764"/>
      <w:bookmarkStart w:id="159" w:name="_Toc336851812"/>
      <w:bookmarkStart w:id="160" w:name="_Toc96061491"/>
      <w:r>
        <w:rPr>
          <w:caps w:val="0"/>
        </w:rPr>
        <w:t>PRAVNO VARSTVO</w:t>
      </w:r>
      <w:bookmarkEnd w:id="158"/>
      <w:bookmarkEnd w:id="159"/>
      <w:bookmarkEnd w:id="160"/>
    </w:p>
    <w:p w14:paraId="39D21E07" w14:textId="77777777" w:rsidR="008B6487" w:rsidRDefault="00E124FE" w:rsidP="008B6487">
      <w:r>
        <w:t>Zahtevek za revizijo, ki se nanaša na vsebino objav</w:t>
      </w:r>
      <w:r w:rsidR="00643950">
        <w:t>e in/ali razpisno dokumentacijo</w:t>
      </w:r>
      <w:r>
        <w:t xml:space="preserve"> se</w:t>
      </w:r>
      <w:r w:rsidR="00643950">
        <w:t xml:space="preserve"> </w:t>
      </w:r>
      <w:r>
        <w:t xml:space="preserve">lahko vloži v </w:t>
      </w:r>
      <w:r w:rsidR="003122C0">
        <w:t>desetih</w:t>
      </w:r>
      <w:r>
        <w:t xml:space="preserve"> delovnih dneh </w:t>
      </w:r>
      <w:r w:rsidR="003122C0">
        <w:t xml:space="preserve">od dneva objave obvestila o javnem naročilu ali obvestila o dodatnih informacijah, informacijah o nedokončanem postopku ali popravku, če se s tem obvestilom spreminjajo ali dopolnjujejo zahteve ali merila za izbor najugodnejšega ponudnika, pri čemer se lahko zahtevek za </w:t>
      </w:r>
      <w:r w:rsidR="003122C0">
        <w:lastRenderedPageBreak/>
        <w:t>revizijo nanaša na spremenjeno, dopolnjeno ali pojasnjeno vsebino objave ali razpisne dokumentacije ali z njim neposredno povezano navedbo v prvotni objavi ali razpisni dokumentaciji</w:t>
      </w:r>
      <w:r w:rsidR="008B6487">
        <w:t>.</w:t>
      </w:r>
      <w:r w:rsidR="003122C0">
        <w:t xml:space="preserve"> Zahte</w:t>
      </w:r>
      <w:r w:rsidR="00643950">
        <w:t>vka</w:t>
      </w:r>
      <w:r w:rsidR="003122C0">
        <w:t xml:space="preserve"> za revizijo </w:t>
      </w:r>
      <w:r w:rsidR="00643950">
        <w:t>ni dopustno vložiti</w:t>
      </w:r>
      <w:r w:rsidR="003122C0">
        <w:t xml:space="preserve"> po roku za prejem ponudb, razen če je rok za prejem ponudb krajši od desetih delovnih dni. V tem primeru se lahko zahtevek za revizijo vloži v desetih delovnih dneh od dneva objave obvestila o naročilu.</w:t>
      </w:r>
    </w:p>
    <w:p w14:paraId="4CD6BB26" w14:textId="77777777" w:rsidR="008B6487" w:rsidRDefault="008B6487" w:rsidP="008B6487"/>
    <w:p w14:paraId="64D67B04" w14:textId="77777777" w:rsidR="008B6487" w:rsidRDefault="008B6487" w:rsidP="008B6487">
      <w:r>
        <w:t xml:space="preserve">Takso v višini </w:t>
      </w:r>
      <w:r w:rsidR="003122C0">
        <w:t>2.000 eurov</w:t>
      </w:r>
      <w:r>
        <w:t xml:space="preserve"> mora vlagatelj plačati na transakcijski račun Ministrstva za finance, številka SI56 0110 0100 0358 802, odprt pri Banki Slovenije, Slovenska 35, 1505 Ljubl</w:t>
      </w:r>
      <w:r w:rsidR="003122C0">
        <w:t>jana, Slovenija, SWIFT KODA: BS</w:t>
      </w:r>
      <w:r>
        <w:t>LJSI2X; IBAN:SI56011</w:t>
      </w:r>
      <w:r w:rsidR="00D411A6">
        <w:t>001000358802 – taksa za postopek revizije javnega naročanja.</w:t>
      </w:r>
    </w:p>
    <w:p w14:paraId="133A3CF8" w14:textId="77777777" w:rsidR="00D411A6" w:rsidRDefault="00D411A6" w:rsidP="008B6487"/>
    <w:p w14:paraId="3C41BAE1" w14:textId="77777777" w:rsidR="005B3EC0" w:rsidRDefault="005B3EC0" w:rsidP="005B3EC0">
      <w:r w:rsidRPr="006C6FF6">
        <w:t>Zahtevek za revizijo se vloži prek portala eRevizija.</w:t>
      </w:r>
    </w:p>
    <w:p w14:paraId="7F0B073F" w14:textId="77777777" w:rsidR="00F90F84" w:rsidRDefault="00F90F84" w:rsidP="00140271"/>
    <w:p w14:paraId="6521FA4A" w14:textId="77777777" w:rsidR="00F90F84" w:rsidRDefault="00F90F84" w:rsidP="00140271"/>
    <w:p w14:paraId="638BD334" w14:textId="1473EF3F" w:rsidR="00F90F84" w:rsidRDefault="00F90F84" w:rsidP="00140271">
      <w:pPr>
        <w:rPr>
          <w:highlight w:val="yellow"/>
        </w:rPr>
      </w:pPr>
      <w:r>
        <w:tab/>
      </w:r>
      <w:r>
        <w:tab/>
      </w:r>
      <w:r>
        <w:tab/>
      </w:r>
      <w:r>
        <w:tab/>
      </w:r>
      <w:r>
        <w:tab/>
      </w:r>
      <w:r>
        <w:tab/>
      </w:r>
      <w:r>
        <w:tab/>
      </w:r>
      <w:r>
        <w:tab/>
      </w:r>
      <w:r w:rsidR="002A405A" w:rsidRPr="002A405A">
        <w:t>Župan Občine Radenci</w:t>
      </w:r>
    </w:p>
    <w:p w14:paraId="3EAE1183" w14:textId="15EA12D0" w:rsidR="002A405A" w:rsidRPr="005178B0" w:rsidRDefault="002A405A" w:rsidP="00140271">
      <w:r>
        <w:tab/>
      </w:r>
      <w:r>
        <w:tab/>
      </w:r>
      <w:r>
        <w:tab/>
      </w:r>
      <w:r>
        <w:tab/>
      </w:r>
      <w:r>
        <w:tab/>
      </w:r>
      <w:r>
        <w:tab/>
      </w:r>
      <w:r>
        <w:tab/>
      </w:r>
      <w:r>
        <w:tab/>
        <w:t>Roman Leljak</w:t>
      </w:r>
    </w:p>
    <w:sectPr w:rsidR="002A405A" w:rsidRPr="005178B0" w:rsidSect="00AF6718">
      <w:headerReference w:type="default" r:id="rId15"/>
      <w:footerReference w:type="default" r:id="rId16"/>
      <w:headerReference w:type="first" r:id="rId17"/>
      <w:footerReference w:type="first" r:id="rId18"/>
      <w:pgSz w:w="11906" w:h="16838" w:code="9"/>
      <w:pgMar w:top="1101"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ED00F" w14:textId="77777777" w:rsidR="00FF3F88" w:rsidRDefault="00FF3F88" w:rsidP="00107834">
      <w:pPr>
        <w:spacing w:line="240" w:lineRule="auto"/>
      </w:pPr>
      <w:r>
        <w:separator/>
      </w:r>
    </w:p>
  </w:endnote>
  <w:endnote w:type="continuationSeparator" w:id="0">
    <w:p w14:paraId="1C284C94" w14:textId="77777777" w:rsidR="00FF3F88" w:rsidRDefault="00FF3F88" w:rsidP="001078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3ABA8" w14:textId="4C4AB407" w:rsidR="00FF3F88" w:rsidRPr="00887C43" w:rsidRDefault="00FF3F88" w:rsidP="00887C43">
    <w:pPr>
      <w:pStyle w:val="Noga"/>
      <w:pBdr>
        <w:top w:val="single" w:sz="4" w:space="1" w:color="auto"/>
      </w:pBdr>
      <w:rPr>
        <w:sz w:val="16"/>
        <w:szCs w:val="16"/>
      </w:rPr>
    </w:pPr>
    <w:r>
      <w:rPr>
        <w:sz w:val="16"/>
        <w:szCs w:val="16"/>
      </w:rPr>
      <w:t>431-0029/2022</w:t>
    </w:r>
  </w:p>
  <w:p w14:paraId="1DED17DC" w14:textId="77777777" w:rsidR="00FF3F88" w:rsidRPr="00831D98" w:rsidRDefault="00FF3F88" w:rsidP="00152883">
    <w:pPr>
      <w:pStyle w:val="Noga"/>
      <w:jc w:val="right"/>
      <w:rPr>
        <w:sz w:val="16"/>
        <w:szCs w:val="16"/>
      </w:rPr>
    </w:pPr>
    <w:r>
      <w:rPr>
        <w:sz w:val="16"/>
        <w:szCs w:val="16"/>
      </w:rPr>
      <w:t xml:space="preserve">Stran </w:t>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5</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Pr>
        <w:noProof/>
        <w:sz w:val="16"/>
        <w:szCs w:val="16"/>
      </w:rPr>
      <w:t>17</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D8C2E" w14:textId="182C4F7D" w:rsidR="00FF3F88" w:rsidRDefault="00FF3F88">
    <w:pPr>
      <w:pStyle w:val="Noga"/>
    </w:pPr>
    <w:r w:rsidRPr="00A82B28">
      <w:rPr>
        <w:noProof/>
      </w:rPr>
      <w:drawing>
        <wp:anchor distT="0" distB="0" distL="114300" distR="114300" simplePos="0" relativeHeight="251661312" behindDoc="1" locked="0" layoutInCell="1" allowOverlap="1" wp14:anchorId="76F222C8" wp14:editId="4F631B88">
          <wp:simplePos x="0" y="0"/>
          <wp:positionH relativeFrom="column">
            <wp:posOffset>-390525</wp:posOffset>
          </wp:positionH>
          <wp:positionV relativeFrom="paragraph">
            <wp:posOffset>-904875</wp:posOffset>
          </wp:positionV>
          <wp:extent cx="1971040" cy="14884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1040" cy="14884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E3B862" w14:textId="77777777" w:rsidR="00FF3F88" w:rsidRDefault="00FF3F88" w:rsidP="00107834">
      <w:pPr>
        <w:spacing w:line="240" w:lineRule="auto"/>
      </w:pPr>
      <w:r>
        <w:separator/>
      </w:r>
    </w:p>
  </w:footnote>
  <w:footnote w:type="continuationSeparator" w:id="0">
    <w:p w14:paraId="4E7FA494" w14:textId="77777777" w:rsidR="00FF3F88" w:rsidRDefault="00FF3F88" w:rsidP="00107834">
      <w:pPr>
        <w:spacing w:line="240" w:lineRule="auto"/>
      </w:pPr>
      <w:r>
        <w:continuationSeparator/>
      </w:r>
    </w:p>
  </w:footnote>
  <w:footnote w:id="1">
    <w:p w14:paraId="65B3F7EF" w14:textId="77777777" w:rsidR="00FF3F88" w:rsidRDefault="00FF3F88" w:rsidP="00140ADA">
      <w:pPr>
        <w:pStyle w:val="Sprotnaopomba-besedilo"/>
      </w:pPr>
      <w:r>
        <w:rPr>
          <w:rStyle w:val="Sprotnaopomba-sklic"/>
        </w:rPr>
        <w:footnoteRef/>
      </w:r>
      <w:r>
        <w:t xml:space="preserve"> </w:t>
      </w:r>
      <w:hyperlink r:id="rId1" w:history="1">
        <w:r w:rsidRPr="005E4891">
          <w:rPr>
            <w:rStyle w:val="Hiperpovezava"/>
          </w:rPr>
          <w:t>Obligacijski zakonik</w:t>
        </w:r>
      </w:hyperlink>
      <w:r>
        <w:t xml:space="preserve"> (Uradni list RS, št. 97/07 – uradno prečiščeno besedilo, 64/16 – </w:t>
      </w:r>
      <w:proofErr w:type="spellStart"/>
      <w:r>
        <w:t>odl</w:t>
      </w:r>
      <w:proofErr w:type="spellEnd"/>
      <w:r>
        <w:t>.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543DC0" w14:textId="45812818" w:rsidR="00FF3F88" w:rsidRPr="00BB1E26" w:rsidRDefault="00FF3F88" w:rsidP="00831D98">
    <w:pPr>
      <w:pStyle w:val="Glava"/>
      <w:pBdr>
        <w:bottom w:val="single" w:sz="4" w:space="1" w:color="auto"/>
      </w:pBdr>
      <w:rPr>
        <w:sz w:val="16"/>
        <w:szCs w:val="16"/>
      </w:rPr>
    </w:pPr>
    <w:r w:rsidRPr="00BB1E26">
      <w:rPr>
        <w:sz w:val="16"/>
        <w:szCs w:val="16"/>
      </w:rPr>
      <w:t xml:space="preserve">Navodila </w:t>
    </w:r>
    <w:r>
      <w:rPr>
        <w:sz w:val="16"/>
        <w:szCs w:val="16"/>
      </w:rPr>
      <w:t>ponudnikom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E9268" w14:textId="3E92104C" w:rsidR="00FF3F88" w:rsidRDefault="00FF3F88" w:rsidP="00BB1E26">
    <w:pPr>
      <w:pStyle w:val="Glava"/>
    </w:pPr>
    <w:r w:rsidRPr="00A82B28">
      <w:rPr>
        <w:noProof/>
      </w:rPr>
      <w:drawing>
        <wp:anchor distT="0" distB="0" distL="114300" distR="114300" simplePos="0" relativeHeight="251659264" behindDoc="0" locked="0" layoutInCell="1" allowOverlap="1" wp14:anchorId="12AD72C6" wp14:editId="048808BB">
          <wp:simplePos x="0" y="0"/>
          <wp:positionH relativeFrom="margin">
            <wp:posOffset>5019675</wp:posOffset>
          </wp:positionH>
          <wp:positionV relativeFrom="page">
            <wp:align>top</wp:align>
          </wp:positionV>
          <wp:extent cx="1310640" cy="2196465"/>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0640" cy="2196465"/>
                  </a:xfrm>
                  <a:prstGeom prst="rect">
                    <a:avLst/>
                  </a:prstGeom>
                </pic:spPr>
              </pic:pic>
            </a:graphicData>
          </a:graphic>
          <wp14:sizeRelH relativeFrom="margin">
            <wp14:pctWidth>0</wp14:pctWidth>
          </wp14:sizeRelH>
          <wp14:sizeRelV relativeFrom="margin">
            <wp14:pctHeight>0</wp14:pctHeight>
          </wp14:sizeRelV>
        </wp:anchor>
      </w:drawing>
    </w:r>
    <w:r>
      <w:br/>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2E90"/>
    <w:multiLevelType w:val="multilevel"/>
    <w:tmpl w:val="70AAA324"/>
    <w:numStyleLink w:val="Natevanjestevilkami"/>
  </w:abstractNum>
  <w:abstractNum w:abstractNumId="1" w15:restartNumberingAfterBreak="0">
    <w:nsid w:val="04E62E01"/>
    <w:multiLevelType w:val="hybridMultilevel"/>
    <w:tmpl w:val="CE04F364"/>
    <w:lvl w:ilvl="0" w:tplc="7F5ECE5A">
      <w:numFmt w:val="bullet"/>
      <w:lvlText w:val="-"/>
      <w:lvlJc w:val="left"/>
      <w:pPr>
        <w:ind w:left="786" w:hanging="360"/>
      </w:pPr>
      <w:rPr>
        <w:rFonts w:ascii="Arial" w:eastAsia="Calibri" w:hAnsi="Arial" w:cs="Arial"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64A7F"/>
    <w:multiLevelType w:val="hybridMultilevel"/>
    <w:tmpl w:val="BF5EF7C8"/>
    <w:lvl w:ilvl="0" w:tplc="0424000F">
      <w:start w:val="1"/>
      <w:numFmt w:val="decimal"/>
      <w:lvlText w:val="%1."/>
      <w:lvlJc w:val="left"/>
      <w:pPr>
        <w:ind w:left="720" w:hanging="360"/>
      </w:pPr>
      <w:rPr>
        <w:rFonts w:cs="Times New Roman" w:hint="default"/>
        <w:i w:val="0"/>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FA5D9E"/>
    <w:multiLevelType w:val="multilevel"/>
    <w:tmpl w:val="70AAA324"/>
    <w:styleLink w:val="Natevanjestevilkami"/>
    <w:lvl w:ilvl="0">
      <w:start w:val="1"/>
      <w:numFmt w:val="decimal"/>
      <w:pStyle w:val="Natevanjestevilkami1"/>
      <w:lvlText w:val="%1."/>
      <w:lvlJc w:val="left"/>
      <w:pPr>
        <w:ind w:left="357" w:hanging="357"/>
      </w:pPr>
      <w:rPr>
        <w:rFonts w:hint="default"/>
      </w:rPr>
    </w:lvl>
    <w:lvl w:ilvl="1">
      <w:start w:val="1"/>
      <w:numFmt w:val="decimal"/>
      <w:pStyle w:val="Natevanjestevilkami2"/>
      <w:lvlText w:val="%1.%2"/>
      <w:lvlJc w:val="left"/>
      <w:pPr>
        <w:ind w:left="1021" w:hanging="664"/>
      </w:pPr>
      <w:rPr>
        <w:rFonts w:hint="default"/>
      </w:rPr>
    </w:lvl>
    <w:lvl w:ilvl="2">
      <w:start w:val="1"/>
      <w:numFmt w:val="decimal"/>
      <w:pStyle w:val="Natevanjestevilkami3"/>
      <w:lvlText w:val="%1.%2.%3"/>
      <w:lvlJc w:val="left"/>
      <w:pPr>
        <w:ind w:left="5301" w:hanging="1190"/>
      </w:pPr>
      <w:rPr>
        <w:rFonts w:hint="default"/>
      </w:rPr>
    </w:lvl>
    <w:lvl w:ilvl="3">
      <w:start w:val="1"/>
      <w:numFmt w:val="decimal"/>
      <w:pStyle w:val="Natevanjestevilkami4"/>
      <w:lvlText w:val="%1.%2.%3.%4"/>
      <w:lvlJc w:val="left"/>
      <w:pPr>
        <w:ind w:left="3062" w:hanging="1531"/>
      </w:pPr>
      <w:rPr>
        <w:rFonts w:hint="default"/>
      </w:rPr>
    </w:lvl>
    <w:lvl w:ilvl="4">
      <w:start w:val="1"/>
      <w:numFmt w:val="decimal"/>
      <w:pStyle w:val="Natevanjestevilkami5"/>
      <w:lvlText w:val="%1.%2.%3.%4.%5"/>
      <w:lvlJc w:val="left"/>
      <w:pPr>
        <w:ind w:left="1800" w:hanging="360"/>
      </w:pPr>
      <w:rPr>
        <w:rFonts w:hint="default"/>
      </w:rPr>
    </w:lvl>
    <w:lvl w:ilvl="5">
      <w:start w:val="1"/>
      <w:numFmt w:val="decimal"/>
      <w:pStyle w:val="Natevanjestevilkami6"/>
      <w:lvlText w:val="%1.%2.%3.%4.%5.%6"/>
      <w:lvlJc w:val="left"/>
      <w:pPr>
        <w:ind w:left="2160" w:hanging="360"/>
      </w:pPr>
      <w:rPr>
        <w:rFonts w:hint="default"/>
      </w:rPr>
    </w:lvl>
    <w:lvl w:ilvl="6">
      <w:start w:val="1"/>
      <w:numFmt w:val="decimal"/>
      <w:pStyle w:val="Natevanjestevilkami7"/>
      <w:lvlText w:val="%1.%2.%3.%4.%5.%6.%7"/>
      <w:lvlJc w:val="left"/>
      <w:pPr>
        <w:ind w:left="2520" w:hanging="360"/>
      </w:pPr>
      <w:rPr>
        <w:rFonts w:hint="default"/>
      </w:rPr>
    </w:lvl>
    <w:lvl w:ilvl="7">
      <w:start w:val="1"/>
      <w:numFmt w:val="decimal"/>
      <w:pStyle w:val="Natevanjestevilkami8"/>
      <w:lvlText w:val="%1.%2.%3.%4.%5.%6.%7.%8"/>
      <w:lvlJc w:val="left"/>
      <w:pPr>
        <w:ind w:left="2880" w:hanging="360"/>
      </w:pPr>
      <w:rPr>
        <w:rFonts w:hint="default"/>
      </w:rPr>
    </w:lvl>
    <w:lvl w:ilvl="8">
      <w:start w:val="1"/>
      <w:numFmt w:val="decimal"/>
      <w:pStyle w:val="Natevanjestevilkami9"/>
      <w:lvlText w:val="%1.%2.%3.%4.%5.%6.%7.%8.%9"/>
      <w:lvlJc w:val="left"/>
      <w:pPr>
        <w:ind w:left="3240" w:hanging="360"/>
      </w:pPr>
      <w:rPr>
        <w:rFonts w:hint="default"/>
      </w:rPr>
    </w:lvl>
  </w:abstractNum>
  <w:abstractNum w:abstractNumId="5" w15:restartNumberingAfterBreak="0">
    <w:nsid w:val="0FB07B1A"/>
    <w:multiLevelType w:val="hybridMultilevel"/>
    <w:tmpl w:val="8E7EF69C"/>
    <w:lvl w:ilvl="0" w:tplc="C9AA37B4">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9713298"/>
    <w:multiLevelType w:val="hybridMultilevel"/>
    <w:tmpl w:val="3064BC9A"/>
    <w:lvl w:ilvl="0" w:tplc="D9A8982C">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D0D1FE7"/>
    <w:multiLevelType w:val="multilevel"/>
    <w:tmpl w:val="2114831E"/>
    <w:numStyleLink w:val="Headings"/>
  </w:abstractNum>
  <w:abstractNum w:abstractNumId="8" w15:restartNumberingAfterBreak="0">
    <w:nsid w:val="2F2D138A"/>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FF31C7B"/>
    <w:multiLevelType w:val="hybridMultilevel"/>
    <w:tmpl w:val="42D07454"/>
    <w:lvl w:ilvl="0" w:tplc="3A08B416">
      <w:start w:val="1"/>
      <w:numFmt w:val="decimal"/>
      <w:lvlText w:val="%1. "/>
      <w:lvlJc w:val="left"/>
      <w:pPr>
        <w:ind w:left="835" w:hanging="360"/>
      </w:pPr>
      <w:rPr>
        <w:rFonts w:hint="default"/>
        <w:strike w:val="0"/>
      </w:rPr>
    </w:lvl>
    <w:lvl w:ilvl="1" w:tplc="04240019" w:tentative="1">
      <w:start w:val="1"/>
      <w:numFmt w:val="lowerLetter"/>
      <w:lvlText w:val="%2."/>
      <w:lvlJc w:val="left"/>
      <w:pPr>
        <w:ind w:left="1555" w:hanging="360"/>
      </w:pPr>
    </w:lvl>
    <w:lvl w:ilvl="2" w:tplc="0424001B" w:tentative="1">
      <w:start w:val="1"/>
      <w:numFmt w:val="lowerRoman"/>
      <w:lvlText w:val="%3."/>
      <w:lvlJc w:val="right"/>
      <w:pPr>
        <w:ind w:left="2275" w:hanging="180"/>
      </w:pPr>
    </w:lvl>
    <w:lvl w:ilvl="3" w:tplc="0424000F" w:tentative="1">
      <w:start w:val="1"/>
      <w:numFmt w:val="decimal"/>
      <w:lvlText w:val="%4."/>
      <w:lvlJc w:val="left"/>
      <w:pPr>
        <w:ind w:left="2995" w:hanging="360"/>
      </w:pPr>
    </w:lvl>
    <w:lvl w:ilvl="4" w:tplc="04240019" w:tentative="1">
      <w:start w:val="1"/>
      <w:numFmt w:val="lowerLetter"/>
      <w:lvlText w:val="%5."/>
      <w:lvlJc w:val="left"/>
      <w:pPr>
        <w:ind w:left="3715" w:hanging="360"/>
      </w:pPr>
    </w:lvl>
    <w:lvl w:ilvl="5" w:tplc="0424001B" w:tentative="1">
      <w:start w:val="1"/>
      <w:numFmt w:val="lowerRoman"/>
      <w:lvlText w:val="%6."/>
      <w:lvlJc w:val="right"/>
      <w:pPr>
        <w:ind w:left="4435" w:hanging="180"/>
      </w:pPr>
    </w:lvl>
    <w:lvl w:ilvl="6" w:tplc="0424000F" w:tentative="1">
      <w:start w:val="1"/>
      <w:numFmt w:val="decimal"/>
      <w:lvlText w:val="%7."/>
      <w:lvlJc w:val="left"/>
      <w:pPr>
        <w:ind w:left="5155" w:hanging="360"/>
      </w:pPr>
    </w:lvl>
    <w:lvl w:ilvl="7" w:tplc="04240019" w:tentative="1">
      <w:start w:val="1"/>
      <w:numFmt w:val="lowerLetter"/>
      <w:lvlText w:val="%8."/>
      <w:lvlJc w:val="left"/>
      <w:pPr>
        <w:ind w:left="5875" w:hanging="360"/>
      </w:pPr>
    </w:lvl>
    <w:lvl w:ilvl="8" w:tplc="0424001B" w:tentative="1">
      <w:start w:val="1"/>
      <w:numFmt w:val="lowerRoman"/>
      <w:lvlText w:val="%9."/>
      <w:lvlJc w:val="right"/>
      <w:pPr>
        <w:ind w:left="6595" w:hanging="180"/>
      </w:pPr>
    </w:lvl>
  </w:abstractNum>
  <w:abstractNum w:abstractNumId="10"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44EB22D9"/>
    <w:multiLevelType w:val="multilevel"/>
    <w:tmpl w:val="0D7E1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4A2250B3"/>
    <w:multiLevelType w:val="hybridMultilevel"/>
    <w:tmpl w:val="3F4252F4"/>
    <w:lvl w:ilvl="0" w:tplc="98407720">
      <w:start w:val="1"/>
      <w:numFmt w:val="decimal"/>
      <w:lvlText w:val="%1. "/>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A68091E"/>
    <w:multiLevelType w:val="hybridMultilevel"/>
    <w:tmpl w:val="F8D0F9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9F947F2"/>
    <w:multiLevelType w:val="multilevel"/>
    <w:tmpl w:val="345C18AE"/>
    <w:styleLink w:val="Bulletsliststyle"/>
    <w:lvl w:ilvl="0">
      <w:start w:val="1"/>
      <w:numFmt w:val="bullet"/>
      <w:pStyle w:val="Oznaenseznam"/>
      <w:lvlText w:val="-"/>
      <w:lvlJc w:val="left"/>
      <w:pPr>
        <w:ind w:left="357" w:hanging="357"/>
      </w:pPr>
      <w:rPr>
        <w:rFonts w:ascii="Arial" w:hAnsi="Arial" w:hint="default"/>
      </w:rPr>
    </w:lvl>
    <w:lvl w:ilvl="1">
      <w:start w:val="1"/>
      <w:numFmt w:val="bullet"/>
      <w:pStyle w:val="Oznaenseznam2"/>
      <w:lvlText w:val="-"/>
      <w:lvlJc w:val="left"/>
      <w:pPr>
        <w:ind w:left="714" w:hanging="357"/>
      </w:pPr>
      <w:rPr>
        <w:rFonts w:ascii="Arial" w:hAnsi="Arial" w:hint="default"/>
      </w:rPr>
    </w:lvl>
    <w:lvl w:ilvl="2">
      <w:start w:val="1"/>
      <w:numFmt w:val="bullet"/>
      <w:pStyle w:val="Oznaenseznam3"/>
      <w:lvlText w:val="-"/>
      <w:lvlJc w:val="left"/>
      <w:pPr>
        <w:ind w:left="1071" w:hanging="357"/>
      </w:pPr>
      <w:rPr>
        <w:rFonts w:ascii="Arial" w:hAnsi="Arial" w:hint="default"/>
      </w:rPr>
    </w:lvl>
    <w:lvl w:ilvl="3">
      <w:start w:val="1"/>
      <w:numFmt w:val="bullet"/>
      <w:pStyle w:val="Oznaenseznam4"/>
      <w:lvlText w:val="-"/>
      <w:lvlJc w:val="left"/>
      <w:pPr>
        <w:ind w:left="1428" w:hanging="357"/>
      </w:pPr>
      <w:rPr>
        <w:rFonts w:ascii="Arial" w:hAnsi="Arial" w:hint="default"/>
      </w:rPr>
    </w:lvl>
    <w:lvl w:ilvl="4">
      <w:start w:val="1"/>
      <w:numFmt w:val="bullet"/>
      <w:pStyle w:val="Oznaenseznam5"/>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16" w15:restartNumberingAfterBreak="0">
    <w:nsid w:val="6DE37F7D"/>
    <w:multiLevelType w:val="hybridMultilevel"/>
    <w:tmpl w:val="7A9AC8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6E016AE8"/>
    <w:multiLevelType w:val="multilevel"/>
    <w:tmpl w:val="2114831E"/>
    <w:styleLink w:val="Headings"/>
    <w:lvl w:ilvl="0">
      <w:start w:val="1"/>
      <w:numFmt w:val="decimal"/>
      <w:pStyle w:val="Naslov1"/>
      <w:lvlText w:val="%1."/>
      <w:lvlJc w:val="left"/>
      <w:pPr>
        <w:ind w:left="357" w:hanging="357"/>
      </w:pPr>
      <w:rPr>
        <w:rFonts w:hint="default"/>
      </w:rPr>
    </w:lvl>
    <w:lvl w:ilvl="1">
      <w:start w:val="1"/>
      <w:numFmt w:val="decimal"/>
      <w:pStyle w:val="Naslov2"/>
      <w:lvlText w:val="%1.%2"/>
      <w:lvlJc w:val="left"/>
      <w:pPr>
        <w:ind w:left="499" w:hanging="357"/>
      </w:pPr>
      <w:rPr>
        <w:rFonts w:hint="default"/>
      </w:rPr>
    </w:lvl>
    <w:lvl w:ilvl="2">
      <w:start w:val="1"/>
      <w:numFmt w:val="decimal"/>
      <w:pStyle w:val="Naslov3"/>
      <w:lvlText w:val="%1.%2.%3"/>
      <w:lvlJc w:val="left"/>
      <w:pPr>
        <w:ind w:left="357" w:hanging="357"/>
      </w:pPr>
      <w:rPr>
        <w:rFonts w:hint="default"/>
      </w:rPr>
    </w:lvl>
    <w:lvl w:ilvl="3">
      <w:start w:val="1"/>
      <w:numFmt w:val="decimal"/>
      <w:pStyle w:val="Naslov4"/>
      <w:lvlText w:val="%1.%2.%3.%4"/>
      <w:lvlJc w:val="left"/>
      <w:pPr>
        <w:ind w:left="357" w:hanging="357"/>
      </w:pPr>
      <w:rPr>
        <w:rFonts w:hint="default"/>
      </w:rPr>
    </w:lvl>
    <w:lvl w:ilvl="4">
      <w:start w:val="1"/>
      <w:numFmt w:val="decimal"/>
      <w:pStyle w:val="Naslov5"/>
      <w:lvlText w:val="%1.%2.%3.%4.%5"/>
      <w:lvlJc w:val="left"/>
      <w:pPr>
        <w:ind w:left="357" w:hanging="357"/>
      </w:pPr>
      <w:rPr>
        <w:rFonts w:hint="default"/>
      </w:rPr>
    </w:lvl>
    <w:lvl w:ilvl="5">
      <w:start w:val="1"/>
      <w:numFmt w:val="decimal"/>
      <w:pStyle w:val="Naslov6"/>
      <w:lvlText w:val="%1.%2.%3.%4.%5.%6"/>
      <w:lvlJc w:val="left"/>
      <w:pPr>
        <w:ind w:left="357" w:hanging="357"/>
      </w:pPr>
      <w:rPr>
        <w:rFonts w:hint="default"/>
      </w:rPr>
    </w:lvl>
    <w:lvl w:ilvl="6">
      <w:start w:val="1"/>
      <w:numFmt w:val="decimal"/>
      <w:pStyle w:val="Naslov7"/>
      <w:lvlText w:val="%1.%2.%3.%4.%5.%6.%7"/>
      <w:lvlJc w:val="left"/>
      <w:pPr>
        <w:ind w:left="357" w:hanging="357"/>
      </w:pPr>
      <w:rPr>
        <w:rFonts w:hint="default"/>
      </w:rPr>
    </w:lvl>
    <w:lvl w:ilvl="7">
      <w:start w:val="1"/>
      <w:numFmt w:val="decimal"/>
      <w:pStyle w:val="Naslov8"/>
      <w:lvlText w:val="%1.%2.%3.%4.%5.%6.%7.%8"/>
      <w:lvlJc w:val="left"/>
      <w:pPr>
        <w:ind w:left="357" w:hanging="357"/>
      </w:pPr>
      <w:rPr>
        <w:rFonts w:hint="default"/>
      </w:rPr>
    </w:lvl>
    <w:lvl w:ilvl="8">
      <w:start w:val="1"/>
      <w:numFmt w:val="decimal"/>
      <w:pStyle w:val="Naslov9"/>
      <w:lvlText w:val="%1.%2.%3.%4.%5.%6.%7.%8.%9"/>
      <w:lvlJc w:val="left"/>
      <w:pPr>
        <w:ind w:left="357" w:hanging="357"/>
      </w:pPr>
      <w:rPr>
        <w:rFonts w:hint="default"/>
      </w:rPr>
    </w:lvl>
  </w:abstractNum>
  <w:abstractNum w:abstractNumId="18"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77A6649D"/>
    <w:multiLevelType w:val="hybridMultilevel"/>
    <w:tmpl w:val="07E42584"/>
    <w:lvl w:ilvl="0" w:tplc="C43CD228">
      <w:start w:val="1"/>
      <w:numFmt w:val="decimal"/>
      <w:lvlText w:val="%1."/>
      <w:lvlJc w:val="left"/>
      <w:pPr>
        <w:ind w:left="720" w:hanging="360"/>
      </w:pPr>
      <w:rPr>
        <w:rFonts w:hint="default"/>
        <w:i w:val="0"/>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7"/>
    <w:lvlOverride w:ilvl="0">
      <w:lvl w:ilvl="0">
        <w:start w:val="1"/>
        <w:numFmt w:val="decimal"/>
        <w:pStyle w:val="Naslov1"/>
        <w:lvlText w:val="%1."/>
        <w:lvlJc w:val="left"/>
        <w:pPr>
          <w:ind w:left="357" w:hanging="357"/>
        </w:pPr>
        <w:rPr>
          <w:rFonts w:hint="default"/>
        </w:rPr>
      </w:lvl>
    </w:lvlOverride>
    <w:lvlOverride w:ilvl="1">
      <w:lvl w:ilvl="1">
        <w:start w:val="1"/>
        <w:numFmt w:val="decimal"/>
        <w:pStyle w:val="Naslov2"/>
        <w:lvlText w:val="%1.%2"/>
        <w:lvlJc w:val="left"/>
        <w:pPr>
          <w:ind w:left="499" w:hanging="357"/>
        </w:pPr>
        <w:rPr>
          <w:rFonts w:hint="default"/>
        </w:rPr>
      </w:lvl>
    </w:lvlOverride>
    <w:lvlOverride w:ilvl="2">
      <w:lvl w:ilvl="2">
        <w:start w:val="1"/>
        <w:numFmt w:val="decimal"/>
        <w:pStyle w:val="Naslov3"/>
        <w:lvlText w:val="%1.%2.%3"/>
        <w:lvlJc w:val="left"/>
        <w:pPr>
          <w:ind w:left="357" w:hanging="357"/>
        </w:pPr>
        <w:rPr>
          <w:rFonts w:hint="default"/>
        </w:rPr>
      </w:lvl>
    </w:lvlOverride>
    <w:lvlOverride w:ilvl="3">
      <w:lvl w:ilvl="3">
        <w:start w:val="1"/>
        <w:numFmt w:val="decimal"/>
        <w:pStyle w:val="Naslov4"/>
        <w:lvlText w:val="%1.%2.%3.%4"/>
        <w:lvlJc w:val="left"/>
        <w:pPr>
          <w:ind w:left="357" w:hanging="357"/>
        </w:pPr>
        <w:rPr>
          <w:rFonts w:hint="default"/>
        </w:rPr>
      </w:lvl>
    </w:lvlOverride>
    <w:lvlOverride w:ilvl="4">
      <w:lvl w:ilvl="4">
        <w:start w:val="1"/>
        <w:numFmt w:val="decimal"/>
        <w:pStyle w:val="Naslov5"/>
        <w:lvlText w:val="%1.%2.%3.%4.%5"/>
        <w:lvlJc w:val="left"/>
        <w:pPr>
          <w:ind w:left="357" w:hanging="357"/>
        </w:pPr>
        <w:rPr>
          <w:rFonts w:hint="default"/>
        </w:rPr>
      </w:lvl>
    </w:lvlOverride>
    <w:lvlOverride w:ilvl="5">
      <w:lvl w:ilvl="5">
        <w:start w:val="1"/>
        <w:numFmt w:val="decimal"/>
        <w:pStyle w:val="Naslov6"/>
        <w:lvlText w:val="%1.%2.%3.%4.%5.%6"/>
        <w:lvlJc w:val="left"/>
        <w:pPr>
          <w:ind w:left="357" w:hanging="357"/>
        </w:pPr>
        <w:rPr>
          <w:rFonts w:hint="default"/>
        </w:rPr>
      </w:lvl>
    </w:lvlOverride>
    <w:lvlOverride w:ilvl="6">
      <w:lvl w:ilvl="6">
        <w:start w:val="1"/>
        <w:numFmt w:val="decimal"/>
        <w:pStyle w:val="Naslov7"/>
        <w:lvlText w:val="%1.%2.%3.%4.%5.%6.%7"/>
        <w:lvlJc w:val="left"/>
        <w:pPr>
          <w:ind w:left="357" w:hanging="357"/>
        </w:pPr>
        <w:rPr>
          <w:rFonts w:hint="default"/>
        </w:rPr>
      </w:lvl>
    </w:lvlOverride>
    <w:lvlOverride w:ilvl="7">
      <w:lvl w:ilvl="7">
        <w:start w:val="1"/>
        <w:numFmt w:val="decimal"/>
        <w:pStyle w:val="Naslov8"/>
        <w:lvlText w:val="%1.%2.%3.%4.%5.%6.%7.%8"/>
        <w:lvlJc w:val="left"/>
        <w:pPr>
          <w:ind w:left="357" w:hanging="357"/>
        </w:pPr>
        <w:rPr>
          <w:rFonts w:hint="default"/>
        </w:rPr>
      </w:lvl>
    </w:lvlOverride>
    <w:lvlOverride w:ilvl="8">
      <w:lvl w:ilvl="8">
        <w:start w:val="1"/>
        <w:numFmt w:val="decimal"/>
        <w:pStyle w:val="Naslov9"/>
        <w:lvlText w:val="%1.%2.%3.%4.%5.%6.%7.%8.%9"/>
        <w:lvlJc w:val="left"/>
        <w:pPr>
          <w:ind w:left="357" w:hanging="357"/>
        </w:pPr>
        <w:rPr>
          <w:rFonts w:hint="default"/>
        </w:rPr>
      </w:lvl>
    </w:lvlOverride>
  </w:num>
  <w:num w:numId="3">
    <w:abstractNumId w:val="15"/>
  </w:num>
  <w:num w:numId="4">
    <w:abstractNumId w:val="9"/>
  </w:num>
  <w:num w:numId="5">
    <w:abstractNumId w:val="12"/>
  </w:num>
  <w:num w:numId="6">
    <w:abstractNumId w:val="5"/>
  </w:num>
  <w:num w:numId="7">
    <w:abstractNumId w:val="4"/>
  </w:num>
  <w:num w:numId="8">
    <w:abstractNumId w:val="0"/>
  </w:num>
  <w:num w:numId="9">
    <w:abstractNumId w:val="1"/>
  </w:num>
  <w:num w:numId="10">
    <w:abstractNumId w:val="18"/>
  </w:num>
  <w:num w:numId="11">
    <w:abstractNumId w:val="19"/>
  </w:num>
  <w:num w:numId="12">
    <w:abstractNumId w:val="8"/>
  </w:num>
  <w:num w:numId="13">
    <w:abstractNumId w:val="13"/>
  </w:num>
  <w:num w:numId="14">
    <w:abstractNumId w:val="3"/>
  </w:num>
  <w:num w:numId="15">
    <w:abstractNumId w:val="14"/>
  </w:num>
  <w:num w:numId="16">
    <w:abstractNumId w:val="10"/>
  </w:num>
  <w:num w:numId="17">
    <w:abstractNumId w:val="2"/>
  </w:num>
  <w:num w:numId="18">
    <w:abstractNumId w:val="6"/>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0"/>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E26"/>
    <w:rsid w:val="00002A2A"/>
    <w:rsid w:val="000043DA"/>
    <w:rsid w:val="00004B23"/>
    <w:rsid w:val="00005D59"/>
    <w:rsid w:val="00005F4B"/>
    <w:rsid w:val="00010E67"/>
    <w:rsid w:val="00011ADB"/>
    <w:rsid w:val="00015DD6"/>
    <w:rsid w:val="0002151B"/>
    <w:rsid w:val="000344DF"/>
    <w:rsid w:val="0003458C"/>
    <w:rsid w:val="00040055"/>
    <w:rsid w:val="00042CB9"/>
    <w:rsid w:val="00047AB3"/>
    <w:rsid w:val="00053B35"/>
    <w:rsid w:val="00057E95"/>
    <w:rsid w:val="00060E2A"/>
    <w:rsid w:val="0006117D"/>
    <w:rsid w:val="0006500B"/>
    <w:rsid w:val="00065CD3"/>
    <w:rsid w:val="0007004C"/>
    <w:rsid w:val="0007142F"/>
    <w:rsid w:val="000737A2"/>
    <w:rsid w:val="000757BF"/>
    <w:rsid w:val="000771A5"/>
    <w:rsid w:val="00077BD5"/>
    <w:rsid w:val="0008140E"/>
    <w:rsid w:val="000918E8"/>
    <w:rsid w:val="00091B32"/>
    <w:rsid w:val="000965DF"/>
    <w:rsid w:val="00097949"/>
    <w:rsid w:val="0009799E"/>
    <w:rsid w:val="00097A70"/>
    <w:rsid w:val="000A351D"/>
    <w:rsid w:val="000A4471"/>
    <w:rsid w:val="000A45B0"/>
    <w:rsid w:val="000A4B6A"/>
    <w:rsid w:val="000A71DC"/>
    <w:rsid w:val="000B66C4"/>
    <w:rsid w:val="000B7A9C"/>
    <w:rsid w:val="000C735E"/>
    <w:rsid w:val="000C799C"/>
    <w:rsid w:val="000E2AF5"/>
    <w:rsid w:val="000E7E80"/>
    <w:rsid w:val="000F0796"/>
    <w:rsid w:val="000F085B"/>
    <w:rsid w:val="000F75C6"/>
    <w:rsid w:val="0010091F"/>
    <w:rsid w:val="00101682"/>
    <w:rsid w:val="00103918"/>
    <w:rsid w:val="00103EAE"/>
    <w:rsid w:val="00107834"/>
    <w:rsid w:val="0011549B"/>
    <w:rsid w:val="0011613B"/>
    <w:rsid w:val="00120550"/>
    <w:rsid w:val="00121908"/>
    <w:rsid w:val="00121D64"/>
    <w:rsid w:val="00126055"/>
    <w:rsid w:val="00126FA0"/>
    <w:rsid w:val="00131118"/>
    <w:rsid w:val="001317DD"/>
    <w:rsid w:val="00131CF2"/>
    <w:rsid w:val="00132218"/>
    <w:rsid w:val="00140271"/>
    <w:rsid w:val="00140ADA"/>
    <w:rsid w:val="00142B7E"/>
    <w:rsid w:val="00142EA9"/>
    <w:rsid w:val="0014694B"/>
    <w:rsid w:val="00150B80"/>
    <w:rsid w:val="00152883"/>
    <w:rsid w:val="00152B13"/>
    <w:rsid w:val="001606F4"/>
    <w:rsid w:val="00161559"/>
    <w:rsid w:val="00161942"/>
    <w:rsid w:val="00164F36"/>
    <w:rsid w:val="00166B3B"/>
    <w:rsid w:val="001711A6"/>
    <w:rsid w:val="001716C5"/>
    <w:rsid w:val="0017436F"/>
    <w:rsid w:val="00174D87"/>
    <w:rsid w:val="00182BED"/>
    <w:rsid w:val="0018465B"/>
    <w:rsid w:val="0018717F"/>
    <w:rsid w:val="001875FC"/>
    <w:rsid w:val="00192972"/>
    <w:rsid w:val="00195B86"/>
    <w:rsid w:val="001A1397"/>
    <w:rsid w:val="001A407F"/>
    <w:rsid w:val="001A50D4"/>
    <w:rsid w:val="001A6646"/>
    <w:rsid w:val="001B0726"/>
    <w:rsid w:val="001B6746"/>
    <w:rsid w:val="001B6B52"/>
    <w:rsid w:val="001C465D"/>
    <w:rsid w:val="001C5AE3"/>
    <w:rsid w:val="001C6056"/>
    <w:rsid w:val="001D46BA"/>
    <w:rsid w:val="001D6A27"/>
    <w:rsid w:val="001E1E80"/>
    <w:rsid w:val="001E2EA1"/>
    <w:rsid w:val="001E34D1"/>
    <w:rsid w:val="001E685C"/>
    <w:rsid w:val="001F0C07"/>
    <w:rsid w:val="001F22A5"/>
    <w:rsid w:val="001F2C54"/>
    <w:rsid w:val="001F614F"/>
    <w:rsid w:val="001F6F87"/>
    <w:rsid w:val="002016D3"/>
    <w:rsid w:val="00203401"/>
    <w:rsid w:val="00203ACB"/>
    <w:rsid w:val="00213A94"/>
    <w:rsid w:val="00214049"/>
    <w:rsid w:val="00217E26"/>
    <w:rsid w:val="0022120F"/>
    <w:rsid w:val="00224601"/>
    <w:rsid w:val="0022522F"/>
    <w:rsid w:val="00232CB5"/>
    <w:rsid w:val="0023306B"/>
    <w:rsid w:val="002336D8"/>
    <w:rsid w:val="00234453"/>
    <w:rsid w:val="00237077"/>
    <w:rsid w:val="0024198A"/>
    <w:rsid w:val="00242AB7"/>
    <w:rsid w:val="00244EAA"/>
    <w:rsid w:val="002468D2"/>
    <w:rsid w:val="00250608"/>
    <w:rsid w:val="0025212F"/>
    <w:rsid w:val="00255517"/>
    <w:rsid w:val="00255A8D"/>
    <w:rsid w:val="00261DF2"/>
    <w:rsid w:val="0026289B"/>
    <w:rsid w:val="002639F8"/>
    <w:rsid w:val="00263F7A"/>
    <w:rsid w:val="00270A35"/>
    <w:rsid w:val="00274551"/>
    <w:rsid w:val="002769E8"/>
    <w:rsid w:val="00280C52"/>
    <w:rsid w:val="002814E9"/>
    <w:rsid w:val="00281AAF"/>
    <w:rsid w:val="00282C53"/>
    <w:rsid w:val="002838E4"/>
    <w:rsid w:val="002857A0"/>
    <w:rsid w:val="002903E9"/>
    <w:rsid w:val="00292D53"/>
    <w:rsid w:val="002958FE"/>
    <w:rsid w:val="002964C9"/>
    <w:rsid w:val="002A0E82"/>
    <w:rsid w:val="002A367F"/>
    <w:rsid w:val="002A405A"/>
    <w:rsid w:val="002A4D70"/>
    <w:rsid w:val="002A63A5"/>
    <w:rsid w:val="002A6853"/>
    <w:rsid w:val="002A73A2"/>
    <w:rsid w:val="002B0C97"/>
    <w:rsid w:val="002B2B13"/>
    <w:rsid w:val="002B4653"/>
    <w:rsid w:val="002B5236"/>
    <w:rsid w:val="002C035F"/>
    <w:rsid w:val="002C173A"/>
    <w:rsid w:val="002C427C"/>
    <w:rsid w:val="002C5389"/>
    <w:rsid w:val="002C675B"/>
    <w:rsid w:val="002C745B"/>
    <w:rsid w:val="002D396F"/>
    <w:rsid w:val="002D473D"/>
    <w:rsid w:val="002D4F2D"/>
    <w:rsid w:val="002D5895"/>
    <w:rsid w:val="002D6CB5"/>
    <w:rsid w:val="002E383E"/>
    <w:rsid w:val="002E4ECA"/>
    <w:rsid w:val="002F3D91"/>
    <w:rsid w:val="002F5592"/>
    <w:rsid w:val="002F7658"/>
    <w:rsid w:val="002F7F47"/>
    <w:rsid w:val="002F7F9C"/>
    <w:rsid w:val="00300276"/>
    <w:rsid w:val="0030028A"/>
    <w:rsid w:val="00303271"/>
    <w:rsid w:val="00304BC5"/>
    <w:rsid w:val="00306937"/>
    <w:rsid w:val="00307EBF"/>
    <w:rsid w:val="00307F19"/>
    <w:rsid w:val="00307F37"/>
    <w:rsid w:val="003122C0"/>
    <w:rsid w:val="003174CC"/>
    <w:rsid w:val="00320AE5"/>
    <w:rsid w:val="00321E8F"/>
    <w:rsid w:val="003220BA"/>
    <w:rsid w:val="0032399A"/>
    <w:rsid w:val="00323CB9"/>
    <w:rsid w:val="00323DE4"/>
    <w:rsid w:val="003248E5"/>
    <w:rsid w:val="00327FD1"/>
    <w:rsid w:val="003334F7"/>
    <w:rsid w:val="00333B73"/>
    <w:rsid w:val="003353C1"/>
    <w:rsid w:val="00335EE6"/>
    <w:rsid w:val="00342B1C"/>
    <w:rsid w:val="003439F3"/>
    <w:rsid w:val="00343A24"/>
    <w:rsid w:val="003468BE"/>
    <w:rsid w:val="00347BB3"/>
    <w:rsid w:val="00350D7A"/>
    <w:rsid w:val="00351D93"/>
    <w:rsid w:val="0035229F"/>
    <w:rsid w:val="003529CF"/>
    <w:rsid w:val="00354169"/>
    <w:rsid w:val="00360B5B"/>
    <w:rsid w:val="00361663"/>
    <w:rsid w:val="00361E99"/>
    <w:rsid w:val="0036622A"/>
    <w:rsid w:val="00366B65"/>
    <w:rsid w:val="0037030A"/>
    <w:rsid w:val="00376417"/>
    <w:rsid w:val="003807D9"/>
    <w:rsid w:val="00380A46"/>
    <w:rsid w:val="00384883"/>
    <w:rsid w:val="003909C0"/>
    <w:rsid w:val="00393BED"/>
    <w:rsid w:val="00396276"/>
    <w:rsid w:val="003A00D9"/>
    <w:rsid w:val="003A2683"/>
    <w:rsid w:val="003A2A07"/>
    <w:rsid w:val="003A2B68"/>
    <w:rsid w:val="003A77BA"/>
    <w:rsid w:val="003B0F86"/>
    <w:rsid w:val="003B4010"/>
    <w:rsid w:val="003B5B0C"/>
    <w:rsid w:val="003B5E6F"/>
    <w:rsid w:val="003B6034"/>
    <w:rsid w:val="003B66CD"/>
    <w:rsid w:val="003C020D"/>
    <w:rsid w:val="003C4EFF"/>
    <w:rsid w:val="003C5CB2"/>
    <w:rsid w:val="003C6325"/>
    <w:rsid w:val="003D09CD"/>
    <w:rsid w:val="003D1F76"/>
    <w:rsid w:val="003D588D"/>
    <w:rsid w:val="003D6F8D"/>
    <w:rsid w:val="003E0C42"/>
    <w:rsid w:val="003E2C47"/>
    <w:rsid w:val="003F03D3"/>
    <w:rsid w:val="003F4FDA"/>
    <w:rsid w:val="003F7D4F"/>
    <w:rsid w:val="00400A3C"/>
    <w:rsid w:val="00400CD1"/>
    <w:rsid w:val="00410ACE"/>
    <w:rsid w:val="004117FD"/>
    <w:rsid w:val="00421812"/>
    <w:rsid w:val="0042464F"/>
    <w:rsid w:val="004306AB"/>
    <w:rsid w:val="00431E63"/>
    <w:rsid w:val="00432FB6"/>
    <w:rsid w:val="00433926"/>
    <w:rsid w:val="0043429B"/>
    <w:rsid w:val="004366B0"/>
    <w:rsid w:val="00441581"/>
    <w:rsid w:val="00442953"/>
    <w:rsid w:val="00443B44"/>
    <w:rsid w:val="0044429C"/>
    <w:rsid w:val="00445DA3"/>
    <w:rsid w:val="00445FA8"/>
    <w:rsid w:val="00446057"/>
    <w:rsid w:val="00450FAE"/>
    <w:rsid w:val="0045238D"/>
    <w:rsid w:val="00455CB9"/>
    <w:rsid w:val="00455F3B"/>
    <w:rsid w:val="004574D9"/>
    <w:rsid w:val="00461789"/>
    <w:rsid w:val="00462D76"/>
    <w:rsid w:val="004638E7"/>
    <w:rsid w:val="00470593"/>
    <w:rsid w:val="00470CB5"/>
    <w:rsid w:val="0047215B"/>
    <w:rsid w:val="00473C84"/>
    <w:rsid w:val="00474C5A"/>
    <w:rsid w:val="00477B39"/>
    <w:rsid w:val="00481508"/>
    <w:rsid w:val="0049684E"/>
    <w:rsid w:val="00496AF7"/>
    <w:rsid w:val="00496C55"/>
    <w:rsid w:val="004A06D9"/>
    <w:rsid w:val="004A0BBE"/>
    <w:rsid w:val="004A20B9"/>
    <w:rsid w:val="004A62FF"/>
    <w:rsid w:val="004A7E58"/>
    <w:rsid w:val="004B4AED"/>
    <w:rsid w:val="004B4DB1"/>
    <w:rsid w:val="004B5BF5"/>
    <w:rsid w:val="004B7F76"/>
    <w:rsid w:val="004C33C4"/>
    <w:rsid w:val="004C6D4D"/>
    <w:rsid w:val="004C6F58"/>
    <w:rsid w:val="004D0122"/>
    <w:rsid w:val="004D1D42"/>
    <w:rsid w:val="004D2D58"/>
    <w:rsid w:val="004D5EF4"/>
    <w:rsid w:val="004E118C"/>
    <w:rsid w:val="004E2B32"/>
    <w:rsid w:val="004E3967"/>
    <w:rsid w:val="004F093D"/>
    <w:rsid w:val="004F283B"/>
    <w:rsid w:val="004F54B2"/>
    <w:rsid w:val="004F5F6A"/>
    <w:rsid w:val="00500070"/>
    <w:rsid w:val="00501134"/>
    <w:rsid w:val="0050248B"/>
    <w:rsid w:val="005027BF"/>
    <w:rsid w:val="00505019"/>
    <w:rsid w:val="005051B7"/>
    <w:rsid w:val="00505FB5"/>
    <w:rsid w:val="00511EFA"/>
    <w:rsid w:val="005120D9"/>
    <w:rsid w:val="005150E9"/>
    <w:rsid w:val="005178B0"/>
    <w:rsid w:val="0052361B"/>
    <w:rsid w:val="0053094B"/>
    <w:rsid w:val="005312FE"/>
    <w:rsid w:val="00533A03"/>
    <w:rsid w:val="0053513D"/>
    <w:rsid w:val="00535149"/>
    <w:rsid w:val="00535DB7"/>
    <w:rsid w:val="00536EF9"/>
    <w:rsid w:val="00541045"/>
    <w:rsid w:val="005418FF"/>
    <w:rsid w:val="00543367"/>
    <w:rsid w:val="00543EC8"/>
    <w:rsid w:val="005445E4"/>
    <w:rsid w:val="00544E43"/>
    <w:rsid w:val="00552466"/>
    <w:rsid w:val="005531CE"/>
    <w:rsid w:val="00556FFE"/>
    <w:rsid w:val="005571B4"/>
    <w:rsid w:val="00562109"/>
    <w:rsid w:val="00570153"/>
    <w:rsid w:val="00570CFD"/>
    <w:rsid w:val="00573B9B"/>
    <w:rsid w:val="005754BD"/>
    <w:rsid w:val="005754EA"/>
    <w:rsid w:val="005757F4"/>
    <w:rsid w:val="0058135E"/>
    <w:rsid w:val="0058640D"/>
    <w:rsid w:val="0059093D"/>
    <w:rsid w:val="00590B18"/>
    <w:rsid w:val="00591C93"/>
    <w:rsid w:val="00592C34"/>
    <w:rsid w:val="00596401"/>
    <w:rsid w:val="00596CAB"/>
    <w:rsid w:val="005A2D08"/>
    <w:rsid w:val="005A370E"/>
    <w:rsid w:val="005A4097"/>
    <w:rsid w:val="005A4F72"/>
    <w:rsid w:val="005A653F"/>
    <w:rsid w:val="005B3D9F"/>
    <w:rsid w:val="005B3EC0"/>
    <w:rsid w:val="005B48AD"/>
    <w:rsid w:val="005B725E"/>
    <w:rsid w:val="005C2049"/>
    <w:rsid w:val="005C3D8B"/>
    <w:rsid w:val="005C6838"/>
    <w:rsid w:val="005C7C74"/>
    <w:rsid w:val="005D0986"/>
    <w:rsid w:val="005D6A6B"/>
    <w:rsid w:val="005D6E8B"/>
    <w:rsid w:val="005E12E5"/>
    <w:rsid w:val="005E1A4C"/>
    <w:rsid w:val="005E63DB"/>
    <w:rsid w:val="005F23AC"/>
    <w:rsid w:val="005F3540"/>
    <w:rsid w:val="005F7E83"/>
    <w:rsid w:val="00600182"/>
    <w:rsid w:val="00601F90"/>
    <w:rsid w:val="0060219D"/>
    <w:rsid w:val="006030B7"/>
    <w:rsid w:val="00603377"/>
    <w:rsid w:val="00607A8C"/>
    <w:rsid w:val="00610FC2"/>
    <w:rsid w:val="00611B8E"/>
    <w:rsid w:val="00612607"/>
    <w:rsid w:val="006222B9"/>
    <w:rsid w:val="00622990"/>
    <w:rsid w:val="00622A32"/>
    <w:rsid w:val="00622AD8"/>
    <w:rsid w:val="00627DAE"/>
    <w:rsid w:val="006324A3"/>
    <w:rsid w:val="00634B16"/>
    <w:rsid w:val="00635BA0"/>
    <w:rsid w:val="006369DF"/>
    <w:rsid w:val="006374E6"/>
    <w:rsid w:val="00641BCB"/>
    <w:rsid w:val="00643603"/>
    <w:rsid w:val="00643950"/>
    <w:rsid w:val="0064766F"/>
    <w:rsid w:val="00651075"/>
    <w:rsid w:val="00652BB7"/>
    <w:rsid w:val="00655E33"/>
    <w:rsid w:val="00656669"/>
    <w:rsid w:val="006568DC"/>
    <w:rsid w:val="00656908"/>
    <w:rsid w:val="006602DC"/>
    <w:rsid w:val="00663EF6"/>
    <w:rsid w:val="00666119"/>
    <w:rsid w:val="00667B70"/>
    <w:rsid w:val="0067293D"/>
    <w:rsid w:val="006739D5"/>
    <w:rsid w:val="0067420D"/>
    <w:rsid w:val="00674A96"/>
    <w:rsid w:val="00675CC5"/>
    <w:rsid w:val="006826BD"/>
    <w:rsid w:val="00682C9B"/>
    <w:rsid w:val="006855D2"/>
    <w:rsid w:val="00694AD6"/>
    <w:rsid w:val="00696A3E"/>
    <w:rsid w:val="00696A4A"/>
    <w:rsid w:val="00696CCF"/>
    <w:rsid w:val="006A0821"/>
    <w:rsid w:val="006A23B2"/>
    <w:rsid w:val="006B0E0B"/>
    <w:rsid w:val="006B1421"/>
    <w:rsid w:val="006B371A"/>
    <w:rsid w:val="006C0665"/>
    <w:rsid w:val="006C40F1"/>
    <w:rsid w:val="006D06AC"/>
    <w:rsid w:val="006D226F"/>
    <w:rsid w:val="006D551F"/>
    <w:rsid w:val="006D57B3"/>
    <w:rsid w:val="006D61B1"/>
    <w:rsid w:val="006D78DB"/>
    <w:rsid w:val="006E4F24"/>
    <w:rsid w:val="006E739F"/>
    <w:rsid w:val="006F2414"/>
    <w:rsid w:val="006F7C6E"/>
    <w:rsid w:val="006F7F52"/>
    <w:rsid w:val="007031B0"/>
    <w:rsid w:val="00710CFA"/>
    <w:rsid w:val="0071261A"/>
    <w:rsid w:val="00712EE5"/>
    <w:rsid w:val="00712F4D"/>
    <w:rsid w:val="00713328"/>
    <w:rsid w:val="00713BBC"/>
    <w:rsid w:val="007149CA"/>
    <w:rsid w:val="00715D5A"/>
    <w:rsid w:val="00717B28"/>
    <w:rsid w:val="00724AF7"/>
    <w:rsid w:val="007251BE"/>
    <w:rsid w:val="00731307"/>
    <w:rsid w:val="0073283A"/>
    <w:rsid w:val="00733D08"/>
    <w:rsid w:val="00735CEB"/>
    <w:rsid w:val="0074755C"/>
    <w:rsid w:val="007511EA"/>
    <w:rsid w:val="00751240"/>
    <w:rsid w:val="00752F55"/>
    <w:rsid w:val="007538B3"/>
    <w:rsid w:val="007549DC"/>
    <w:rsid w:val="00760255"/>
    <w:rsid w:val="00760460"/>
    <w:rsid w:val="00761E3C"/>
    <w:rsid w:val="00762A34"/>
    <w:rsid w:val="00763CA2"/>
    <w:rsid w:val="007641AC"/>
    <w:rsid w:val="007648C9"/>
    <w:rsid w:val="00765DEE"/>
    <w:rsid w:val="00771795"/>
    <w:rsid w:val="00773664"/>
    <w:rsid w:val="007738A6"/>
    <w:rsid w:val="0077559D"/>
    <w:rsid w:val="00775CA9"/>
    <w:rsid w:val="00775E6B"/>
    <w:rsid w:val="0078518E"/>
    <w:rsid w:val="00785CCD"/>
    <w:rsid w:val="0079306D"/>
    <w:rsid w:val="00794D45"/>
    <w:rsid w:val="00795396"/>
    <w:rsid w:val="00796A4C"/>
    <w:rsid w:val="007A2761"/>
    <w:rsid w:val="007A2AFA"/>
    <w:rsid w:val="007A34A0"/>
    <w:rsid w:val="007A5971"/>
    <w:rsid w:val="007A5BBB"/>
    <w:rsid w:val="007A679B"/>
    <w:rsid w:val="007A7548"/>
    <w:rsid w:val="007A7567"/>
    <w:rsid w:val="007B06B9"/>
    <w:rsid w:val="007B1A40"/>
    <w:rsid w:val="007B27FF"/>
    <w:rsid w:val="007B5FE3"/>
    <w:rsid w:val="007C1154"/>
    <w:rsid w:val="007C1BF9"/>
    <w:rsid w:val="007C63EB"/>
    <w:rsid w:val="007D2828"/>
    <w:rsid w:val="007D4433"/>
    <w:rsid w:val="007D4B7E"/>
    <w:rsid w:val="007D5C3F"/>
    <w:rsid w:val="007D690C"/>
    <w:rsid w:val="007D7D0D"/>
    <w:rsid w:val="007E1A2E"/>
    <w:rsid w:val="007E5B23"/>
    <w:rsid w:val="007F00EE"/>
    <w:rsid w:val="007F51D3"/>
    <w:rsid w:val="007F74C8"/>
    <w:rsid w:val="00800B1A"/>
    <w:rsid w:val="008014DE"/>
    <w:rsid w:val="00806A76"/>
    <w:rsid w:val="008071E3"/>
    <w:rsid w:val="0080727F"/>
    <w:rsid w:val="008111A0"/>
    <w:rsid w:val="00815E40"/>
    <w:rsid w:val="00821971"/>
    <w:rsid w:val="008313EC"/>
    <w:rsid w:val="00831D98"/>
    <w:rsid w:val="00833F02"/>
    <w:rsid w:val="008352AD"/>
    <w:rsid w:val="0084481D"/>
    <w:rsid w:val="008472C1"/>
    <w:rsid w:val="00847570"/>
    <w:rsid w:val="008522B5"/>
    <w:rsid w:val="0085369F"/>
    <w:rsid w:val="00856D4D"/>
    <w:rsid w:val="00863794"/>
    <w:rsid w:val="008658E0"/>
    <w:rsid w:val="00866E58"/>
    <w:rsid w:val="00877060"/>
    <w:rsid w:val="00885574"/>
    <w:rsid w:val="00887743"/>
    <w:rsid w:val="00887C43"/>
    <w:rsid w:val="008913EC"/>
    <w:rsid w:val="0089323E"/>
    <w:rsid w:val="00894096"/>
    <w:rsid w:val="0089453D"/>
    <w:rsid w:val="008A1381"/>
    <w:rsid w:val="008A1AF0"/>
    <w:rsid w:val="008B00DC"/>
    <w:rsid w:val="008B014E"/>
    <w:rsid w:val="008B1594"/>
    <w:rsid w:val="008B1833"/>
    <w:rsid w:val="008B3190"/>
    <w:rsid w:val="008B6487"/>
    <w:rsid w:val="008C0918"/>
    <w:rsid w:val="008C0ED9"/>
    <w:rsid w:val="008C7509"/>
    <w:rsid w:val="008D0587"/>
    <w:rsid w:val="008D4102"/>
    <w:rsid w:val="008D49DE"/>
    <w:rsid w:val="008D5414"/>
    <w:rsid w:val="008D6492"/>
    <w:rsid w:val="008D770F"/>
    <w:rsid w:val="008E280A"/>
    <w:rsid w:val="008E3F72"/>
    <w:rsid w:val="008E4ECC"/>
    <w:rsid w:val="008E6EF7"/>
    <w:rsid w:val="008F2B68"/>
    <w:rsid w:val="008F353B"/>
    <w:rsid w:val="008F6BFB"/>
    <w:rsid w:val="00903DEE"/>
    <w:rsid w:val="0090636C"/>
    <w:rsid w:val="009139AC"/>
    <w:rsid w:val="00915F6E"/>
    <w:rsid w:val="00916B49"/>
    <w:rsid w:val="00921A40"/>
    <w:rsid w:val="00923CF0"/>
    <w:rsid w:val="0092794F"/>
    <w:rsid w:val="0093092E"/>
    <w:rsid w:val="00930D73"/>
    <w:rsid w:val="00934D18"/>
    <w:rsid w:val="009370A5"/>
    <w:rsid w:val="009400F7"/>
    <w:rsid w:val="00940D5E"/>
    <w:rsid w:val="00942173"/>
    <w:rsid w:val="00944578"/>
    <w:rsid w:val="00945C8B"/>
    <w:rsid w:val="0095047D"/>
    <w:rsid w:val="009511A6"/>
    <w:rsid w:val="00954F0B"/>
    <w:rsid w:val="009559B9"/>
    <w:rsid w:val="0095713A"/>
    <w:rsid w:val="00957CA5"/>
    <w:rsid w:val="00962EF1"/>
    <w:rsid w:val="00964F88"/>
    <w:rsid w:val="009679CC"/>
    <w:rsid w:val="0097391D"/>
    <w:rsid w:val="00974AB6"/>
    <w:rsid w:val="00975E5C"/>
    <w:rsid w:val="0097694F"/>
    <w:rsid w:val="0098141E"/>
    <w:rsid w:val="00982606"/>
    <w:rsid w:val="009829C8"/>
    <w:rsid w:val="00986DF2"/>
    <w:rsid w:val="009873C4"/>
    <w:rsid w:val="00990C82"/>
    <w:rsid w:val="00994AFF"/>
    <w:rsid w:val="00997A0E"/>
    <w:rsid w:val="009A0CEA"/>
    <w:rsid w:val="009A2CF9"/>
    <w:rsid w:val="009A2F4A"/>
    <w:rsid w:val="009A5588"/>
    <w:rsid w:val="009A5FA9"/>
    <w:rsid w:val="009A7E7B"/>
    <w:rsid w:val="009B05B7"/>
    <w:rsid w:val="009B3F0C"/>
    <w:rsid w:val="009B4E36"/>
    <w:rsid w:val="009C4E9E"/>
    <w:rsid w:val="009C5751"/>
    <w:rsid w:val="009C5A9D"/>
    <w:rsid w:val="009C5AF3"/>
    <w:rsid w:val="009C62C8"/>
    <w:rsid w:val="009C6475"/>
    <w:rsid w:val="009D1DBC"/>
    <w:rsid w:val="009D474A"/>
    <w:rsid w:val="009D4D02"/>
    <w:rsid w:val="009D7267"/>
    <w:rsid w:val="009D74D2"/>
    <w:rsid w:val="009E1A1F"/>
    <w:rsid w:val="009E1C80"/>
    <w:rsid w:val="009E20EE"/>
    <w:rsid w:val="009E244B"/>
    <w:rsid w:val="009E3725"/>
    <w:rsid w:val="009E5A9D"/>
    <w:rsid w:val="009F1761"/>
    <w:rsid w:val="009F1778"/>
    <w:rsid w:val="009F3F4A"/>
    <w:rsid w:val="00A03BB3"/>
    <w:rsid w:val="00A0456C"/>
    <w:rsid w:val="00A112EA"/>
    <w:rsid w:val="00A1195E"/>
    <w:rsid w:val="00A12527"/>
    <w:rsid w:val="00A13129"/>
    <w:rsid w:val="00A13804"/>
    <w:rsid w:val="00A166E7"/>
    <w:rsid w:val="00A16C5C"/>
    <w:rsid w:val="00A21809"/>
    <w:rsid w:val="00A26645"/>
    <w:rsid w:val="00A266AC"/>
    <w:rsid w:val="00A32189"/>
    <w:rsid w:val="00A34796"/>
    <w:rsid w:val="00A34C82"/>
    <w:rsid w:val="00A376B1"/>
    <w:rsid w:val="00A43BAF"/>
    <w:rsid w:val="00A44DF8"/>
    <w:rsid w:val="00A47D2E"/>
    <w:rsid w:val="00A513D8"/>
    <w:rsid w:val="00A51C4E"/>
    <w:rsid w:val="00A524FE"/>
    <w:rsid w:val="00A53241"/>
    <w:rsid w:val="00A635E3"/>
    <w:rsid w:val="00A64930"/>
    <w:rsid w:val="00A66860"/>
    <w:rsid w:val="00A672D2"/>
    <w:rsid w:val="00A74C60"/>
    <w:rsid w:val="00A7736D"/>
    <w:rsid w:val="00A80444"/>
    <w:rsid w:val="00A80829"/>
    <w:rsid w:val="00A82C07"/>
    <w:rsid w:val="00A82D55"/>
    <w:rsid w:val="00A8581A"/>
    <w:rsid w:val="00A8613F"/>
    <w:rsid w:val="00A86B28"/>
    <w:rsid w:val="00A90174"/>
    <w:rsid w:val="00A9087A"/>
    <w:rsid w:val="00A91109"/>
    <w:rsid w:val="00A921F6"/>
    <w:rsid w:val="00A92E83"/>
    <w:rsid w:val="00AA1198"/>
    <w:rsid w:val="00AA18D5"/>
    <w:rsid w:val="00AA1C63"/>
    <w:rsid w:val="00AA2144"/>
    <w:rsid w:val="00AA27D2"/>
    <w:rsid w:val="00AA50D1"/>
    <w:rsid w:val="00AA51E0"/>
    <w:rsid w:val="00AB0771"/>
    <w:rsid w:val="00AB34EE"/>
    <w:rsid w:val="00AB47F7"/>
    <w:rsid w:val="00AB664D"/>
    <w:rsid w:val="00AB6A80"/>
    <w:rsid w:val="00AB6C05"/>
    <w:rsid w:val="00AC5212"/>
    <w:rsid w:val="00AC52EB"/>
    <w:rsid w:val="00AC60DF"/>
    <w:rsid w:val="00AD0961"/>
    <w:rsid w:val="00AD1AA2"/>
    <w:rsid w:val="00AD1E32"/>
    <w:rsid w:val="00AD36C5"/>
    <w:rsid w:val="00AD4E30"/>
    <w:rsid w:val="00AD6760"/>
    <w:rsid w:val="00AD7B83"/>
    <w:rsid w:val="00AE082E"/>
    <w:rsid w:val="00AE168B"/>
    <w:rsid w:val="00AE19E2"/>
    <w:rsid w:val="00AE27B8"/>
    <w:rsid w:val="00AE2F42"/>
    <w:rsid w:val="00AF0C2C"/>
    <w:rsid w:val="00AF1F2F"/>
    <w:rsid w:val="00AF5B08"/>
    <w:rsid w:val="00AF6718"/>
    <w:rsid w:val="00AF6DBD"/>
    <w:rsid w:val="00B018EC"/>
    <w:rsid w:val="00B02517"/>
    <w:rsid w:val="00B047EA"/>
    <w:rsid w:val="00B04BF7"/>
    <w:rsid w:val="00B21E2B"/>
    <w:rsid w:val="00B22C17"/>
    <w:rsid w:val="00B25237"/>
    <w:rsid w:val="00B27224"/>
    <w:rsid w:val="00B302CE"/>
    <w:rsid w:val="00B31420"/>
    <w:rsid w:val="00B3391A"/>
    <w:rsid w:val="00B37EA3"/>
    <w:rsid w:val="00B42800"/>
    <w:rsid w:val="00B43DB4"/>
    <w:rsid w:val="00B4620C"/>
    <w:rsid w:val="00B47700"/>
    <w:rsid w:val="00B51A28"/>
    <w:rsid w:val="00B53367"/>
    <w:rsid w:val="00B55B72"/>
    <w:rsid w:val="00B5778B"/>
    <w:rsid w:val="00B6311F"/>
    <w:rsid w:val="00B658BA"/>
    <w:rsid w:val="00B70A01"/>
    <w:rsid w:val="00B715B6"/>
    <w:rsid w:val="00B74433"/>
    <w:rsid w:val="00B75369"/>
    <w:rsid w:val="00B80181"/>
    <w:rsid w:val="00B815D3"/>
    <w:rsid w:val="00B82058"/>
    <w:rsid w:val="00B84E76"/>
    <w:rsid w:val="00B84EF4"/>
    <w:rsid w:val="00B86190"/>
    <w:rsid w:val="00B8708B"/>
    <w:rsid w:val="00B871BB"/>
    <w:rsid w:val="00B90974"/>
    <w:rsid w:val="00B931C0"/>
    <w:rsid w:val="00B957BE"/>
    <w:rsid w:val="00B95DDD"/>
    <w:rsid w:val="00BA3A1C"/>
    <w:rsid w:val="00BA4E07"/>
    <w:rsid w:val="00BA70AE"/>
    <w:rsid w:val="00BB1E26"/>
    <w:rsid w:val="00BB4569"/>
    <w:rsid w:val="00BB4F20"/>
    <w:rsid w:val="00BC386A"/>
    <w:rsid w:val="00BC4F19"/>
    <w:rsid w:val="00BC5F13"/>
    <w:rsid w:val="00BD525E"/>
    <w:rsid w:val="00BD55D6"/>
    <w:rsid w:val="00BD5CFB"/>
    <w:rsid w:val="00BD7789"/>
    <w:rsid w:val="00BE22EA"/>
    <w:rsid w:val="00BE4635"/>
    <w:rsid w:val="00BF2FD9"/>
    <w:rsid w:val="00BF4E57"/>
    <w:rsid w:val="00BF4F5F"/>
    <w:rsid w:val="00BF6F9D"/>
    <w:rsid w:val="00C000EA"/>
    <w:rsid w:val="00C00EF2"/>
    <w:rsid w:val="00C01DA2"/>
    <w:rsid w:val="00C03979"/>
    <w:rsid w:val="00C04C73"/>
    <w:rsid w:val="00C10375"/>
    <w:rsid w:val="00C10A35"/>
    <w:rsid w:val="00C12AA8"/>
    <w:rsid w:val="00C15B90"/>
    <w:rsid w:val="00C208B0"/>
    <w:rsid w:val="00C211FC"/>
    <w:rsid w:val="00C25178"/>
    <w:rsid w:val="00C2630D"/>
    <w:rsid w:val="00C2643A"/>
    <w:rsid w:val="00C2739E"/>
    <w:rsid w:val="00C30816"/>
    <w:rsid w:val="00C3243E"/>
    <w:rsid w:val="00C35F11"/>
    <w:rsid w:val="00C36502"/>
    <w:rsid w:val="00C43A59"/>
    <w:rsid w:val="00C450AB"/>
    <w:rsid w:val="00C46572"/>
    <w:rsid w:val="00C47E2E"/>
    <w:rsid w:val="00C47F7E"/>
    <w:rsid w:val="00C52A2D"/>
    <w:rsid w:val="00C5596F"/>
    <w:rsid w:val="00C574EE"/>
    <w:rsid w:val="00C6028B"/>
    <w:rsid w:val="00C63B20"/>
    <w:rsid w:val="00C64F8D"/>
    <w:rsid w:val="00C70CC8"/>
    <w:rsid w:val="00C73E52"/>
    <w:rsid w:val="00C760A1"/>
    <w:rsid w:val="00C764D2"/>
    <w:rsid w:val="00C800F8"/>
    <w:rsid w:val="00C8762A"/>
    <w:rsid w:val="00C877AA"/>
    <w:rsid w:val="00C90B46"/>
    <w:rsid w:val="00C91BF6"/>
    <w:rsid w:val="00C9391F"/>
    <w:rsid w:val="00C97D6E"/>
    <w:rsid w:val="00CB097A"/>
    <w:rsid w:val="00CB1D48"/>
    <w:rsid w:val="00CB2D37"/>
    <w:rsid w:val="00CB6334"/>
    <w:rsid w:val="00CC01C4"/>
    <w:rsid w:val="00CC045C"/>
    <w:rsid w:val="00CC0765"/>
    <w:rsid w:val="00CC3A9A"/>
    <w:rsid w:val="00CC660E"/>
    <w:rsid w:val="00CD4C87"/>
    <w:rsid w:val="00CD4E3E"/>
    <w:rsid w:val="00CE1C16"/>
    <w:rsid w:val="00CE3D01"/>
    <w:rsid w:val="00CE3DF1"/>
    <w:rsid w:val="00CE6259"/>
    <w:rsid w:val="00CE69E0"/>
    <w:rsid w:val="00CF0483"/>
    <w:rsid w:val="00CF4503"/>
    <w:rsid w:val="00D00701"/>
    <w:rsid w:val="00D015FA"/>
    <w:rsid w:val="00D06C18"/>
    <w:rsid w:val="00D107B2"/>
    <w:rsid w:val="00D1095A"/>
    <w:rsid w:val="00D14B03"/>
    <w:rsid w:val="00D17F02"/>
    <w:rsid w:val="00D24859"/>
    <w:rsid w:val="00D25434"/>
    <w:rsid w:val="00D2597A"/>
    <w:rsid w:val="00D26262"/>
    <w:rsid w:val="00D26EBF"/>
    <w:rsid w:val="00D277D6"/>
    <w:rsid w:val="00D323A4"/>
    <w:rsid w:val="00D334BF"/>
    <w:rsid w:val="00D363AD"/>
    <w:rsid w:val="00D3644E"/>
    <w:rsid w:val="00D36A04"/>
    <w:rsid w:val="00D411A6"/>
    <w:rsid w:val="00D414C1"/>
    <w:rsid w:val="00D41877"/>
    <w:rsid w:val="00D41EDF"/>
    <w:rsid w:val="00D427F4"/>
    <w:rsid w:val="00D432DE"/>
    <w:rsid w:val="00D43931"/>
    <w:rsid w:val="00D44C82"/>
    <w:rsid w:val="00D44D32"/>
    <w:rsid w:val="00D44FD0"/>
    <w:rsid w:val="00D46607"/>
    <w:rsid w:val="00D46D8A"/>
    <w:rsid w:val="00D475C8"/>
    <w:rsid w:val="00D54431"/>
    <w:rsid w:val="00D56857"/>
    <w:rsid w:val="00D61409"/>
    <w:rsid w:val="00D61EA1"/>
    <w:rsid w:val="00D6326E"/>
    <w:rsid w:val="00D63EF4"/>
    <w:rsid w:val="00D64C4B"/>
    <w:rsid w:val="00D65E75"/>
    <w:rsid w:val="00D65E97"/>
    <w:rsid w:val="00D66E7F"/>
    <w:rsid w:val="00D71BD8"/>
    <w:rsid w:val="00D77AFD"/>
    <w:rsid w:val="00D80556"/>
    <w:rsid w:val="00D82AB9"/>
    <w:rsid w:val="00D83733"/>
    <w:rsid w:val="00D83F52"/>
    <w:rsid w:val="00D848C1"/>
    <w:rsid w:val="00D857A0"/>
    <w:rsid w:val="00D874EE"/>
    <w:rsid w:val="00D91AD5"/>
    <w:rsid w:val="00D946D9"/>
    <w:rsid w:val="00D95101"/>
    <w:rsid w:val="00D95B56"/>
    <w:rsid w:val="00D95D96"/>
    <w:rsid w:val="00D96DA7"/>
    <w:rsid w:val="00DA226D"/>
    <w:rsid w:val="00DA3916"/>
    <w:rsid w:val="00DA7602"/>
    <w:rsid w:val="00DB0848"/>
    <w:rsid w:val="00DB11EA"/>
    <w:rsid w:val="00DB1ECA"/>
    <w:rsid w:val="00DB287C"/>
    <w:rsid w:val="00DB3FC1"/>
    <w:rsid w:val="00DB4158"/>
    <w:rsid w:val="00DB5102"/>
    <w:rsid w:val="00DB5C3E"/>
    <w:rsid w:val="00DB60AD"/>
    <w:rsid w:val="00DB6FFB"/>
    <w:rsid w:val="00DC2CF5"/>
    <w:rsid w:val="00DC4366"/>
    <w:rsid w:val="00DD0817"/>
    <w:rsid w:val="00DD1018"/>
    <w:rsid w:val="00DD471E"/>
    <w:rsid w:val="00DD5241"/>
    <w:rsid w:val="00DE14F5"/>
    <w:rsid w:val="00DE1B3F"/>
    <w:rsid w:val="00DE30BA"/>
    <w:rsid w:val="00DE36CF"/>
    <w:rsid w:val="00DE571D"/>
    <w:rsid w:val="00DF3EA2"/>
    <w:rsid w:val="00DF474D"/>
    <w:rsid w:val="00DF718E"/>
    <w:rsid w:val="00DF7965"/>
    <w:rsid w:val="00E03B50"/>
    <w:rsid w:val="00E04560"/>
    <w:rsid w:val="00E124FE"/>
    <w:rsid w:val="00E16C40"/>
    <w:rsid w:val="00E20084"/>
    <w:rsid w:val="00E20324"/>
    <w:rsid w:val="00E24B9E"/>
    <w:rsid w:val="00E27348"/>
    <w:rsid w:val="00E30CD0"/>
    <w:rsid w:val="00E374BB"/>
    <w:rsid w:val="00E412EB"/>
    <w:rsid w:val="00E41860"/>
    <w:rsid w:val="00E4360C"/>
    <w:rsid w:val="00E4616C"/>
    <w:rsid w:val="00E47125"/>
    <w:rsid w:val="00E5199F"/>
    <w:rsid w:val="00E52A0D"/>
    <w:rsid w:val="00E544F3"/>
    <w:rsid w:val="00E54F64"/>
    <w:rsid w:val="00E56B44"/>
    <w:rsid w:val="00E6001F"/>
    <w:rsid w:val="00E60EA0"/>
    <w:rsid w:val="00E624BA"/>
    <w:rsid w:val="00E7393E"/>
    <w:rsid w:val="00E777A5"/>
    <w:rsid w:val="00E81CD9"/>
    <w:rsid w:val="00E833E2"/>
    <w:rsid w:val="00E85AF2"/>
    <w:rsid w:val="00E907BA"/>
    <w:rsid w:val="00E91F79"/>
    <w:rsid w:val="00E9226A"/>
    <w:rsid w:val="00E9483A"/>
    <w:rsid w:val="00E9732A"/>
    <w:rsid w:val="00E97782"/>
    <w:rsid w:val="00E97968"/>
    <w:rsid w:val="00EA233B"/>
    <w:rsid w:val="00EA638D"/>
    <w:rsid w:val="00EA7436"/>
    <w:rsid w:val="00EA7461"/>
    <w:rsid w:val="00EB0BB1"/>
    <w:rsid w:val="00EB0FDB"/>
    <w:rsid w:val="00EB6859"/>
    <w:rsid w:val="00EC0D8E"/>
    <w:rsid w:val="00EC4178"/>
    <w:rsid w:val="00EC4458"/>
    <w:rsid w:val="00EC5C94"/>
    <w:rsid w:val="00EC70C2"/>
    <w:rsid w:val="00ED0938"/>
    <w:rsid w:val="00ED0A6C"/>
    <w:rsid w:val="00ED0E3E"/>
    <w:rsid w:val="00ED13E0"/>
    <w:rsid w:val="00ED3A36"/>
    <w:rsid w:val="00ED3BFB"/>
    <w:rsid w:val="00ED4807"/>
    <w:rsid w:val="00ED7620"/>
    <w:rsid w:val="00EE3018"/>
    <w:rsid w:val="00EE5833"/>
    <w:rsid w:val="00EF43B2"/>
    <w:rsid w:val="00EF6D1C"/>
    <w:rsid w:val="00EF75B8"/>
    <w:rsid w:val="00F014F4"/>
    <w:rsid w:val="00F0267E"/>
    <w:rsid w:val="00F033DB"/>
    <w:rsid w:val="00F033FE"/>
    <w:rsid w:val="00F0648D"/>
    <w:rsid w:val="00F102E0"/>
    <w:rsid w:val="00F1134E"/>
    <w:rsid w:val="00F1282C"/>
    <w:rsid w:val="00F12ED7"/>
    <w:rsid w:val="00F13B5B"/>
    <w:rsid w:val="00F20E25"/>
    <w:rsid w:val="00F22F88"/>
    <w:rsid w:val="00F237BE"/>
    <w:rsid w:val="00F26DF9"/>
    <w:rsid w:val="00F334BE"/>
    <w:rsid w:val="00F34E87"/>
    <w:rsid w:val="00F35CD7"/>
    <w:rsid w:val="00F364A1"/>
    <w:rsid w:val="00F36E04"/>
    <w:rsid w:val="00F41BC0"/>
    <w:rsid w:val="00F43EDA"/>
    <w:rsid w:val="00F44601"/>
    <w:rsid w:val="00F472D1"/>
    <w:rsid w:val="00F505F8"/>
    <w:rsid w:val="00F5500F"/>
    <w:rsid w:val="00F60AF5"/>
    <w:rsid w:val="00F63C42"/>
    <w:rsid w:val="00F63C93"/>
    <w:rsid w:val="00F63D8B"/>
    <w:rsid w:val="00F64D94"/>
    <w:rsid w:val="00F72086"/>
    <w:rsid w:val="00F74850"/>
    <w:rsid w:val="00F75C90"/>
    <w:rsid w:val="00F860B8"/>
    <w:rsid w:val="00F86C4A"/>
    <w:rsid w:val="00F90F84"/>
    <w:rsid w:val="00F93910"/>
    <w:rsid w:val="00F9681C"/>
    <w:rsid w:val="00F97038"/>
    <w:rsid w:val="00F97C9B"/>
    <w:rsid w:val="00FA0EDB"/>
    <w:rsid w:val="00FA1995"/>
    <w:rsid w:val="00FA4F1D"/>
    <w:rsid w:val="00FA60FA"/>
    <w:rsid w:val="00FA65B8"/>
    <w:rsid w:val="00FB0003"/>
    <w:rsid w:val="00FB3154"/>
    <w:rsid w:val="00FB3E84"/>
    <w:rsid w:val="00FB7E6A"/>
    <w:rsid w:val="00FC1EBD"/>
    <w:rsid w:val="00FC3626"/>
    <w:rsid w:val="00FC4F69"/>
    <w:rsid w:val="00FC4F93"/>
    <w:rsid w:val="00FC5C99"/>
    <w:rsid w:val="00FD1B63"/>
    <w:rsid w:val="00FD2AB3"/>
    <w:rsid w:val="00FD4FCB"/>
    <w:rsid w:val="00FD512E"/>
    <w:rsid w:val="00FD5BBA"/>
    <w:rsid w:val="00FE0500"/>
    <w:rsid w:val="00FE3F3A"/>
    <w:rsid w:val="00FE70EE"/>
    <w:rsid w:val="00FE710B"/>
    <w:rsid w:val="00FF202A"/>
    <w:rsid w:val="00FF3665"/>
    <w:rsid w:val="00FF3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09389551"/>
  <w15:chartTrackingRefBased/>
  <w15:docId w15:val="{C9B0BAF7-379B-4B37-ADD5-DDC92D98D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E571D"/>
    <w:pPr>
      <w:spacing w:line="260" w:lineRule="atLeast"/>
      <w:jc w:val="both"/>
    </w:pPr>
    <w:rPr>
      <w:rFonts w:ascii="Arial" w:hAnsi="Arial"/>
      <w:szCs w:val="22"/>
      <w:lang w:eastAsia="en-US"/>
    </w:rPr>
  </w:style>
  <w:style w:type="paragraph" w:styleId="Naslov1">
    <w:name w:val="heading 1"/>
    <w:next w:val="Navaden"/>
    <w:link w:val="Naslov1Znak"/>
    <w:uiPriority w:val="9"/>
    <w:qFormat/>
    <w:rsid w:val="00DE571D"/>
    <w:pPr>
      <w:keepNext/>
      <w:keepLines/>
      <w:numPr>
        <w:numId w:val="2"/>
      </w:numPr>
      <w:spacing w:before="100" w:beforeAutospacing="1" w:after="100" w:afterAutospacing="1" w:line="260" w:lineRule="atLeast"/>
      <w:jc w:val="both"/>
      <w:outlineLvl w:val="0"/>
    </w:pPr>
    <w:rPr>
      <w:rFonts w:ascii="Arial" w:eastAsia="Times New Roman" w:hAnsi="Arial"/>
      <w:b/>
      <w:bCs/>
      <w:caps/>
      <w:szCs w:val="28"/>
      <w:lang w:eastAsia="en-US"/>
    </w:rPr>
  </w:style>
  <w:style w:type="paragraph" w:styleId="Naslov2">
    <w:name w:val="heading 2"/>
    <w:basedOn w:val="Naslov1"/>
    <w:next w:val="Navaden"/>
    <w:link w:val="Naslov2Znak"/>
    <w:uiPriority w:val="9"/>
    <w:unhideWhenUsed/>
    <w:qFormat/>
    <w:rsid w:val="00126055"/>
    <w:pPr>
      <w:numPr>
        <w:ilvl w:val="1"/>
      </w:numPr>
      <w:spacing w:before="240" w:beforeAutospacing="0" w:after="120" w:afterAutospacing="0"/>
      <w:outlineLvl w:val="1"/>
    </w:pPr>
    <w:rPr>
      <w:bCs w:val="0"/>
      <w:caps w:val="0"/>
      <w:smallCaps/>
      <w:szCs w:val="26"/>
    </w:rPr>
  </w:style>
  <w:style w:type="paragraph" w:styleId="Naslov3">
    <w:name w:val="heading 3"/>
    <w:basedOn w:val="Naslov2"/>
    <w:next w:val="Navaden"/>
    <w:link w:val="Naslov3Znak"/>
    <w:uiPriority w:val="9"/>
    <w:unhideWhenUsed/>
    <w:qFormat/>
    <w:rsid w:val="00126055"/>
    <w:pPr>
      <w:numPr>
        <w:ilvl w:val="2"/>
      </w:numPr>
      <w:outlineLvl w:val="2"/>
    </w:pPr>
    <w:rPr>
      <w:bCs/>
      <w:i/>
      <w:smallCaps w:val="0"/>
    </w:rPr>
  </w:style>
  <w:style w:type="paragraph" w:styleId="Naslov4">
    <w:name w:val="heading 4"/>
    <w:basedOn w:val="Naslov3"/>
    <w:next w:val="Navaden"/>
    <w:link w:val="Naslov4Znak"/>
    <w:uiPriority w:val="9"/>
    <w:unhideWhenUsed/>
    <w:qFormat/>
    <w:rsid w:val="00450FAE"/>
    <w:pPr>
      <w:numPr>
        <w:ilvl w:val="3"/>
      </w:numPr>
      <w:ind w:left="782" w:hanging="782"/>
      <w:outlineLvl w:val="3"/>
    </w:pPr>
    <w:rPr>
      <w:bCs w:val="0"/>
      <w:iCs/>
    </w:rPr>
  </w:style>
  <w:style w:type="paragraph" w:styleId="Naslov5">
    <w:name w:val="heading 5"/>
    <w:basedOn w:val="Naslov4"/>
    <w:next w:val="Navaden"/>
    <w:link w:val="Naslov5Znak"/>
    <w:uiPriority w:val="9"/>
    <w:unhideWhenUsed/>
    <w:qFormat/>
    <w:rsid w:val="00002A2A"/>
    <w:pPr>
      <w:numPr>
        <w:ilvl w:val="4"/>
      </w:numPr>
      <w:ind w:left="924" w:hanging="924"/>
      <w:outlineLvl w:val="4"/>
    </w:pPr>
  </w:style>
  <w:style w:type="paragraph" w:styleId="Naslov6">
    <w:name w:val="heading 6"/>
    <w:basedOn w:val="Naslov5"/>
    <w:next w:val="Navaden"/>
    <w:link w:val="Naslov6Znak"/>
    <w:uiPriority w:val="9"/>
    <w:unhideWhenUsed/>
    <w:qFormat/>
    <w:rsid w:val="00002A2A"/>
    <w:pPr>
      <w:numPr>
        <w:ilvl w:val="5"/>
      </w:numPr>
      <w:ind w:left="1066" w:hanging="1066"/>
      <w:outlineLvl w:val="5"/>
    </w:pPr>
    <w:rPr>
      <w:iCs w:val="0"/>
    </w:rPr>
  </w:style>
  <w:style w:type="paragraph" w:styleId="Naslov7">
    <w:name w:val="heading 7"/>
    <w:basedOn w:val="Naslov6"/>
    <w:next w:val="Navaden"/>
    <w:link w:val="Naslov7Znak"/>
    <w:uiPriority w:val="9"/>
    <w:unhideWhenUsed/>
    <w:qFormat/>
    <w:rsid w:val="00002A2A"/>
    <w:pPr>
      <w:numPr>
        <w:ilvl w:val="6"/>
      </w:numPr>
      <w:ind w:left="1208" w:hanging="1208"/>
      <w:outlineLvl w:val="6"/>
    </w:pPr>
    <w:rPr>
      <w:iCs/>
      <w:color w:val="404040"/>
    </w:rPr>
  </w:style>
  <w:style w:type="paragraph" w:styleId="Naslov8">
    <w:name w:val="heading 8"/>
    <w:basedOn w:val="Naslov7"/>
    <w:next w:val="Navaden"/>
    <w:link w:val="Naslov8Znak"/>
    <w:uiPriority w:val="9"/>
    <w:unhideWhenUsed/>
    <w:qFormat/>
    <w:rsid w:val="00002A2A"/>
    <w:pPr>
      <w:numPr>
        <w:ilvl w:val="7"/>
      </w:numPr>
      <w:ind w:left="1349" w:hanging="1349"/>
      <w:jc w:val="left"/>
      <w:outlineLvl w:val="7"/>
    </w:pPr>
    <w:rPr>
      <w:szCs w:val="20"/>
    </w:rPr>
  </w:style>
  <w:style w:type="paragraph" w:styleId="Naslov9">
    <w:name w:val="heading 9"/>
    <w:basedOn w:val="Naslov8"/>
    <w:next w:val="Navaden"/>
    <w:link w:val="Naslov9Znak"/>
    <w:uiPriority w:val="9"/>
    <w:unhideWhenUsed/>
    <w:qFormat/>
    <w:rsid w:val="00002A2A"/>
    <w:pPr>
      <w:numPr>
        <w:ilvl w:val="8"/>
      </w:numPr>
      <w:ind w:left="1491" w:hanging="1491"/>
      <w:jc w:val="both"/>
      <w:outlineLvl w:val="8"/>
    </w:pPr>
    <w:rPr>
      <w:i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
    <w:rsid w:val="00126055"/>
    <w:rPr>
      <w:rFonts w:ascii="Arial" w:eastAsia="Times New Roman" w:hAnsi="Arial"/>
      <w:b/>
      <w:smallCaps/>
      <w:szCs w:val="26"/>
      <w:lang w:eastAsia="en-US"/>
    </w:rPr>
  </w:style>
  <w:style w:type="character" w:customStyle="1" w:styleId="Naslov1Znak">
    <w:name w:val="Naslov 1 Znak"/>
    <w:link w:val="Naslov1"/>
    <w:uiPriority w:val="9"/>
    <w:rsid w:val="00DE571D"/>
    <w:rPr>
      <w:rFonts w:ascii="Arial" w:eastAsia="Times New Roman" w:hAnsi="Arial"/>
      <w:b/>
      <w:bCs/>
      <w:caps/>
      <w:szCs w:val="28"/>
      <w:lang w:eastAsia="en-US"/>
    </w:rPr>
  </w:style>
  <w:style w:type="character" w:customStyle="1" w:styleId="Naslov3Znak">
    <w:name w:val="Naslov 3 Znak"/>
    <w:link w:val="Naslov3"/>
    <w:uiPriority w:val="9"/>
    <w:rsid w:val="00126055"/>
    <w:rPr>
      <w:rFonts w:ascii="Arial" w:eastAsia="Times New Roman" w:hAnsi="Arial"/>
      <w:b/>
      <w:bCs/>
      <w:i/>
      <w:szCs w:val="26"/>
      <w:lang w:eastAsia="en-US"/>
    </w:rPr>
  </w:style>
  <w:style w:type="character" w:customStyle="1" w:styleId="Naslov4Znak">
    <w:name w:val="Naslov 4 Znak"/>
    <w:link w:val="Naslov4"/>
    <w:uiPriority w:val="9"/>
    <w:rsid w:val="00450FAE"/>
    <w:rPr>
      <w:rFonts w:ascii="Arial" w:eastAsia="Times New Roman" w:hAnsi="Arial"/>
      <w:b/>
      <w:i/>
      <w:iCs/>
      <w:szCs w:val="26"/>
      <w:lang w:eastAsia="en-US"/>
    </w:rPr>
  </w:style>
  <w:style w:type="character" w:customStyle="1" w:styleId="Naslov5Znak">
    <w:name w:val="Naslov 5 Znak"/>
    <w:link w:val="Naslov5"/>
    <w:uiPriority w:val="9"/>
    <w:rsid w:val="00002A2A"/>
    <w:rPr>
      <w:rFonts w:ascii="Arial" w:eastAsia="Times New Roman" w:hAnsi="Arial"/>
      <w:b/>
      <w:i/>
      <w:iCs/>
      <w:szCs w:val="26"/>
      <w:lang w:eastAsia="en-US"/>
    </w:rPr>
  </w:style>
  <w:style w:type="character" w:customStyle="1" w:styleId="Naslov6Znak">
    <w:name w:val="Naslov 6 Znak"/>
    <w:link w:val="Naslov6"/>
    <w:uiPriority w:val="9"/>
    <w:rsid w:val="00002A2A"/>
    <w:rPr>
      <w:rFonts w:ascii="Arial" w:eastAsia="Times New Roman" w:hAnsi="Arial"/>
      <w:b/>
      <w:i/>
      <w:szCs w:val="26"/>
      <w:lang w:eastAsia="en-US"/>
    </w:rPr>
  </w:style>
  <w:style w:type="character" w:customStyle="1" w:styleId="Naslov7Znak">
    <w:name w:val="Naslov 7 Znak"/>
    <w:link w:val="Naslov7"/>
    <w:uiPriority w:val="9"/>
    <w:rsid w:val="00002A2A"/>
    <w:rPr>
      <w:rFonts w:ascii="Arial" w:eastAsia="Times New Roman" w:hAnsi="Arial"/>
      <w:b/>
      <w:i/>
      <w:iCs/>
      <w:color w:val="404040"/>
      <w:szCs w:val="26"/>
      <w:lang w:eastAsia="en-US"/>
    </w:rPr>
  </w:style>
  <w:style w:type="character" w:customStyle="1" w:styleId="Naslov8Znak">
    <w:name w:val="Naslov 8 Znak"/>
    <w:link w:val="Naslov8"/>
    <w:uiPriority w:val="9"/>
    <w:rsid w:val="00002A2A"/>
    <w:rPr>
      <w:rFonts w:ascii="Arial" w:eastAsia="Times New Roman" w:hAnsi="Arial"/>
      <w:b/>
      <w:i/>
      <w:iCs/>
      <w:color w:val="404040"/>
      <w:lang w:eastAsia="en-US"/>
    </w:rPr>
  </w:style>
  <w:style w:type="character" w:customStyle="1" w:styleId="Naslov9Znak">
    <w:name w:val="Naslov 9 Znak"/>
    <w:link w:val="Naslov9"/>
    <w:uiPriority w:val="9"/>
    <w:rsid w:val="00002A2A"/>
    <w:rPr>
      <w:rFonts w:ascii="Arial" w:eastAsia="Times New Roman" w:hAnsi="Arial"/>
      <w:b/>
      <w:i/>
      <w:color w:val="404040"/>
      <w:lang w:eastAsia="en-US"/>
    </w:rPr>
  </w:style>
  <w:style w:type="numbering" w:customStyle="1" w:styleId="Headings">
    <w:name w:val="Headings"/>
    <w:uiPriority w:val="99"/>
    <w:rsid w:val="009A0CEA"/>
    <w:pPr>
      <w:numPr>
        <w:numId w:val="1"/>
      </w:numPr>
    </w:pPr>
  </w:style>
  <w:style w:type="numbering" w:customStyle="1" w:styleId="Bulletsliststyle">
    <w:name w:val="Bulletslist style"/>
    <w:uiPriority w:val="99"/>
    <w:rsid w:val="008111A0"/>
    <w:pPr>
      <w:numPr>
        <w:numId w:val="3"/>
      </w:numPr>
    </w:pPr>
  </w:style>
  <w:style w:type="paragraph" w:customStyle="1" w:styleId="Llistbullet">
    <w:name w:val="Llist bullet"/>
    <w:basedOn w:val="Navaden"/>
    <w:rsid w:val="008111A0"/>
  </w:style>
  <w:style w:type="paragraph" w:styleId="Oznaenseznam">
    <w:name w:val="List Bullet"/>
    <w:basedOn w:val="Navaden"/>
    <w:uiPriority w:val="99"/>
    <w:unhideWhenUsed/>
    <w:qFormat/>
    <w:rsid w:val="008111A0"/>
    <w:pPr>
      <w:numPr>
        <w:numId w:val="3"/>
      </w:numPr>
      <w:contextualSpacing/>
    </w:pPr>
  </w:style>
  <w:style w:type="paragraph" w:styleId="Oznaenseznam2">
    <w:name w:val="List Bullet 2"/>
    <w:basedOn w:val="Navaden"/>
    <w:uiPriority w:val="99"/>
    <w:unhideWhenUsed/>
    <w:rsid w:val="008111A0"/>
    <w:pPr>
      <w:numPr>
        <w:ilvl w:val="1"/>
        <w:numId w:val="3"/>
      </w:numPr>
      <w:contextualSpacing/>
    </w:pPr>
  </w:style>
  <w:style w:type="paragraph" w:styleId="Oznaenseznam3">
    <w:name w:val="List Bullet 3"/>
    <w:basedOn w:val="Navaden"/>
    <w:uiPriority w:val="99"/>
    <w:unhideWhenUsed/>
    <w:rsid w:val="008111A0"/>
    <w:pPr>
      <w:numPr>
        <w:ilvl w:val="2"/>
        <w:numId w:val="3"/>
      </w:numPr>
      <w:contextualSpacing/>
    </w:pPr>
  </w:style>
  <w:style w:type="paragraph" w:styleId="Otevilenseznam4">
    <w:name w:val="List Number 4"/>
    <w:basedOn w:val="Navaden"/>
    <w:uiPriority w:val="99"/>
    <w:unhideWhenUsed/>
    <w:rsid w:val="008111A0"/>
    <w:pPr>
      <w:contextualSpacing/>
    </w:pPr>
  </w:style>
  <w:style w:type="paragraph" w:styleId="Otevilenseznam5">
    <w:name w:val="List Number 5"/>
    <w:basedOn w:val="Navaden"/>
    <w:uiPriority w:val="99"/>
    <w:unhideWhenUsed/>
    <w:rsid w:val="008111A0"/>
    <w:pPr>
      <w:contextualSpacing/>
    </w:pPr>
  </w:style>
  <w:style w:type="paragraph" w:styleId="Oznaenseznam4">
    <w:name w:val="List Bullet 4"/>
    <w:basedOn w:val="Navaden"/>
    <w:uiPriority w:val="99"/>
    <w:unhideWhenUsed/>
    <w:rsid w:val="008111A0"/>
    <w:pPr>
      <w:numPr>
        <w:ilvl w:val="3"/>
        <w:numId w:val="3"/>
      </w:numPr>
      <w:contextualSpacing/>
    </w:pPr>
  </w:style>
  <w:style w:type="paragraph" w:styleId="Oznaenseznam5">
    <w:name w:val="List Bullet 5"/>
    <w:basedOn w:val="Navaden"/>
    <w:uiPriority w:val="99"/>
    <w:unhideWhenUsed/>
    <w:rsid w:val="008111A0"/>
    <w:pPr>
      <w:numPr>
        <w:ilvl w:val="4"/>
        <w:numId w:val="3"/>
      </w:numPr>
      <w:contextualSpacing/>
    </w:pPr>
  </w:style>
  <w:style w:type="paragraph" w:styleId="Glava">
    <w:name w:val="header"/>
    <w:basedOn w:val="Navaden"/>
    <w:link w:val="GlavaZnak"/>
    <w:unhideWhenUsed/>
    <w:rsid w:val="00107834"/>
    <w:pPr>
      <w:tabs>
        <w:tab w:val="center" w:pos="4536"/>
        <w:tab w:val="right" w:pos="9072"/>
      </w:tabs>
      <w:spacing w:line="240" w:lineRule="auto"/>
    </w:pPr>
  </w:style>
  <w:style w:type="character" w:customStyle="1" w:styleId="GlavaZnak">
    <w:name w:val="Glava Znak"/>
    <w:link w:val="Glava"/>
    <w:uiPriority w:val="99"/>
    <w:rsid w:val="00107834"/>
    <w:rPr>
      <w:rFonts w:ascii="Arial" w:hAnsi="Arial"/>
      <w:sz w:val="20"/>
    </w:rPr>
  </w:style>
  <w:style w:type="paragraph" w:styleId="Noga">
    <w:name w:val="footer"/>
    <w:basedOn w:val="Navaden"/>
    <w:link w:val="NogaZnak"/>
    <w:unhideWhenUsed/>
    <w:rsid w:val="00107834"/>
    <w:pPr>
      <w:tabs>
        <w:tab w:val="center" w:pos="4536"/>
        <w:tab w:val="right" w:pos="9072"/>
      </w:tabs>
      <w:spacing w:line="240" w:lineRule="auto"/>
    </w:pPr>
  </w:style>
  <w:style w:type="character" w:customStyle="1" w:styleId="NogaZnak">
    <w:name w:val="Noga Znak"/>
    <w:link w:val="Noga"/>
    <w:rsid w:val="00107834"/>
    <w:rPr>
      <w:rFonts w:ascii="Arial" w:hAnsi="Arial"/>
      <w:sz w:val="20"/>
    </w:rPr>
  </w:style>
  <w:style w:type="paragraph" w:customStyle="1" w:styleId="HeaderEven">
    <w:name w:val="Header Even"/>
    <w:qFormat/>
    <w:rsid w:val="00107834"/>
    <w:pPr>
      <w:pBdr>
        <w:bottom w:val="single" w:sz="4" w:space="1" w:color="4F81BD"/>
      </w:pBdr>
      <w:spacing w:after="200" w:line="276" w:lineRule="auto"/>
    </w:pPr>
    <w:rPr>
      <w:rFonts w:ascii="Arial" w:hAnsi="Arial"/>
      <w:sz w:val="16"/>
      <w:lang w:val="en-US" w:eastAsia="ja-JP"/>
    </w:rPr>
  </w:style>
  <w:style w:type="paragraph" w:styleId="Brezrazmikov">
    <w:name w:val="No Spacing"/>
    <w:uiPriority w:val="1"/>
    <w:qFormat/>
    <w:rsid w:val="00107834"/>
    <w:pPr>
      <w:jc w:val="both"/>
    </w:pPr>
    <w:rPr>
      <w:rFonts w:ascii="Arial" w:hAnsi="Arial"/>
      <w:szCs w:val="22"/>
      <w:lang w:eastAsia="en-US"/>
    </w:rPr>
  </w:style>
  <w:style w:type="paragraph" w:styleId="Besedilooblaka">
    <w:name w:val="Balloon Text"/>
    <w:basedOn w:val="Navaden"/>
    <w:link w:val="BesedilooblakaZnak"/>
    <w:uiPriority w:val="99"/>
    <w:semiHidden/>
    <w:unhideWhenUsed/>
    <w:rsid w:val="00107834"/>
    <w:pPr>
      <w:spacing w:line="240" w:lineRule="auto"/>
    </w:pPr>
    <w:rPr>
      <w:rFonts w:ascii="Tahoma" w:hAnsi="Tahoma" w:cs="Tahoma"/>
      <w:sz w:val="16"/>
      <w:szCs w:val="16"/>
    </w:rPr>
  </w:style>
  <w:style w:type="character" w:customStyle="1" w:styleId="BesedilooblakaZnak">
    <w:name w:val="Besedilo oblačka Znak"/>
    <w:link w:val="Besedilooblaka"/>
    <w:uiPriority w:val="99"/>
    <w:semiHidden/>
    <w:rsid w:val="00107834"/>
    <w:rPr>
      <w:rFonts w:ascii="Tahoma" w:hAnsi="Tahoma" w:cs="Tahoma"/>
      <w:sz w:val="16"/>
      <w:szCs w:val="16"/>
    </w:rPr>
  </w:style>
  <w:style w:type="paragraph" w:customStyle="1" w:styleId="HeaderOdd">
    <w:name w:val="Header Odd"/>
    <w:basedOn w:val="Brezrazmikov"/>
    <w:qFormat/>
    <w:rsid w:val="00107834"/>
    <w:pPr>
      <w:pBdr>
        <w:bottom w:val="single" w:sz="4" w:space="1" w:color="4F81BD"/>
      </w:pBdr>
      <w:jc w:val="right"/>
    </w:pPr>
    <w:rPr>
      <w:rFonts w:ascii="Calibri" w:hAnsi="Calibri"/>
      <w:b/>
      <w:color w:val="1F497D"/>
      <w:szCs w:val="20"/>
      <w:lang w:val="en-US" w:eastAsia="ja-JP"/>
    </w:rPr>
  </w:style>
  <w:style w:type="character" w:styleId="Besedilooznabemesta">
    <w:name w:val="Placeholder Text"/>
    <w:uiPriority w:val="99"/>
    <w:semiHidden/>
    <w:rsid w:val="0095713A"/>
    <w:rPr>
      <w:color w:val="808080"/>
    </w:rPr>
  </w:style>
  <w:style w:type="paragraph" w:styleId="Naslov">
    <w:name w:val="Title"/>
    <w:basedOn w:val="Navaden"/>
    <w:next w:val="Navaden"/>
    <w:link w:val="NaslovZnak"/>
    <w:uiPriority w:val="10"/>
    <w:qFormat/>
    <w:rsid w:val="005178B0"/>
    <w:pPr>
      <w:spacing w:before="120" w:after="420" w:line="240" w:lineRule="auto"/>
      <w:contextualSpacing/>
      <w:jc w:val="center"/>
    </w:pPr>
    <w:rPr>
      <w:rFonts w:eastAsia="Times New Roman"/>
      <w:b/>
      <w:caps/>
      <w:spacing w:val="5"/>
      <w:kern w:val="28"/>
      <w:sz w:val="22"/>
      <w:szCs w:val="52"/>
    </w:rPr>
  </w:style>
  <w:style w:type="character" w:customStyle="1" w:styleId="NaslovZnak">
    <w:name w:val="Naslov Znak"/>
    <w:link w:val="Naslov"/>
    <w:uiPriority w:val="10"/>
    <w:rsid w:val="005178B0"/>
    <w:rPr>
      <w:rFonts w:ascii="Arial" w:eastAsia="Times New Roman" w:hAnsi="Arial" w:cs="Times New Roman"/>
      <w:b/>
      <w:caps/>
      <w:spacing w:val="5"/>
      <w:kern w:val="28"/>
      <w:szCs w:val="52"/>
    </w:rPr>
  </w:style>
  <w:style w:type="table" w:styleId="Tabelamrea">
    <w:name w:val="Table Grid"/>
    <w:basedOn w:val="Navadnatabela"/>
    <w:uiPriority w:val="59"/>
    <w:rsid w:val="0001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0F75C6"/>
    <w:pPr>
      <w:spacing w:line="240" w:lineRule="auto"/>
    </w:pPr>
    <w:rPr>
      <w:i/>
      <w:sz w:val="18"/>
      <w:szCs w:val="20"/>
    </w:rPr>
  </w:style>
  <w:style w:type="character" w:customStyle="1" w:styleId="Sprotnaopomba-besediloZnak">
    <w:name w:val="Sprotna opomba - besedilo Znak"/>
    <w:link w:val="Sprotnaopomba-besedilo"/>
    <w:uiPriority w:val="99"/>
    <w:rsid w:val="000F75C6"/>
    <w:rPr>
      <w:rFonts w:ascii="Arial" w:hAnsi="Arial"/>
      <w:i/>
      <w:sz w:val="18"/>
      <w:szCs w:val="20"/>
    </w:rPr>
  </w:style>
  <w:style w:type="character" w:styleId="Sprotnaopomba-sklic">
    <w:name w:val="footnote reference"/>
    <w:uiPriority w:val="99"/>
    <w:unhideWhenUsed/>
    <w:rsid w:val="000F75C6"/>
    <w:rPr>
      <w:rFonts w:ascii="Arial" w:hAnsi="Arial"/>
      <w:i/>
      <w:sz w:val="18"/>
      <w:vertAlign w:val="superscript"/>
    </w:rPr>
  </w:style>
  <w:style w:type="character" w:styleId="Hiperpovezava">
    <w:name w:val="Hyperlink"/>
    <w:uiPriority w:val="99"/>
    <w:unhideWhenUsed/>
    <w:rsid w:val="00BB1E26"/>
    <w:rPr>
      <w:color w:val="0000FF"/>
      <w:u w:val="single"/>
    </w:rPr>
  </w:style>
  <w:style w:type="character" w:styleId="Pripombasklic">
    <w:name w:val="annotation reference"/>
    <w:unhideWhenUsed/>
    <w:rsid w:val="00152883"/>
    <w:rPr>
      <w:sz w:val="16"/>
      <w:szCs w:val="16"/>
    </w:rPr>
  </w:style>
  <w:style w:type="paragraph" w:styleId="Pripombabesedilo">
    <w:name w:val="annotation text"/>
    <w:basedOn w:val="Navaden"/>
    <w:link w:val="PripombabesediloZnak"/>
    <w:unhideWhenUsed/>
    <w:rsid w:val="00152883"/>
    <w:pPr>
      <w:spacing w:line="240" w:lineRule="auto"/>
    </w:pPr>
    <w:rPr>
      <w:szCs w:val="20"/>
    </w:rPr>
  </w:style>
  <w:style w:type="character" w:customStyle="1" w:styleId="PripombabesediloZnak">
    <w:name w:val="Pripomba – besedilo Znak"/>
    <w:link w:val="Pripombabesedilo"/>
    <w:rsid w:val="00152883"/>
    <w:rPr>
      <w:rFonts w:ascii="Arial" w:hAnsi="Arial"/>
      <w:sz w:val="20"/>
      <w:szCs w:val="20"/>
    </w:rPr>
  </w:style>
  <w:style w:type="paragraph" w:styleId="Zadevapripombe">
    <w:name w:val="annotation subject"/>
    <w:basedOn w:val="Pripombabesedilo"/>
    <w:next w:val="Pripombabesedilo"/>
    <w:link w:val="ZadevapripombeZnak"/>
    <w:uiPriority w:val="99"/>
    <w:semiHidden/>
    <w:unhideWhenUsed/>
    <w:rsid w:val="00152883"/>
    <w:rPr>
      <w:b/>
      <w:bCs/>
    </w:rPr>
  </w:style>
  <w:style w:type="character" w:customStyle="1" w:styleId="ZadevapripombeZnak">
    <w:name w:val="Zadeva pripombe Znak"/>
    <w:link w:val="Zadevapripombe"/>
    <w:uiPriority w:val="99"/>
    <w:semiHidden/>
    <w:rsid w:val="00152883"/>
    <w:rPr>
      <w:rFonts w:ascii="Arial" w:hAnsi="Arial"/>
      <w:b/>
      <w:bCs/>
      <w:sz w:val="20"/>
      <w:szCs w:val="20"/>
    </w:rPr>
  </w:style>
  <w:style w:type="paragraph" w:styleId="Odstavekseznama">
    <w:name w:val="List Paragraph"/>
    <w:basedOn w:val="Navaden"/>
    <w:uiPriority w:val="34"/>
    <w:qFormat/>
    <w:rsid w:val="00400A3C"/>
    <w:pPr>
      <w:ind w:left="720"/>
      <w:contextualSpacing/>
    </w:pPr>
  </w:style>
  <w:style w:type="paragraph" w:styleId="NaslovTOC">
    <w:name w:val="TOC Heading"/>
    <w:basedOn w:val="Naslov1"/>
    <w:next w:val="Navaden"/>
    <w:uiPriority w:val="39"/>
    <w:unhideWhenUsed/>
    <w:qFormat/>
    <w:rsid w:val="00C91BF6"/>
    <w:pPr>
      <w:numPr>
        <w:numId w:val="0"/>
      </w:numPr>
      <w:spacing w:before="480" w:beforeAutospacing="0" w:after="0" w:afterAutospacing="0" w:line="276" w:lineRule="auto"/>
      <w:jc w:val="left"/>
      <w:outlineLvl w:val="9"/>
    </w:pPr>
    <w:rPr>
      <w:rFonts w:ascii="Cambria" w:hAnsi="Cambria"/>
      <w:caps w:val="0"/>
      <w:color w:val="365F91"/>
      <w:sz w:val="28"/>
      <w:lang w:eastAsia="sl-SI"/>
    </w:rPr>
  </w:style>
  <w:style w:type="paragraph" w:styleId="Kazalovsebine1">
    <w:name w:val="toc 1"/>
    <w:basedOn w:val="Naslov1"/>
    <w:next w:val="Navaden"/>
    <w:autoRedefine/>
    <w:uiPriority w:val="39"/>
    <w:unhideWhenUsed/>
    <w:rsid w:val="00C91BF6"/>
    <w:pPr>
      <w:keepNext w:val="0"/>
      <w:keepLines w:val="0"/>
      <w:numPr>
        <w:numId w:val="0"/>
      </w:numPr>
      <w:spacing w:before="120" w:beforeAutospacing="0" w:after="120" w:afterAutospacing="0"/>
      <w:jc w:val="left"/>
      <w:outlineLvl w:val="9"/>
    </w:pPr>
    <w:rPr>
      <w:rFonts w:ascii="Calibri" w:eastAsia="Calibri" w:hAnsi="Calibri" w:cs="Calibri"/>
      <w:szCs w:val="20"/>
    </w:rPr>
  </w:style>
  <w:style w:type="paragraph" w:styleId="Kazalovsebine2">
    <w:name w:val="toc 2"/>
    <w:basedOn w:val="Naslov2"/>
    <w:next w:val="Navaden"/>
    <w:autoRedefine/>
    <w:uiPriority w:val="39"/>
    <w:unhideWhenUsed/>
    <w:rsid w:val="00C91BF6"/>
    <w:pPr>
      <w:keepNext w:val="0"/>
      <w:keepLines w:val="0"/>
      <w:numPr>
        <w:ilvl w:val="0"/>
        <w:numId w:val="0"/>
      </w:numPr>
      <w:spacing w:before="0" w:after="0"/>
      <w:ind w:left="200"/>
      <w:jc w:val="left"/>
      <w:outlineLvl w:val="9"/>
    </w:pPr>
    <w:rPr>
      <w:rFonts w:ascii="Calibri" w:eastAsia="Calibri" w:hAnsi="Calibri" w:cs="Calibri"/>
      <w:b w:val="0"/>
      <w:szCs w:val="20"/>
    </w:rPr>
  </w:style>
  <w:style w:type="paragraph" w:styleId="Kazalovsebine3">
    <w:name w:val="toc 3"/>
    <w:basedOn w:val="Naslov3"/>
    <w:next w:val="Navaden"/>
    <w:autoRedefine/>
    <w:uiPriority w:val="39"/>
    <w:unhideWhenUsed/>
    <w:rsid w:val="00C91BF6"/>
    <w:pPr>
      <w:keepNext w:val="0"/>
      <w:keepLines w:val="0"/>
      <w:numPr>
        <w:ilvl w:val="0"/>
        <w:numId w:val="0"/>
      </w:numPr>
      <w:spacing w:before="0" w:after="0"/>
      <w:ind w:left="400"/>
      <w:jc w:val="left"/>
      <w:outlineLvl w:val="9"/>
    </w:pPr>
    <w:rPr>
      <w:rFonts w:ascii="Calibri" w:eastAsia="Calibri" w:hAnsi="Calibri" w:cs="Calibri"/>
      <w:b w:val="0"/>
      <w:bCs w:val="0"/>
      <w:iCs/>
      <w:szCs w:val="20"/>
    </w:rPr>
  </w:style>
  <w:style w:type="paragraph" w:styleId="Kazalovsebine4">
    <w:name w:val="toc 4"/>
    <w:basedOn w:val="Naslov4"/>
    <w:next w:val="Navaden"/>
    <w:autoRedefine/>
    <w:uiPriority w:val="39"/>
    <w:unhideWhenUsed/>
    <w:rsid w:val="00D65E75"/>
    <w:pPr>
      <w:keepNext w:val="0"/>
      <w:keepLines w:val="0"/>
      <w:numPr>
        <w:ilvl w:val="0"/>
        <w:numId w:val="0"/>
      </w:numPr>
      <w:spacing w:before="0" w:after="0"/>
      <w:ind w:left="600"/>
      <w:jc w:val="left"/>
      <w:outlineLvl w:val="9"/>
    </w:pPr>
    <w:rPr>
      <w:rFonts w:ascii="Calibri" w:eastAsia="Calibri" w:hAnsi="Calibri" w:cs="Calibri"/>
      <w:i w:val="0"/>
      <w:iCs w:val="0"/>
      <w:sz w:val="18"/>
      <w:szCs w:val="18"/>
    </w:rPr>
  </w:style>
  <w:style w:type="paragraph" w:styleId="Kazalovsebine5">
    <w:name w:val="toc 5"/>
    <w:basedOn w:val="Naslov5"/>
    <w:next w:val="Navaden"/>
    <w:autoRedefine/>
    <w:uiPriority w:val="39"/>
    <w:unhideWhenUsed/>
    <w:rsid w:val="00D65E75"/>
    <w:pPr>
      <w:keepNext w:val="0"/>
      <w:keepLines w:val="0"/>
      <w:numPr>
        <w:ilvl w:val="0"/>
        <w:numId w:val="0"/>
      </w:numPr>
      <w:spacing w:before="0" w:after="0"/>
      <w:ind w:left="800"/>
      <w:jc w:val="left"/>
      <w:outlineLvl w:val="9"/>
    </w:pPr>
    <w:rPr>
      <w:rFonts w:ascii="Calibri" w:eastAsia="Calibri" w:hAnsi="Calibri" w:cs="Calibri"/>
      <w:i w:val="0"/>
      <w:iCs w:val="0"/>
      <w:sz w:val="18"/>
      <w:szCs w:val="18"/>
    </w:rPr>
  </w:style>
  <w:style w:type="paragraph" w:styleId="Kazalovsebine6">
    <w:name w:val="toc 6"/>
    <w:basedOn w:val="Naslov6"/>
    <w:next w:val="Navaden"/>
    <w:autoRedefine/>
    <w:uiPriority w:val="39"/>
    <w:unhideWhenUsed/>
    <w:rsid w:val="00D65E75"/>
    <w:pPr>
      <w:keepNext w:val="0"/>
      <w:keepLines w:val="0"/>
      <w:numPr>
        <w:ilvl w:val="0"/>
        <w:numId w:val="0"/>
      </w:numPr>
      <w:spacing w:before="0" w:after="0"/>
      <w:ind w:left="1000"/>
      <w:jc w:val="left"/>
      <w:outlineLvl w:val="9"/>
    </w:pPr>
    <w:rPr>
      <w:rFonts w:ascii="Calibri" w:eastAsia="Calibri" w:hAnsi="Calibri" w:cs="Calibri"/>
      <w:i w:val="0"/>
      <w:sz w:val="18"/>
      <w:szCs w:val="18"/>
    </w:rPr>
  </w:style>
  <w:style w:type="paragraph" w:styleId="Kazalovsebine7">
    <w:name w:val="toc 7"/>
    <w:basedOn w:val="Naslov7"/>
    <w:next w:val="Navaden"/>
    <w:autoRedefine/>
    <w:uiPriority w:val="39"/>
    <w:unhideWhenUsed/>
    <w:rsid w:val="00D65E75"/>
    <w:pPr>
      <w:keepNext w:val="0"/>
      <w:keepLines w:val="0"/>
      <w:numPr>
        <w:ilvl w:val="0"/>
        <w:numId w:val="0"/>
      </w:numPr>
      <w:spacing w:before="0" w:after="0"/>
      <w:ind w:left="1200"/>
      <w:jc w:val="left"/>
      <w:outlineLvl w:val="9"/>
    </w:pPr>
    <w:rPr>
      <w:rFonts w:ascii="Calibri" w:eastAsia="Calibri" w:hAnsi="Calibri" w:cs="Calibri"/>
      <w:i w:val="0"/>
      <w:iCs w:val="0"/>
      <w:color w:val="auto"/>
      <w:sz w:val="18"/>
      <w:szCs w:val="18"/>
    </w:rPr>
  </w:style>
  <w:style w:type="paragraph" w:styleId="Kazalovsebine8">
    <w:name w:val="toc 8"/>
    <w:basedOn w:val="Naslov8"/>
    <w:next w:val="Navaden"/>
    <w:autoRedefine/>
    <w:uiPriority w:val="39"/>
    <w:unhideWhenUsed/>
    <w:rsid w:val="00D65E75"/>
    <w:pPr>
      <w:keepNext w:val="0"/>
      <w:keepLines w:val="0"/>
      <w:numPr>
        <w:ilvl w:val="0"/>
        <w:numId w:val="0"/>
      </w:numPr>
      <w:spacing w:before="0" w:after="0"/>
      <w:ind w:left="1400"/>
      <w:outlineLvl w:val="9"/>
    </w:pPr>
    <w:rPr>
      <w:rFonts w:ascii="Calibri" w:eastAsia="Calibri" w:hAnsi="Calibri" w:cs="Calibri"/>
      <w:i w:val="0"/>
      <w:iCs w:val="0"/>
      <w:color w:val="auto"/>
      <w:sz w:val="18"/>
      <w:szCs w:val="18"/>
    </w:rPr>
  </w:style>
  <w:style w:type="paragraph" w:styleId="Kazalovsebine9">
    <w:name w:val="toc 9"/>
    <w:basedOn w:val="Naslov9"/>
    <w:next w:val="Navaden"/>
    <w:autoRedefine/>
    <w:uiPriority w:val="39"/>
    <w:unhideWhenUsed/>
    <w:rsid w:val="00D65E75"/>
    <w:pPr>
      <w:keepNext w:val="0"/>
      <w:keepLines w:val="0"/>
      <w:numPr>
        <w:ilvl w:val="0"/>
        <w:numId w:val="0"/>
      </w:numPr>
      <w:spacing w:before="0" w:after="0"/>
      <w:ind w:left="1600"/>
      <w:jc w:val="left"/>
      <w:outlineLvl w:val="9"/>
    </w:pPr>
    <w:rPr>
      <w:rFonts w:ascii="Calibri" w:eastAsia="Calibri" w:hAnsi="Calibri" w:cs="Calibri"/>
      <w:i w:val="0"/>
      <w:color w:val="auto"/>
      <w:sz w:val="18"/>
      <w:szCs w:val="18"/>
    </w:rPr>
  </w:style>
  <w:style w:type="paragraph" w:customStyle="1" w:styleId="Natevanjestevilkami1">
    <w:name w:val="Naštevanje s številkami 1"/>
    <w:qFormat/>
    <w:rsid w:val="00255517"/>
    <w:pPr>
      <w:numPr>
        <w:numId w:val="8"/>
      </w:numPr>
      <w:spacing w:before="120" w:line="260" w:lineRule="atLeast"/>
    </w:pPr>
    <w:rPr>
      <w:rFonts w:ascii="Arial" w:eastAsia="Times New Roman" w:hAnsi="Arial"/>
      <w:b/>
      <w:bCs/>
      <w:smallCaps/>
      <w:szCs w:val="28"/>
      <w:lang w:eastAsia="en-US"/>
    </w:rPr>
  </w:style>
  <w:style w:type="paragraph" w:customStyle="1" w:styleId="Natevanjestevilkami2">
    <w:name w:val="Naštevanje s številkami 2"/>
    <w:basedOn w:val="Natevanjestevilkami1"/>
    <w:qFormat/>
    <w:rsid w:val="00255517"/>
    <w:pPr>
      <w:numPr>
        <w:ilvl w:val="1"/>
      </w:numPr>
      <w:spacing w:before="0"/>
    </w:pPr>
    <w:rPr>
      <w:b w:val="0"/>
      <w:smallCaps w:val="0"/>
    </w:rPr>
  </w:style>
  <w:style w:type="paragraph" w:customStyle="1" w:styleId="Natevanjestevilkami3">
    <w:name w:val="Naštevanje s številkami 3"/>
    <w:basedOn w:val="Natevanjestevilkami2"/>
    <w:qFormat/>
    <w:rsid w:val="00255517"/>
    <w:pPr>
      <w:numPr>
        <w:ilvl w:val="2"/>
      </w:numPr>
      <w:ind w:left="2211"/>
    </w:pPr>
  </w:style>
  <w:style w:type="paragraph" w:customStyle="1" w:styleId="Natevanjestevilkami4">
    <w:name w:val="Naštevanje s številkami 4"/>
    <w:basedOn w:val="Natevanjestevilkami3"/>
    <w:qFormat/>
    <w:rsid w:val="00255517"/>
    <w:pPr>
      <w:numPr>
        <w:ilvl w:val="3"/>
      </w:numPr>
    </w:pPr>
  </w:style>
  <w:style w:type="paragraph" w:customStyle="1" w:styleId="Natevanjestevilkami5">
    <w:name w:val="Naštevanje s številkami 5"/>
    <w:basedOn w:val="Natevanjestevilkami4"/>
    <w:qFormat/>
    <w:rsid w:val="00255517"/>
    <w:pPr>
      <w:numPr>
        <w:ilvl w:val="4"/>
      </w:numPr>
    </w:pPr>
  </w:style>
  <w:style w:type="paragraph" w:customStyle="1" w:styleId="Natevanjestevilkami6">
    <w:name w:val="Naštevanje s številkami 6"/>
    <w:basedOn w:val="Natevanjestevilkami5"/>
    <w:qFormat/>
    <w:rsid w:val="00255517"/>
    <w:pPr>
      <w:numPr>
        <w:ilvl w:val="5"/>
      </w:numPr>
    </w:pPr>
  </w:style>
  <w:style w:type="paragraph" w:customStyle="1" w:styleId="Natevanjestevilkami7">
    <w:name w:val="Naštevanje s številkami 7"/>
    <w:basedOn w:val="Natevanjestevilkami6"/>
    <w:qFormat/>
    <w:rsid w:val="00255517"/>
    <w:pPr>
      <w:numPr>
        <w:ilvl w:val="6"/>
      </w:numPr>
    </w:pPr>
  </w:style>
  <w:style w:type="paragraph" w:customStyle="1" w:styleId="Natevanjestevilkami8">
    <w:name w:val="Naštevanje s številkami 8"/>
    <w:basedOn w:val="Natevanjestevilkami7"/>
    <w:qFormat/>
    <w:rsid w:val="00255517"/>
    <w:pPr>
      <w:numPr>
        <w:ilvl w:val="7"/>
      </w:numPr>
    </w:pPr>
  </w:style>
  <w:style w:type="paragraph" w:customStyle="1" w:styleId="Natevanjestevilkami9">
    <w:name w:val="Naštevanje s številkami 9"/>
    <w:basedOn w:val="Natevanjestevilkami8"/>
    <w:qFormat/>
    <w:rsid w:val="00255517"/>
    <w:pPr>
      <w:numPr>
        <w:ilvl w:val="8"/>
      </w:numPr>
    </w:pPr>
  </w:style>
  <w:style w:type="numbering" w:customStyle="1" w:styleId="Natevanjestevilkami">
    <w:name w:val="Naštevanje s številkami"/>
    <w:uiPriority w:val="99"/>
    <w:rsid w:val="00255517"/>
    <w:pPr>
      <w:numPr>
        <w:numId w:val="7"/>
      </w:numPr>
    </w:pPr>
  </w:style>
  <w:style w:type="paragraph" w:styleId="Konnaopomba-besedilo">
    <w:name w:val="endnote text"/>
    <w:basedOn w:val="Navaden"/>
    <w:link w:val="Konnaopomba-besediloZnak"/>
    <w:uiPriority w:val="99"/>
    <w:semiHidden/>
    <w:unhideWhenUsed/>
    <w:rsid w:val="008313EC"/>
    <w:pPr>
      <w:spacing w:line="240" w:lineRule="auto"/>
    </w:pPr>
    <w:rPr>
      <w:szCs w:val="20"/>
    </w:rPr>
  </w:style>
  <w:style w:type="character" w:customStyle="1" w:styleId="Konnaopomba-besediloZnak">
    <w:name w:val="Končna opomba - besedilo Znak"/>
    <w:link w:val="Konnaopomba-besedilo"/>
    <w:uiPriority w:val="99"/>
    <w:semiHidden/>
    <w:rsid w:val="008313EC"/>
    <w:rPr>
      <w:rFonts w:ascii="Arial" w:hAnsi="Arial"/>
      <w:sz w:val="20"/>
      <w:szCs w:val="20"/>
    </w:rPr>
  </w:style>
  <w:style w:type="character" w:styleId="Konnaopomba-sklic">
    <w:name w:val="endnote reference"/>
    <w:uiPriority w:val="99"/>
    <w:semiHidden/>
    <w:unhideWhenUsed/>
    <w:rsid w:val="008313EC"/>
    <w:rPr>
      <w:vertAlign w:val="superscript"/>
    </w:rPr>
  </w:style>
  <w:style w:type="character" w:customStyle="1" w:styleId="naslov21">
    <w:name w:val="naslov21"/>
    <w:rsid w:val="00E833E2"/>
    <w:rPr>
      <w:rFonts w:ascii="Tahoma" w:hAnsi="Tahoma" w:cs="Tahoma" w:hint="default"/>
      <w:b/>
      <w:bCs/>
      <w:color w:val="0A647E"/>
      <w:sz w:val="17"/>
      <w:szCs w:val="17"/>
    </w:rPr>
  </w:style>
  <w:style w:type="character" w:customStyle="1" w:styleId="text1">
    <w:name w:val="text1"/>
    <w:rsid w:val="00E833E2"/>
    <w:rPr>
      <w:rFonts w:ascii="Verdana" w:hAnsi="Verdana" w:hint="default"/>
      <w:sz w:val="17"/>
      <w:szCs w:val="17"/>
    </w:rPr>
  </w:style>
  <w:style w:type="paragraph" w:styleId="Revizija">
    <w:name w:val="Revision"/>
    <w:hidden/>
    <w:uiPriority w:val="99"/>
    <w:semiHidden/>
    <w:rsid w:val="00E833E2"/>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018924">
      <w:bodyDiv w:val="1"/>
      <w:marLeft w:val="0"/>
      <w:marRight w:val="0"/>
      <w:marTop w:val="0"/>
      <w:marBottom w:val="0"/>
      <w:divBdr>
        <w:top w:val="none" w:sz="0" w:space="0" w:color="auto"/>
        <w:left w:val="none" w:sz="0" w:space="0" w:color="auto"/>
        <w:bottom w:val="none" w:sz="0" w:space="0" w:color="auto"/>
        <w:right w:val="none" w:sz="0" w:space="0" w:color="auto"/>
      </w:divBdr>
    </w:div>
    <w:div w:id="396322057">
      <w:bodyDiv w:val="1"/>
      <w:marLeft w:val="0"/>
      <w:marRight w:val="0"/>
      <w:marTop w:val="0"/>
      <w:marBottom w:val="0"/>
      <w:divBdr>
        <w:top w:val="none" w:sz="0" w:space="0" w:color="auto"/>
        <w:left w:val="none" w:sz="0" w:space="0" w:color="auto"/>
        <w:bottom w:val="none" w:sz="0" w:space="0" w:color="auto"/>
        <w:right w:val="none" w:sz="0" w:space="0" w:color="auto"/>
      </w:divBdr>
    </w:div>
    <w:div w:id="411584160">
      <w:bodyDiv w:val="1"/>
      <w:marLeft w:val="0"/>
      <w:marRight w:val="0"/>
      <w:marTop w:val="0"/>
      <w:marBottom w:val="0"/>
      <w:divBdr>
        <w:top w:val="none" w:sz="0" w:space="0" w:color="auto"/>
        <w:left w:val="none" w:sz="0" w:space="0" w:color="auto"/>
        <w:bottom w:val="none" w:sz="0" w:space="0" w:color="auto"/>
        <w:right w:val="none" w:sz="0" w:space="0" w:color="auto"/>
      </w:divBdr>
    </w:div>
    <w:div w:id="523714052">
      <w:bodyDiv w:val="1"/>
      <w:marLeft w:val="0"/>
      <w:marRight w:val="0"/>
      <w:marTop w:val="0"/>
      <w:marBottom w:val="0"/>
      <w:divBdr>
        <w:top w:val="none" w:sz="0" w:space="0" w:color="auto"/>
        <w:left w:val="none" w:sz="0" w:space="0" w:color="auto"/>
        <w:bottom w:val="none" w:sz="0" w:space="0" w:color="auto"/>
        <w:right w:val="none" w:sz="0" w:space="0" w:color="auto"/>
      </w:divBdr>
    </w:div>
    <w:div w:id="697924208">
      <w:bodyDiv w:val="1"/>
      <w:marLeft w:val="0"/>
      <w:marRight w:val="0"/>
      <w:marTop w:val="0"/>
      <w:marBottom w:val="0"/>
      <w:divBdr>
        <w:top w:val="none" w:sz="0" w:space="0" w:color="auto"/>
        <w:left w:val="none" w:sz="0" w:space="0" w:color="auto"/>
        <w:bottom w:val="none" w:sz="0" w:space="0" w:color="auto"/>
        <w:right w:val="none" w:sz="0" w:space="0" w:color="auto"/>
      </w:divBdr>
    </w:div>
    <w:div w:id="700012065">
      <w:bodyDiv w:val="1"/>
      <w:marLeft w:val="0"/>
      <w:marRight w:val="0"/>
      <w:marTop w:val="0"/>
      <w:marBottom w:val="0"/>
      <w:divBdr>
        <w:top w:val="none" w:sz="0" w:space="0" w:color="auto"/>
        <w:left w:val="none" w:sz="0" w:space="0" w:color="auto"/>
        <w:bottom w:val="none" w:sz="0" w:space="0" w:color="auto"/>
        <w:right w:val="none" w:sz="0" w:space="0" w:color="auto"/>
      </w:divBdr>
    </w:div>
    <w:div w:id="1411808132">
      <w:bodyDiv w:val="1"/>
      <w:marLeft w:val="0"/>
      <w:marRight w:val="0"/>
      <w:marTop w:val="0"/>
      <w:marBottom w:val="0"/>
      <w:divBdr>
        <w:top w:val="none" w:sz="0" w:space="0" w:color="auto"/>
        <w:left w:val="none" w:sz="0" w:space="0" w:color="auto"/>
        <w:bottom w:val="none" w:sz="0" w:space="0" w:color="auto"/>
        <w:right w:val="none" w:sz="0" w:space="0" w:color="auto"/>
      </w:divBdr>
    </w:div>
    <w:div w:id="1472363770">
      <w:bodyDiv w:val="1"/>
      <w:marLeft w:val="0"/>
      <w:marRight w:val="0"/>
      <w:marTop w:val="0"/>
      <w:marBottom w:val="0"/>
      <w:divBdr>
        <w:top w:val="none" w:sz="0" w:space="0" w:color="auto"/>
        <w:left w:val="none" w:sz="0" w:space="0" w:color="auto"/>
        <w:bottom w:val="none" w:sz="0" w:space="0" w:color="auto"/>
        <w:right w:val="none" w:sz="0" w:space="0" w:color="auto"/>
      </w:divBdr>
    </w:div>
    <w:div w:id="1667050730">
      <w:bodyDiv w:val="1"/>
      <w:marLeft w:val="0"/>
      <w:marRight w:val="0"/>
      <w:marTop w:val="0"/>
      <w:marBottom w:val="0"/>
      <w:divBdr>
        <w:top w:val="none" w:sz="0" w:space="0" w:color="auto"/>
        <w:left w:val="none" w:sz="0" w:space="0" w:color="auto"/>
        <w:bottom w:val="none" w:sz="0" w:space="0" w:color="auto"/>
        <w:right w:val="none" w:sz="0" w:space="0" w:color="auto"/>
      </w:divBdr>
    </w:div>
    <w:div w:id="195220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82024\Desktop\predloga%20navodil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4DD5C-D365-4F8B-9A87-62A9B62E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navodila.dotx</Template>
  <TotalTime>0</TotalTime>
  <Pages>14</Pages>
  <Words>5188</Words>
  <Characters>29576</Characters>
  <Application>Microsoft Office Word</Application>
  <DocSecurity>0</DocSecurity>
  <Lines>246</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jaslgjlk</vt:lpstr>
      <vt:lpstr>“ jaslgjlk</vt:lpstr>
    </vt:vector>
  </TitlesOfParts>
  <Company>MFRS</Company>
  <LinksUpToDate>false</LinksUpToDate>
  <CharactersWithSpaces>34695</CharactersWithSpaces>
  <SharedDoc>false</SharedDoc>
  <HLinks>
    <vt:vector size="270" baseType="variant">
      <vt:variant>
        <vt:i4>8192041</vt:i4>
      </vt:variant>
      <vt:variant>
        <vt:i4>273</vt:i4>
      </vt:variant>
      <vt:variant>
        <vt:i4>0</vt:i4>
      </vt:variant>
      <vt:variant>
        <vt:i4>5</vt:i4>
      </vt:variant>
      <vt:variant>
        <vt:lpwstr>https://ejn.gov.si/</vt:lpwstr>
      </vt:variant>
      <vt:variant>
        <vt:lpwstr/>
      </vt:variant>
      <vt:variant>
        <vt:i4>8192041</vt:i4>
      </vt:variant>
      <vt:variant>
        <vt:i4>258</vt:i4>
      </vt:variant>
      <vt:variant>
        <vt:i4>0</vt:i4>
      </vt:variant>
      <vt:variant>
        <vt:i4>5</vt:i4>
      </vt:variant>
      <vt:variant>
        <vt:lpwstr>https://ejn.gov.si/</vt:lpwstr>
      </vt:variant>
      <vt:variant>
        <vt:lpwstr/>
      </vt:variant>
      <vt:variant>
        <vt:i4>8192041</vt:i4>
      </vt:variant>
      <vt:variant>
        <vt:i4>255</vt:i4>
      </vt:variant>
      <vt:variant>
        <vt:i4>0</vt:i4>
      </vt:variant>
      <vt:variant>
        <vt:i4>5</vt:i4>
      </vt:variant>
      <vt:variant>
        <vt:lpwstr>https://ejn.gov.si/</vt:lpwstr>
      </vt:variant>
      <vt:variant>
        <vt:lpwstr/>
      </vt:variant>
      <vt:variant>
        <vt:i4>8192041</vt:i4>
      </vt:variant>
      <vt:variant>
        <vt:i4>252</vt:i4>
      </vt:variant>
      <vt:variant>
        <vt:i4>0</vt:i4>
      </vt:variant>
      <vt:variant>
        <vt:i4>5</vt:i4>
      </vt:variant>
      <vt:variant>
        <vt:lpwstr>https://ejn.gov.si/</vt:lpwstr>
      </vt:variant>
      <vt:variant>
        <vt:lpwstr/>
      </vt:variant>
      <vt:variant>
        <vt:i4>8192041</vt:i4>
      </vt:variant>
      <vt:variant>
        <vt:i4>249</vt:i4>
      </vt:variant>
      <vt:variant>
        <vt:i4>0</vt:i4>
      </vt:variant>
      <vt:variant>
        <vt:i4>5</vt:i4>
      </vt:variant>
      <vt:variant>
        <vt:lpwstr>https://ejn.gov.si/</vt:lpwstr>
      </vt:variant>
      <vt:variant>
        <vt:lpwstr/>
      </vt:variant>
      <vt:variant>
        <vt:i4>2359303</vt:i4>
      </vt:variant>
      <vt:variant>
        <vt:i4>233</vt:i4>
      </vt:variant>
      <vt:variant>
        <vt:i4>0</vt:i4>
      </vt:variant>
      <vt:variant>
        <vt:i4>5</vt:i4>
      </vt:variant>
      <vt:variant>
        <vt:lpwstr/>
      </vt:variant>
      <vt:variant>
        <vt:lpwstr>_Toc1457305</vt:lpwstr>
      </vt:variant>
      <vt:variant>
        <vt:i4>2359303</vt:i4>
      </vt:variant>
      <vt:variant>
        <vt:i4>227</vt:i4>
      </vt:variant>
      <vt:variant>
        <vt:i4>0</vt:i4>
      </vt:variant>
      <vt:variant>
        <vt:i4>5</vt:i4>
      </vt:variant>
      <vt:variant>
        <vt:lpwstr/>
      </vt:variant>
      <vt:variant>
        <vt:lpwstr>_Toc1457304</vt:lpwstr>
      </vt:variant>
      <vt:variant>
        <vt:i4>2359303</vt:i4>
      </vt:variant>
      <vt:variant>
        <vt:i4>221</vt:i4>
      </vt:variant>
      <vt:variant>
        <vt:i4>0</vt:i4>
      </vt:variant>
      <vt:variant>
        <vt:i4>5</vt:i4>
      </vt:variant>
      <vt:variant>
        <vt:lpwstr/>
      </vt:variant>
      <vt:variant>
        <vt:lpwstr>_Toc1457303</vt:lpwstr>
      </vt:variant>
      <vt:variant>
        <vt:i4>2359303</vt:i4>
      </vt:variant>
      <vt:variant>
        <vt:i4>215</vt:i4>
      </vt:variant>
      <vt:variant>
        <vt:i4>0</vt:i4>
      </vt:variant>
      <vt:variant>
        <vt:i4>5</vt:i4>
      </vt:variant>
      <vt:variant>
        <vt:lpwstr/>
      </vt:variant>
      <vt:variant>
        <vt:lpwstr>_Toc1457302</vt:lpwstr>
      </vt:variant>
      <vt:variant>
        <vt:i4>2359303</vt:i4>
      </vt:variant>
      <vt:variant>
        <vt:i4>209</vt:i4>
      </vt:variant>
      <vt:variant>
        <vt:i4>0</vt:i4>
      </vt:variant>
      <vt:variant>
        <vt:i4>5</vt:i4>
      </vt:variant>
      <vt:variant>
        <vt:lpwstr/>
      </vt:variant>
      <vt:variant>
        <vt:lpwstr>_Toc1457301</vt:lpwstr>
      </vt:variant>
      <vt:variant>
        <vt:i4>2359303</vt:i4>
      </vt:variant>
      <vt:variant>
        <vt:i4>203</vt:i4>
      </vt:variant>
      <vt:variant>
        <vt:i4>0</vt:i4>
      </vt:variant>
      <vt:variant>
        <vt:i4>5</vt:i4>
      </vt:variant>
      <vt:variant>
        <vt:lpwstr/>
      </vt:variant>
      <vt:variant>
        <vt:lpwstr>_Toc1457300</vt:lpwstr>
      </vt:variant>
      <vt:variant>
        <vt:i4>2949126</vt:i4>
      </vt:variant>
      <vt:variant>
        <vt:i4>197</vt:i4>
      </vt:variant>
      <vt:variant>
        <vt:i4>0</vt:i4>
      </vt:variant>
      <vt:variant>
        <vt:i4>5</vt:i4>
      </vt:variant>
      <vt:variant>
        <vt:lpwstr/>
      </vt:variant>
      <vt:variant>
        <vt:lpwstr>_Toc1457299</vt:lpwstr>
      </vt:variant>
      <vt:variant>
        <vt:i4>2949126</vt:i4>
      </vt:variant>
      <vt:variant>
        <vt:i4>191</vt:i4>
      </vt:variant>
      <vt:variant>
        <vt:i4>0</vt:i4>
      </vt:variant>
      <vt:variant>
        <vt:i4>5</vt:i4>
      </vt:variant>
      <vt:variant>
        <vt:lpwstr/>
      </vt:variant>
      <vt:variant>
        <vt:lpwstr>_Toc1457298</vt:lpwstr>
      </vt:variant>
      <vt:variant>
        <vt:i4>2949126</vt:i4>
      </vt:variant>
      <vt:variant>
        <vt:i4>185</vt:i4>
      </vt:variant>
      <vt:variant>
        <vt:i4>0</vt:i4>
      </vt:variant>
      <vt:variant>
        <vt:i4>5</vt:i4>
      </vt:variant>
      <vt:variant>
        <vt:lpwstr/>
      </vt:variant>
      <vt:variant>
        <vt:lpwstr>_Toc1457297</vt:lpwstr>
      </vt:variant>
      <vt:variant>
        <vt:i4>2949126</vt:i4>
      </vt:variant>
      <vt:variant>
        <vt:i4>179</vt:i4>
      </vt:variant>
      <vt:variant>
        <vt:i4>0</vt:i4>
      </vt:variant>
      <vt:variant>
        <vt:i4>5</vt:i4>
      </vt:variant>
      <vt:variant>
        <vt:lpwstr/>
      </vt:variant>
      <vt:variant>
        <vt:lpwstr>_Toc1457296</vt:lpwstr>
      </vt:variant>
      <vt:variant>
        <vt:i4>2949126</vt:i4>
      </vt:variant>
      <vt:variant>
        <vt:i4>173</vt:i4>
      </vt:variant>
      <vt:variant>
        <vt:i4>0</vt:i4>
      </vt:variant>
      <vt:variant>
        <vt:i4>5</vt:i4>
      </vt:variant>
      <vt:variant>
        <vt:lpwstr/>
      </vt:variant>
      <vt:variant>
        <vt:lpwstr>_Toc1457295</vt:lpwstr>
      </vt:variant>
      <vt:variant>
        <vt:i4>2949126</vt:i4>
      </vt:variant>
      <vt:variant>
        <vt:i4>167</vt:i4>
      </vt:variant>
      <vt:variant>
        <vt:i4>0</vt:i4>
      </vt:variant>
      <vt:variant>
        <vt:i4>5</vt:i4>
      </vt:variant>
      <vt:variant>
        <vt:lpwstr/>
      </vt:variant>
      <vt:variant>
        <vt:lpwstr>_Toc1457294</vt:lpwstr>
      </vt:variant>
      <vt:variant>
        <vt:i4>2949126</vt:i4>
      </vt:variant>
      <vt:variant>
        <vt:i4>161</vt:i4>
      </vt:variant>
      <vt:variant>
        <vt:i4>0</vt:i4>
      </vt:variant>
      <vt:variant>
        <vt:i4>5</vt:i4>
      </vt:variant>
      <vt:variant>
        <vt:lpwstr/>
      </vt:variant>
      <vt:variant>
        <vt:lpwstr>_Toc1457293</vt:lpwstr>
      </vt:variant>
      <vt:variant>
        <vt:i4>2949126</vt:i4>
      </vt:variant>
      <vt:variant>
        <vt:i4>155</vt:i4>
      </vt:variant>
      <vt:variant>
        <vt:i4>0</vt:i4>
      </vt:variant>
      <vt:variant>
        <vt:i4>5</vt:i4>
      </vt:variant>
      <vt:variant>
        <vt:lpwstr/>
      </vt:variant>
      <vt:variant>
        <vt:lpwstr>_Toc1457292</vt:lpwstr>
      </vt:variant>
      <vt:variant>
        <vt:i4>2949126</vt:i4>
      </vt:variant>
      <vt:variant>
        <vt:i4>149</vt:i4>
      </vt:variant>
      <vt:variant>
        <vt:i4>0</vt:i4>
      </vt:variant>
      <vt:variant>
        <vt:i4>5</vt:i4>
      </vt:variant>
      <vt:variant>
        <vt:lpwstr/>
      </vt:variant>
      <vt:variant>
        <vt:lpwstr>_Toc1457291</vt:lpwstr>
      </vt:variant>
      <vt:variant>
        <vt:i4>2949126</vt:i4>
      </vt:variant>
      <vt:variant>
        <vt:i4>143</vt:i4>
      </vt:variant>
      <vt:variant>
        <vt:i4>0</vt:i4>
      </vt:variant>
      <vt:variant>
        <vt:i4>5</vt:i4>
      </vt:variant>
      <vt:variant>
        <vt:lpwstr/>
      </vt:variant>
      <vt:variant>
        <vt:lpwstr>_Toc1457290</vt:lpwstr>
      </vt:variant>
      <vt:variant>
        <vt:i4>2883590</vt:i4>
      </vt:variant>
      <vt:variant>
        <vt:i4>137</vt:i4>
      </vt:variant>
      <vt:variant>
        <vt:i4>0</vt:i4>
      </vt:variant>
      <vt:variant>
        <vt:i4>5</vt:i4>
      </vt:variant>
      <vt:variant>
        <vt:lpwstr/>
      </vt:variant>
      <vt:variant>
        <vt:lpwstr>_Toc1457289</vt:lpwstr>
      </vt:variant>
      <vt:variant>
        <vt:i4>2883590</vt:i4>
      </vt:variant>
      <vt:variant>
        <vt:i4>131</vt:i4>
      </vt:variant>
      <vt:variant>
        <vt:i4>0</vt:i4>
      </vt:variant>
      <vt:variant>
        <vt:i4>5</vt:i4>
      </vt:variant>
      <vt:variant>
        <vt:lpwstr/>
      </vt:variant>
      <vt:variant>
        <vt:lpwstr>_Toc1457288</vt:lpwstr>
      </vt:variant>
      <vt:variant>
        <vt:i4>2883590</vt:i4>
      </vt:variant>
      <vt:variant>
        <vt:i4>125</vt:i4>
      </vt:variant>
      <vt:variant>
        <vt:i4>0</vt:i4>
      </vt:variant>
      <vt:variant>
        <vt:i4>5</vt:i4>
      </vt:variant>
      <vt:variant>
        <vt:lpwstr/>
      </vt:variant>
      <vt:variant>
        <vt:lpwstr>_Toc1457287</vt:lpwstr>
      </vt:variant>
      <vt:variant>
        <vt:i4>2883590</vt:i4>
      </vt:variant>
      <vt:variant>
        <vt:i4>119</vt:i4>
      </vt:variant>
      <vt:variant>
        <vt:i4>0</vt:i4>
      </vt:variant>
      <vt:variant>
        <vt:i4>5</vt:i4>
      </vt:variant>
      <vt:variant>
        <vt:lpwstr/>
      </vt:variant>
      <vt:variant>
        <vt:lpwstr>_Toc1457286</vt:lpwstr>
      </vt:variant>
      <vt:variant>
        <vt:i4>2883590</vt:i4>
      </vt:variant>
      <vt:variant>
        <vt:i4>113</vt:i4>
      </vt:variant>
      <vt:variant>
        <vt:i4>0</vt:i4>
      </vt:variant>
      <vt:variant>
        <vt:i4>5</vt:i4>
      </vt:variant>
      <vt:variant>
        <vt:lpwstr/>
      </vt:variant>
      <vt:variant>
        <vt:lpwstr>_Toc1457285</vt:lpwstr>
      </vt:variant>
      <vt:variant>
        <vt:i4>2883590</vt:i4>
      </vt:variant>
      <vt:variant>
        <vt:i4>107</vt:i4>
      </vt:variant>
      <vt:variant>
        <vt:i4>0</vt:i4>
      </vt:variant>
      <vt:variant>
        <vt:i4>5</vt:i4>
      </vt:variant>
      <vt:variant>
        <vt:lpwstr/>
      </vt:variant>
      <vt:variant>
        <vt:lpwstr>_Toc1457284</vt:lpwstr>
      </vt:variant>
      <vt:variant>
        <vt:i4>2883590</vt:i4>
      </vt:variant>
      <vt:variant>
        <vt:i4>101</vt:i4>
      </vt:variant>
      <vt:variant>
        <vt:i4>0</vt:i4>
      </vt:variant>
      <vt:variant>
        <vt:i4>5</vt:i4>
      </vt:variant>
      <vt:variant>
        <vt:lpwstr/>
      </vt:variant>
      <vt:variant>
        <vt:lpwstr>_Toc1457283</vt:lpwstr>
      </vt:variant>
      <vt:variant>
        <vt:i4>2883590</vt:i4>
      </vt:variant>
      <vt:variant>
        <vt:i4>95</vt:i4>
      </vt:variant>
      <vt:variant>
        <vt:i4>0</vt:i4>
      </vt:variant>
      <vt:variant>
        <vt:i4>5</vt:i4>
      </vt:variant>
      <vt:variant>
        <vt:lpwstr/>
      </vt:variant>
      <vt:variant>
        <vt:lpwstr>_Toc1457282</vt:lpwstr>
      </vt:variant>
      <vt:variant>
        <vt:i4>2883590</vt:i4>
      </vt:variant>
      <vt:variant>
        <vt:i4>89</vt:i4>
      </vt:variant>
      <vt:variant>
        <vt:i4>0</vt:i4>
      </vt:variant>
      <vt:variant>
        <vt:i4>5</vt:i4>
      </vt:variant>
      <vt:variant>
        <vt:lpwstr/>
      </vt:variant>
      <vt:variant>
        <vt:lpwstr>_Toc1457281</vt:lpwstr>
      </vt:variant>
      <vt:variant>
        <vt:i4>2883590</vt:i4>
      </vt:variant>
      <vt:variant>
        <vt:i4>83</vt:i4>
      </vt:variant>
      <vt:variant>
        <vt:i4>0</vt:i4>
      </vt:variant>
      <vt:variant>
        <vt:i4>5</vt:i4>
      </vt:variant>
      <vt:variant>
        <vt:lpwstr/>
      </vt:variant>
      <vt:variant>
        <vt:lpwstr>_Toc1457280</vt:lpwstr>
      </vt:variant>
      <vt:variant>
        <vt:i4>2293766</vt:i4>
      </vt:variant>
      <vt:variant>
        <vt:i4>77</vt:i4>
      </vt:variant>
      <vt:variant>
        <vt:i4>0</vt:i4>
      </vt:variant>
      <vt:variant>
        <vt:i4>5</vt:i4>
      </vt:variant>
      <vt:variant>
        <vt:lpwstr/>
      </vt:variant>
      <vt:variant>
        <vt:lpwstr>_Toc1457279</vt:lpwstr>
      </vt:variant>
      <vt:variant>
        <vt:i4>2293766</vt:i4>
      </vt:variant>
      <vt:variant>
        <vt:i4>71</vt:i4>
      </vt:variant>
      <vt:variant>
        <vt:i4>0</vt:i4>
      </vt:variant>
      <vt:variant>
        <vt:i4>5</vt:i4>
      </vt:variant>
      <vt:variant>
        <vt:lpwstr/>
      </vt:variant>
      <vt:variant>
        <vt:lpwstr>_Toc1457278</vt:lpwstr>
      </vt:variant>
      <vt:variant>
        <vt:i4>2293766</vt:i4>
      </vt:variant>
      <vt:variant>
        <vt:i4>65</vt:i4>
      </vt:variant>
      <vt:variant>
        <vt:i4>0</vt:i4>
      </vt:variant>
      <vt:variant>
        <vt:i4>5</vt:i4>
      </vt:variant>
      <vt:variant>
        <vt:lpwstr/>
      </vt:variant>
      <vt:variant>
        <vt:lpwstr>_Toc1457277</vt:lpwstr>
      </vt:variant>
      <vt:variant>
        <vt:i4>2293766</vt:i4>
      </vt:variant>
      <vt:variant>
        <vt:i4>59</vt:i4>
      </vt:variant>
      <vt:variant>
        <vt:i4>0</vt:i4>
      </vt:variant>
      <vt:variant>
        <vt:i4>5</vt:i4>
      </vt:variant>
      <vt:variant>
        <vt:lpwstr/>
      </vt:variant>
      <vt:variant>
        <vt:lpwstr>_Toc1457276</vt:lpwstr>
      </vt:variant>
      <vt:variant>
        <vt:i4>2293766</vt:i4>
      </vt:variant>
      <vt:variant>
        <vt:i4>53</vt:i4>
      </vt:variant>
      <vt:variant>
        <vt:i4>0</vt:i4>
      </vt:variant>
      <vt:variant>
        <vt:i4>5</vt:i4>
      </vt:variant>
      <vt:variant>
        <vt:lpwstr/>
      </vt:variant>
      <vt:variant>
        <vt:lpwstr>_Toc1457275</vt:lpwstr>
      </vt:variant>
      <vt:variant>
        <vt:i4>2293766</vt:i4>
      </vt:variant>
      <vt:variant>
        <vt:i4>47</vt:i4>
      </vt:variant>
      <vt:variant>
        <vt:i4>0</vt:i4>
      </vt:variant>
      <vt:variant>
        <vt:i4>5</vt:i4>
      </vt:variant>
      <vt:variant>
        <vt:lpwstr/>
      </vt:variant>
      <vt:variant>
        <vt:lpwstr>_Toc1457274</vt:lpwstr>
      </vt:variant>
      <vt:variant>
        <vt:i4>2293766</vt:i4>
      </vt:variant>
      <vt:variant>
        <vt:i4>41</vt:i4>
      </vt:variant>
      <vt:variant>
        <vt:i4>0</vt:i4>
      </vt:variant>
      <vt:variant>
        <vt:i4>5</vt:i4>
      </vt:variant>
      <vt:variant>
        <vt:lpwstr/>
      </vt:variant>
      <vt:variant>
        <vt:lpwstr>_Toc1457273</vt:lpwstr>
      </vt:variant>
      <vt:variant>
        <vt:i4>2293766</vt:i4>
      </vt:variant>
      <vt:variant>
        <vt:i4>35</vt:i4>
      </vt:variant>
      <vt:variant>
        <vt:i4>0</vt:i4>
      </vt:variant>
      <vt:variant>
        <vt:i4>5</vt:i4>
      </vt:variant>
      <vt:variant>
        <vt:lpwstr/>
      </vt:variant>
      <vt:variant>
        <vt:lpwstr>_Toc1457272</vt:lpwstr>
      </vt:variant>
      <vt:variant>
        <vt:i4>2293766</vt:i4>
      </vt:variant>
      <vt:variant>
        <vt:i4>29</vt:i4>
      </vt:variant>
      <vt:variant>
        <vt:i4>0</vt:i4>
      </vt:variant>
      <vt:variant>
        <vt:i4>5</vt:i4>
      </vt:variant>
      <vt:variant>
        <vt:lpwstr/>
      </vt:variant>
      <vt:variant>
        <vt:lpwstr>_Toc1457271</vt:lpwstr>
      </vt:variant>
      <vt:variant>
        <vt:i4>2293766</vt:i4>
      </vt:variant>
      <vt:variant>
        <vt:i4>23</vt:i4>
      </vt:variant>
      <vt:variant>
        <vt:i4>0</vt:i4>
      </vt:variant>
      <vt:variant>
        <vt:i4>5</vt:i4>
      </vt:variant>
      <vt:variant>
        <vt:lpwstr/>
      </vt:variant>
      <vt:variant>
        <vt:lpwstr>_Toc1457270</vt:lpwstr>
      </vt:variant>
      <vt:variant>
        <vt:i4>2228230</vt:i4>
      </vt:variant>
      <vt:variant>
        <vt:i4>17</vt:i4>
      </vt:variant>
      <vt:variant>
        <vt:i4>0</vt:i4>
      </vt:variant>
      <vt:variant>
        <vt:i4>5</vt:i4>
      </vt:variant>
      <vt:variant>
        <vt:lpwstr/>
      </vt:variant>
      <vt:variant>
        <vt:lpwstr>_Toc1457269</vt:lpwstr>
      </vt:variant>
      <vt:variant>
        <vt:i4>2228230</vt:i4>
      </vt:variant>
      <vt:variant>
        <vt:i4>11</vt:i4>
      </vt:variant>
      <vt:variant>
        <vt:i4>0</vt:i4>
      </vt:variant>
      <vt:variant>
        <vt:i4>5</vt:i4>
      </vt:variant>
      <vt:variant>
        <vt:lpwstr/>
      </vt:variant>
      <vt:variant>
        <vt:lpwstr>_Toc1457268</vt:lpwstr>
      </vt:variant>
      <vt:variant>
        <vt:i4>2228230</vt:i4>
      </vt:variant>
      <vt:variant>
        <vt:i4>5</vt:i4>
      </vt:variant>
      <vt:variant>
        <vt:i4>0</vt:i4>
      </vt:variant>
      <vt:variant>
        <vt:i4>5</vt:i4>
      </vt:variant>
      <vt:variant>
        <vt:lpwstr/>
      </vt:variant>
      <vt:variant>
        <vt:lpwstr>_Toc1457267</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jaslgjlk</dc:title>
  <dc:subject/>
  <dc:creator>Administrator</dc:creator>
  <cp:keywords/>
  <cp:lastModifiedBy>Mojca Marovič</cp:lastModifiedBy>
  <cp:revision>14</cp:revision>
  <cp:lastPrinted>2022-02-18T07:50:00Z</cp:lastPrinted>
  <dcterms:created xsi:type="dcterms:W3CDTF">2022-02-17T06:54:00Z</dcterms:created>
  <dcterms:modified xsi:type="dcterms:W3CDTF">2022-02-18T07:53:00Z</dcterms:modified>
</cp:coreProperties>
</file>